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F12" w:rsidRPr="005E4672" w:rsidRDefault="00BA5F12" w:rsidP="005E4672">
      <w:pPr>
        <w:pStyle w:val="Title"/>
        <w:jc w:val="right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проект</w:t>
      </w:r>
    </w:p>
    <w:p w:rsidR="00BA5F12" w:rsidRDefault="00BA5F12">
      <w:pPr>
        <w:pStyle w:val="Title"/>
        <w:rPr>
          <w:b/>
          <w:bCs/>
          <w:sz w:val="24"/>
          <w:szCs w:val="24"/>
        </w:rPr>
      </w:pPr>
    </w:p>
    <w:p w:rsidR="00BA5F12" w:rsidRDefault="00BA5F12">
      <w:pPr>
        <w:pStyle w:val="Title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СОБРАНИЕ ДЕПУТАТОВ ТРОИЦКОГО СЕЛЬСКОГО ПОСЕЛЕНИЯ</w:t>
      </w:r>
    </w:p>
    <w:p w:rsidR="00BA5F12" w:rsidRPr="008B573C" w:rsidRDefault="00BA5F12">
      <w:pPr>
        <w:pBdr>
          <w:bottom w:val="single" w:sz="12" w:space="1" w:color="auto"/>
        </w:pBd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РОСТОВСКОЙ ОБЛАСТИ</w:t>
      </w:r>
      <w:r w:rsidRPr="00325628">
        <w:rPr>
          <w:b/>
          <w:bCs/>
          <w:sz w:val="24"/>
          <w:szCs w:val="24"/>
        </w:rPr>
        <w:t xml:space="preserve"> НЕКЛИНОВСКОГО РАЙОНА</w:t>
      </w:r>
    </w:p>
    <w:p w:rsidR="00BA5F12" w:rsidRDefault="00BA5F12">
      <w:pPr>
        <w:rPr>
          <w:b/>
          <w:bCs/>
          <w:sz w:val="24"/>
          <w:szCs w:val="24"/>
        </w:rPr>
      </w:pPr>
    </w:p>
    <w:p w:rsidR="00BA5F12" w:rsidRDefault="00BA5F1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РЕШЕНИЕ   </w:t>
      </w:r>
    </w:p>
    <w:p w:rsidR="00BA5F12" w:rsidRPr="00097137" w:rsidRDefault="00BA5F12">
      <w:pPr>
        <w:jc w:val="both"/>
      </w:pPr>
    </w:p>
    <w:tbl>
      <w:tblPr>
        <w:tblW w:w="0" w:type="auto"/>
        <w:tblInd w:w="-106" w:type="dxa"/>
        <w:tblLook w:val="01E0"/>
      </w:tblPr>
      <w:tblGrid>
        <w:gridCol w:w="4926"/>
      </w:tblGrid>
      <w:tr w:rsidR="00BA5F12" w:rsidRPr="003F4EF8">
        <w:tc>
          <w:tcPr>
            <w:tcW w:w="4926" w:type="dxa"/>
          </w:tcPr>
          <w:p w:rsidR="00BA5F12" w:rsidRPr="003F4EF8" w:rsidRDefault="00BA5F12" w:rsidP="00F14F6A">
            <w:pPr>
              <w:jc w:val="both"/>
              <w:rPr>
                <w:b/>
                <w:bCs/>
              </w:rPr>
            </w:pPr>
            <w:r w:rsidRPr="003F4EF8">
              <w:rPr>
                <w:b/>
                <w:bCs/>
              </w:rPr>
              <w:t>«Об отчете об исполнении бюджета Троицкого сельского поселения за 20</w:t>
            </w:r>
            <w:r w:rsidRPr="00004206"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  <w:r w:rsidRPr="003F4EF8">
              <w:rPr>
                <w:b/>
                <w:bCs/>
              </w:rPr>
              <w:t xml:space="preserve"> год»</w:t>
            </w:r>
          </w:p>
        </w:tc>
      </w:tr>
    </w:tbl>
    <w:p w:rsidR="00BA5F12" w:rsidRDefault="00BA5F12" w:rsidP="00910726">
      <w:pPr>
        <w:ind w:firstLine="851"/>
        <w:jc w:val="both"/>
        <w:rPr>
          <w:b/>
          <w:bCs/>
        </w:rPr>
      </w:pPr>
    </w:p>
    <w:p w:rsidR="00BA5F12" w:rsidRPr="00652025" w:rsidRDefault="00BA5F12" w:rsidP="00E66447">
      <w:pPr>
        <w:jc w:val="both"/>
        <w:rPr>
          <w:b/>
          <w:bCs/>
        </w:rPr>
      </w:pPr>
      <w:r w:rsidRPr="00652025">
        <w:rPr>
          <w:b/>
          <w:bCs/>
        </w:rPr>
        <w:t>Принято</w:t>
      </w:r>
    </w:p>
    <w:p w:rsidR="00BA5F12" w:rsidRPr="00652025" w:rsidRDefault="00BA5F12" w:rsidP="00E66447">
      <w:pPr>
        <w:jc w:val="both"/>
        <w:rPr>
          <w:b/>
          <w:bCs/>
        </w:rPr>
      </w:pPr>
      <w:r>
        <w:rPr>
          <w:b/>
          <w:bCs/>
        </w:rPr>
        <w:t>Собранием депутатов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«___»_______2013</w:t>
      </w:r>
    </w:p>
    <w:p w:rsidR="00BA5F12" w:rsidRPr="00097137" w:rsidRDefault="00BA5F12" w:rsidP="00910726">
      <w:pPr>
        <w:pStyle w:val="Heading1"/>
        <w:ind w:firstLine="851"/>
        <w:rPr>
          <w:b/>
          <w:bCs/>
          <w:sz w:val="20"/>
          <w:szCs w:val="20"/>
        </w:rPr>
      </w:pPr>
      <w:r w:rsidRPr="00097137">
        <w:rPr>
          <w:b/>
          <w:bCs/>
          <w:sz w:val="20"/>
          <w:szCs w:val="20"/>
        </w:rPr>
        <w:t xml:space="preserve">Собрание депутатов </w:t>
      </w:r>
      <w:r>
        <w:rPr>
          <w:b/>
          <w:bCs/>
          <w:sz w:val="20"/>
          <w:szCs w:val="20"/>
        </w:rPr>
        <w:t>Троицкого сельского поселения</w:t>
      </w:r>
    </w:p>
    <w:p w:rsidR="00BA5F12" w:rsidRPr="00097137" w:rsidRDefault="00BA5F12" w:rsidP="00910726">
      <w:pPr>
        <w:ind w:firstLine="851"/>
        <w:jc w:val="center"/>
        <w:rPr>
          <w:b/>
          <w:bCs/>
        </w:rPr>
      </w:pPr>
      <w:r w:rsidRPr="00097137">
        <w:rPr>
          <w:b/>
          <w:bCs/>
        </w:rPr>
        <w:t>РЕШИЛО:</w:t>
      </w:r>
    </w:p>
    <w:p w:rsidR="00BA5F12" w:rsidRPr="00097137" w:rsidRDefault="00BA5F12" w:rsidP="00D52ADF">
      <w:pPr>
        <w:ind w:firstLine="851"/>
        <w:jc w:val="both"/>
      </w:pPr>
    </w:p>
    <w:p w:rsidR="00BA5F12" w:rsidRDefault="00BA5F12" w:rsidP="00D52ADF">
      <w:pPr>
        <w:ind w:firstLine="851"/>
        <w:jc w:val="both"/>
        <w:rPr>
          <w:b/>
          <w:bCs/>
        </w:rPr>
      </w:pPr>
      <w:r w:rsidRPr="00097137">
        <w:rPr>
          <w:b/>
          <w:bCs/>
        </w:rPr>
        <w:t xml:space="preserve">Статья 1. </w:t>
      </w:r>
    </w:p>
    <w:p w:rsidR="00BA5F12" w:rsidRPr="00652025" w:rsidRDefault="00BA5F12" w:rsidP="00D52ADF">
      <w:pPr>
        <w:ind w:firstLine="851"/>
        <w:jc w:val="both"/>
        <w:rPr>
          <w:b/>
          <w:bCs/>
        </w:rPr>
      </w:pPr>
    </w:p>
    <w:p w:rsidR="00BA5F12" w:rsidRDefault="00BA5F12" w:rsidP="00E208B1">
      <w:pPr>
        <w:jc w:val="both"/>
      </w:pPr>
      <w:r>
        <w:tab/>
        <w:t>Утвердить отчет об исполнении бюджета Троицкого сельского поселения за 20</w:t>
      </w:r>
      <w:r w:rsidRPr="00004206">
        <w:t>1</w:t>
      </w:r>
      <w:r>
        <w:t xml:space="preserve">2 год по расходам в сумме 14316,5 тыс. рублей и по доходам в сумме 14339,3 тыс. рублей с превышением доходов над доходами (Профицит бюджета </w:t>
      </w:r>
      <w:r w:rsidRPr="00A15BDE">
        <w:t>поселения</w:t>
      </w:r>
      <w:r>
        <w:t>) в сумме 22,8 тыс. рублей и со следующими показателями:</w:t>
      </w:r>
    </w:p>
    <w:p w:rsidR="00BA5F12" w:rsidRPr="00E208B1" w:rsidRDefault="00BA5F12" w:rsidP="00E208B1">
      <w:pPr>
        <w:jc w:val="both"/>
      </w:pPr>
      <w:r>
        <w:t>1)по доходам бюджета Троицкого сельского поселения по кодам классификации доходов бюджетов  за 2012 год согласно приложению 1 к настоящему Решению.</w:t>
      </w:r>
    </w:p>
    <w:p w:rsidR="00BA5F12" w:rsidRPr="0092207E" w:rsidRDefault="00BA5F12" w:rsidP="00E208B1">
      <w:pPr>
        <w:jc w:val="both"/>
      </w:pPr>
      <w:r>
        <w:t>2)по доходам бюджета Троицкого сельского поселения  по кодам видов доходов, подвидов доходов, классификации операций сектора государственного управления, относящихся к кодам бюджета Троицкого сельского поселения за 2012 год, согласно приложению 2 к настоящему Решению</w:t>
      </w:r>
    </w:p>
    <w:p w:rsidR="00BA5F12" w:rsidRPr="006C266A" w:rsidRDefault="00BA5F12" w:rsidP="00E208B1">
      <w:pPr>
        <w:jc w:val="both"/>
      </w:pPr>
      <w:r>
        <w:t xml:space="preserve">3) по расходам бюджета </w:t>
      </w:r>
      <w:r w:rsidRPr="00646377">
        <w:t>Троицкого сельского поселения</w:t>
      </w:r>
      <w:r>
        <w:t xml:space="preserve"> по ведомственной структуре расходов бюджета Троицкого сельского поселения за 2012 год согласно приложению 3 к настоящему Решению.</w:t>
      </w:r>
    </w:p>
    <w:p w:rsidR="00BA5F12" w:rsidRDefault="00BA5F12" w:rsidP="00E208B1">
      <w:pPr>
        <w:jc w:val="both"/>
      </w:pPr>
      <w:r>
        <w:t>4) по расходам бюджета Троицкого сельского поселения по разделам и подразделам, целевым статьям и видам расходов классификации расходов бюджетов за 2012 год согласно приложению 4 к настоящему Решению.</w:t>
      </w:r>
    </w:p>
    <w:p w:rsidR="00BA5F12" w:rsidRDefault="00BA5F12" w:rsidP="00E208B1">
      <w:pPr>
        <w:jc w:val="both"/>
      </w:pPr>
      <w:r>
        <w:t>5) по источникам финансирования дефицита бюджета Троицкого сельского поселения по кодам классификации источников финансирования дефицитов бюджетов за 2012 год согласно приложению 5 к настоящему Решению.</w:t>
      </w:r>
    </w:p>
    <w:p w:rsidR="00BA5F12" w:rsidRDefault="00BA5F12" w:rsidP="00E208B1">
      <w:pPr>
        <w:jc w:val="both"/>
      </w:pPr>
      <w:r>
        <w:t>6) по источникам финансирования дефицита бюджета Троицкого сельского поселения по кодам групп, подгрупп, статей, видов источников финансирования дефицитов бюджета Троицкого сельского поселения классификации операций сектора государственного управления, относящихся к источникам финансирования дефицитов бюджетов за 2012 год, согласно приложению 6 к настоящему Решению.</w:t>
      </w:r>
    </w:p>
    <w:p w:rsidR="00BA5F12" w:rsidRDefault="00BA5F12" w:rsidP="006C266A">
      <w:pPr>
        <w:jc w:val="both"/>
      </w:pPr>
      <w:r>
        <w:tab/>
      </w:r>
    </w:p>
    <w:tbl>
      <w:tblPr>
        <w:tblW w:w="10220" w:type="dxa"/>
        <w:tblInd w:w="-106" w:type="dxa"/>
        <w:tblLook w:val="0000"/>
      </w:tblPr>
      <w:tblGrid>
        <w:gridCol w:w="2420"/>
        <w:gridCol w:w="427"/>
        <w:gridCol w:w="5868"/>
        <w:gridCol w:w="1505"/>
      </w:tblGrid>
      <w:tr w:rsidR="00BA5F12" w:rsidRPr="00D94E21">
        <w:trPr>
          <w:trHeight w:val="264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Pr="0082171A" w:rsidRDefault="00BA5F12" w:rsidP="001A2C06">
            <w:pPr>
              <w:jc w:val="center"/>
              <w:rPr>
                <w:color w:val="000000"/>
              </w:rPr>
            </w:pPr>
          </w:p>
        </w:tc>
        <w:tc>
          <w:tcPr>
            <w:tcW w:w="7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F12" w:rsidRPr="00D94E21" w:rsidRDefault="00BA5F12" w:rsidP="001A2C06">
            <w:pPr>
              <w:jc w:val="right"/>
              <w:rPr>
                <w:color w:val="000000"/>
                <w:lang w:val="en-US"/>
              </w:rPr>
            </w:pPr>
            <w:r w:rsidRPr="0082171A">
              <w:rPr>
                <w:color w:val="000000"/>
              </w:rPr>
              <w:t xml:space="preserve">Приложение </w:t>
            </w:r>
            <w:r>
              <w:rPr>
                <w:color w:val="000000"/>
                <w:lang w:val="en-US"/>
              </w:rPr>
              <w:t>1</w:t>
            </w:r>
          </w:p>
        </w:tc>
      </w:tr>
      <w:tr w:rsidR="00BA5F12" w:rsidRPr="0082171A">
        <w:trPr>
          <w:trHeight w:val="264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Pr="0082171A" w:rsidRDefault="00BA5F12" w:rsidP="001A2C06">
            <w:pPr>
              <w:jc w:val="center"/>
              <w:rPr>
                <w:color w:val="000000"/>
              </w:rPr>
            </w:pPr>
          </w:p>
        </w:tc>
        <w:tc>
          <w:tcPr>
            <w:tcW w:w="7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F12" w:rsidRPr="0082171A" w:rsidRDefault="00BA5F12" w:rsidP="001A2C06">
            <w:pPr>
              <w:jc w:val="right"/>
              <w:rPr>
                <w:color w:val="000000"/>
              </w:rPr>
            </w:pPr>
            <w:r w:rsidRPr="0082171A">
              <w:rPr>
                <w:color w:val="000000"/>
              </w:rPr>
              <w:t xml:space="preserve">к решению Собрания депутатов </w:t>
            </w:r>
            <w:r>
              <w:rPr>
                <w:color w:val="000000"/>
              </w:rPr>
              <w:t>Троицкого сельского поселения</w:t>
            </w:r>
          </w:p>
        </w:tc>
      </w:tr>
      <w:tr w:rsidR="00BA5F12" w:rsidRPr="0082171A">
        <w:trPr>
          <w:trHeight w:val="264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Pr="0082171A" w:rsidRDefault="00BA5F12" w:rsidP="001A2C06">
            <w:pPr>
              <w:jc w:val="center"/>
              <w:rPr>
                <w:color w:val="000000"/>
              </w:rPr>
            </w:pPr>
          </w:p>
        </w:tc>
        <w:tc>
          <w:tcPr>
            <w:tcW w:w="7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F12" w:rsidRPr="0082171A" w:rsidRDefault="00BA5F12" w:rsidP="001A2C06">
            <w:pPr>
              <w:jc w:val="right"/>
              <w:rPr>
                <w:color w:val="000000"/>
              </w:rPr>
            </w:pPr>
            <w:r w:rsidRPr="0082171A">
              <w:rPr>
                <w:color w:val="000000"/>
              </w:rPr>
              <w:t xml:space="preserve">"Об отчете об исполнении бюджета </w:t>
            </w:r>
            <w:r>
              <w:rPr>
                <w:color w:val="000000"/>
              </w:rPr>
              <w:t>Троицкого сельского поселения</w:t>
            </w:r>
          </w:p>
        </w:tc>
      </w:tr>
      <w:tr w:rsidR="00BA5F12" w:rsidRPr="0082171A">
        <w:trPr>
          <w:trHeight w:val="264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Pr="0082171A" w:rsidRDefault="00BA5F12" w:rsidP="001A2C06">
            <w:pPr>
              <w:jc w:val="center"/>
              <w:rPr>
                <w:color w:val="000000"/>
              </w:rPr>
            </w:pPr>
          </w:p>
        </w:tc>
        <w:tc>
          <w:tcPr>
            <w:tcW w:w="7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F12" w:rsidRPr="0082171A" w:rsidRDefault="00BA5F12" w:rsidP="001A2C06">
            <w:pPr>
              <w:jc w:val="right"/>
              <w:rPr>
                <w:color w:val="000000"/>
              </w:rPr>
            </w:pPr>
            <w:r w:rsidRPr="0082171A">
              <w:rPr>
                <w:color w:val="000000"/>
              </w:rPr>
              <w:t>за 20</w:t>
            </w:r>
            <w:r>
              <w:rPr>
                <w:color w:val="000000"/>
              </w:rPr>
              <w:t>12</w:t>
            </w:r>
            <w:r w:rsidRPr="0082171A">
              <w:rPr>
                <w:color w:val="000000"/>
              </w:rPr>
              <w:t xml:space="preserve"> год"</w:t>
            </w:r>
          </w:p>
        </w:tc>
      </w:tr>
      <w:tr w:rsidR="00BA5F12" w:rsidRPr="0082171A">
        <w:trPr>
          <w:trHeight w:val="264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Pr="0082171A" w:rsidRDefault="00BA5F12" w:rsidP="001A2C06">
            <w:pPr>
              <w:jc w:val="center"/>
              <w:rPr>
                <w:color w:val="000000"/>
              </w:rPr>
            </w:pPr>
          </w:p>
        </w:tc>
        <w:tc>
          <w:tcPr>
            <w:tcW w:w="7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F12" w:rsidRPr="0082171A" w:rsidRDefault="00BA5F12" w:rsidP="001A2C06">
            <w:pPr>
              <w:jc w:val="right"/>
              <w:rPr>
                <w:color w:val="000000"/>
              </w:rPr>
            </w:pPr>
          </w:p>
        </w:tc>
      </w:tr>
      <w:tr w:rsidR="00BA5F12" w:rsidRPr="0082171A">
        <w:trPr>
          <w:trHeight w:val="264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Pr="0082171A" w:rsidRDefault="00BA5F12" w:rsidP="001A2C06">
            <w:pPr>
              <w:jc w:val="center"/>
              <w:rPr>
                <w:color w:val="000000"/>
              </w:rPr>
            </w:pPr>
          </w:p>
        </w:tc>
        <w:tc>
          <w:tcPr>
            <w:tcW w:w="62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</w:p>
        </w:tc>
      </w:tr>
      <w:tr w:rsidR="00BA5F12" w:rsidRPr="0082171A">
        <w:trPr>
          <w:trHeight w:val="264"/>
        </w:trPr>
        <w:tc>
          <w:tcPr>
            <w:tcW w:w="102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Pr="0082171A" w:rsidRDefault="00BA5F12" w:rsidP="001A2C06">
            <w:pPr>
              <w:jc w:val="center"/>
              <w:rPr>
                <w:b/>
                <w:bCs/>
                <w:color w:val="000000"/>
              </w:rPr>
            </w:pPr>
            <w:r w:rsidRPr="0082171A">
              <w:rPr>
                <w:b/>
                <w:bCs/>
                <w:color w:val="000000"/>
              </w:rPr>
              <w:t xml:space="preserve">ДОХОДЫ БЮДЖЕТА </w:t>
            </w:r>
            <w:r>
              <w:rPr>
                <w:b/>
                <w:bCs/>
                <w:color w:val="000000"/>
              </w:rPr>
              <w:t>ТРОИЦКОГО СЕЛЬСКОГО ПОСЕЛЕНИЯ</w:t>
            </w:r>
          </w:p>
        </w:tc>
      </w:tr>
      <w:tr w:rsidR="00BA5F12" w:rsidRPr="0082171A">
        <w:trPr>
          <w:trHeight w:val="264"/>
        </w:trPr>
        <w:tc>
          <w:tcPr>
            <w:tcW w:w="102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Pr="0082171A" w:rsidRDefault="00BA5F12" w:rsidP="001A2C06">
            <w:pPr>
              <w:jc w:val="center"/>
              <w:rPr>
                <w:b/>
                <w:bCs/>
                <w:color w:val="000000"/>
              </w:rPr>
            </w:pPr>
            <w:r w:rsidRPr="0082171A">
              <w:rPr>
                <w:b/>
                <w:bCs/>
                <w:color w:val="000000"/>
              </w:rPr>
              <w:t>ПО КОДАМ КЛАССИФИКАЦИИ ДОХОДОВ БЮДЖЕТОВ ЗА 20</w:t>
            </w:r>
            <w:r>
              <w:rPr>
                <w:b/>
                <w:bCs/>
                <w:color w:val="000000"/>
              </w:rPr>
              <w:t>12</w:t>
            </w:r>
            <w:r w:rsidRPr="0082171A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BA5F12" w:rsidRPr="0082171A">
        <w:trPr>
          <w:trHeight w:val="264"/>
        </w:trPr>
        <w:tc>
          <w:tcPr>
            <w:tcW w:w="28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Pr="0082171A" w:rsidRDefault="00BA5F12" w:rsidP="001A2C06">
            <w:pPr>
              <w:jc w:val="center"/>
              <w:rPr>
                <w:color w:val="000000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</w:p>
        </w:tc>
      </w:tr>
      <w:tr w:rsidR="00BA5F12" w:rsidRPr="0082171A">
        <w:trPr>
          <w:trHeight w:val="264"/>
        </w:trPr>
        <w:tc>
          <w:tcPr>
            <w:tcW w:w="2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5F12" w:rsidRPr="0082171A" w:rsidRDefault="00BA5F12" w:rsidP="001A2C06">
            <w:pPr>
              <w:jc w:val="center"/>
              <w:rPr>
                <w:color w:val="000000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5F12" w:rsidRPr="0082171A" w:rsidRDefault="00BA5F12" w:rsidP="001A2C06">
            <w:pPr>
              <w:jc w:val="right"/>
              <w:rPr>
                <w:color w:val="000000"/>
              </w:rPr>
            </w:pPr>
            <w:r w:rsidRPr="0082171A">
              <w:rPr>
                <w:color w:val="000000"/>
              </w:rPr>
              <w:t>(тыс. рублей)</w:t>
            </w:r>
          </w:p>
        </w:tc>
      </w:tr>
      <w:tr w:rsidR="00BA5F12" w:rsidRPr="0082171A">
        <w:trPr>
          <w:trHeight w:val="5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A5F12" w:rsidRPr="0082171A" w:rsidRDefault="00BA5F12" w:rsidP="001A2C06">
            <w:pPr>
              <w:jc w:val="center"/>
              <w:rPr>
                <w:color w:val="000000"/>
              </w:rPr>
            </w:pPr>
            <w:r w:rsidRPr="0082171A">
              <w:rPr>
                <w:color w:val="000000"/>
              </w:rPr>
              <w:t>Код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A5F12" w:rsidRPr="0082171A" w:rsidRDefault="00BA5F12" w:rsidP="001A2C06">
            <w:pPr>
              <w:jc w:val="center"/>
              <w:rPr>
                <w:color w:val="000000"/>
              </w:rPr>
            </w:pPr>
            <w:r w:rsidRPr="0082171A">
              <w:rPr>
                <w:color w:val="000000"/>
              </w:rPr>
              <w:t>Наименование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A5F12" w:rsidRPr="0082171A" w:rsidRDefault="00BA5F12" w:rsidP="001A2C06">
            <w:pPr>
              <w:jc w:val="center"/>
              <w:rPr>
                <w:color w:val="000000"/>
              </w:rPr>
            </w:pPr>
            <w:r w:rsidRPr="0082171A">
              <w:rPr>
                <w:color w:val="000000"/>
              </w:rPr>
              <w:t>Кассовое исполнение</w:t>
            </w:r>
          </w:p>
        </w:tc>
      </w:tr>
      <w:tr w:rsidR="00BA5F12" w:rsidRPr="00950BAC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3A24D4" w:rsidRDefault="00BA5F12" w:rsidP="001A2C06">
            <w:pPr>
              <w:rPr>
                <w:color w:val="000000"/>
              </w:rPr>
            </w:pPr>
            <w:r>
              <w:rPr>
                <w:color w:val="000000"/>
              </w:rPr>
              <w:t>ДОХОДЫ БЮДЖЕТА-ВСЕГО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Pr="00950BAC" w:rsidRDefault="00BA5F12" w:rsidP="001A2C06">
            <w:pPr>
              <w:jc w:val="right"/>
            </w:pPr>
            <w:r>
              <w:t>14339,3</w:t>
            </w:r>
          </w:p>
        </w:tc>
      </w:tr>
      <w:tr w:rsidR="00BA5F12" w:rsidRPr="0082171A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  <w:r w:rsidRPr="002E5945">
              <w:rPr>
                <w:color w:val="000000"/>
              </w:rPr>
              <w:t> 1 00 00000 00 0000 000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НАЛОГОВЫЕ И НЕНАЛОГОВЫЕ ДОХОДЫ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70EB6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3860,5</w:t>
            </w:r>
          </w:p>
          <w:p w:rsidR="00BA5F12" w:rsidRPr="0082171A" w:rsidRDefault="00BA5F12" w:rsidP="001A2C06">
            <w:pPr>
              <w:jc w:val="right"/>
              <w:rPr>
                <w:color w:val="000000"/>
              </w:rPr>
            </w:pPr>
          </w:p>
        </w:tc>
      </w:tr>
      <w:tr w:rsidR="00BA5F12" w:rsidRPr="00004206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  <w:r w:rsidRPr="002E5945">
              <w:rPr>
                <w:color w:val="000000"/>
              </w:rPr>
              <w:t> 1 01 00000 00 0000 000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НАЛОГИ НА ПРИБЫЛЬ, ДОХОДЫ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004206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1012,1</w:t>
            </w:r>
          </w:p>
        </w:tc>
      </w:tr>
      <w:tr w:rsidR="00BA5F12" w:rsidRPr="00004206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  <w:r w:rsidRPr="002E5945">
              <w:rPr>
                <w:color w:val="000000"/>
              </w:rPr>
              <w:t> 1 01 02000 01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Налог на доходы физических лиц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004206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1012,1</w:t>
            </w:r>
          </w:p>
        </w:tc>
      </w:tr>
      <w:tr w:rsidR="00BA5F12" w:rsidRPr="00004206">
        <w:trPr>
          <w:trHeight w:val="1056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  <w:r w:rsidRPr="002E5945">
              <w:rPr>
                <w:color w:val="000000"/>
              </w:rPr>
              <w:t> 1 01 02010 01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940,8</w:t>
            </w:r>
          </w:p>
          <w:p w:rsidR="00BA5F12" w:rsidRPr="00004206" w:rsidRDefault="00BA5F12" w:rsidP="001A2C06">
            <w:pPr>
              <w:jc w:val="right"/>
              <w:rPr>
                <w:color w:val="000000"/>
              </w:rPr>
            </w:pPr>
          </w:p>
        </w:tc>
      </w:tr>
      <w:tr w:rsidR="00BA5F12" w:rsidRPr="0082171A">
        <w:trPr>
          <w:trHeight w:val="792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  <w:r w:rsidRPr="002E5945">
              <w:rPr>
                <w:color w:val="000000"/>
              </w:rPr>
              <w:t> 1 01 02020 01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004206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  <w:p w:rsidR="00BA5F12" w:rsidRPr="0082171A" w:rsidRDefault="00BA5F12" w:rsidP="001A2C06">
            <w:pPr>
              <w:jc w:val="center"/>
              <w:rPr>
                <w:color w:val="000000"/>
              </w:rPr>
            </w:pPr>
          </w:p>
        </w:tc>
      </w:tr>
      <w:tr w:rsidR="00BA5F12">
        <w:trPr>
          <w:trHeight w:val="1320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182 1 01 02030 01 0000 110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70,6</w:t>
            </w:r>
          </w:p>
        </w:tc>
      </w:tr>
      <w:tr w:rsidR="00BA5F12" w:rsidRPr="00004206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  <w:r w:rsidRPr="002E5945">
              <w:rPr>
                <w:color w:val="000000"/>
              </w:rPr>
              <w:t> 1 05 00000 00 0000 000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НАЛОГИ НА СОВОКУПНЫЙ ДОХОД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004206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452,7</w:t>
            </w:r>
          </w:p>
        </w:tc>
      </w:tr>
      <w:tr w:rsidR="00BA5F12" w:rsidRPr="00004206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  <w:r w:rsidRPr="002E5945">
              <w:rPr>
                <w:color w:val="000000"/>
              </w:rPr>
              <w:t> 1 05 01000 00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Налог, взимаемый в связи с применением упрощенной системы налогообложения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004206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433,9</w:t>
            </w:r>
          </w:p>
        </w:tc>
      </w:tr>
      <w:tr w:rsidR="00BA5F12" w:rsidRPr="00004206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  <w:r w:rsidRPr="002E5945">
              <w:rPr>
                <w:color w:val="000000"/>
              </w:rPr>
              <w:t> 1 05 01010 01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004206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428,4</w:t>
            </w:r>
          </w:p>
        </w:tc>
      </w:tr>
      <w:tr w:rsidR="00BA5F12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182 1 05 01011 01 0000 110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428,1</w:t>
            </w:r>
          </w:p>
        </w:tc>
      </w:tr>
      <w:tr w:rsidR="00BA5F12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182 1 05 01012 01 0000 110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rPr>
                <w:color w:val="000000"/>
              </w:rPr>
            </w:pPr>
            <w:r>
              <w:rPr>
                <w:color w:val="000000"/>
              </w:rPr>
              <w:t>Налог, взимаемый с налогоплательщиков, выбравших в качестве объекта налогообложения доходы ( за налоговые периоды, истекшие до 1 января 2011 года)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BA5F12" w:rsidRPr="00220390">
        <w:trPr>
          <w:trHeight w:val="792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  <w:r w:rsidRPr="002E5945">
              <w:rPr>
                <w:color w:val="000000"/>
              </w:rPr>
              <w:t> 1 05 01020 01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</w:t>
            </w:r>
          </w:p>
        </w:tc>
      </w:tr>
      <w:tr w:rsidR="00BA5F12">
        <w:trPr>
          <w:trHeight w:val="792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182 1 05 01021 01 0000 110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</w:t>
            </w:r>
          </w:p>
        </w:tc>
      </w:tr>
      <w:tr w:rsidR="00BA5F12">
        <w:trPr>
          <w:trHeight w:val="792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182 1 05 01022 01 0000 110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rPr>
                <w:color w:val="000000"/>
              </w:rPr>
            </w:pPr>
            <w:r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BA5F12" w:rsidRDefault="00BA5F12" w:rsidP="001A2C06">
            <w:pPr>
              <w:jc w:val="right"/>
              <w:rPr>
                <w:color w:val="000000"/>
              </w:rPr>
            </w:pPr>
          </w:p>
        </w:tc>
      </w:tr>
      <w:tr w:rsidR="00BA5F12" w:rsidRPr="0082171A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  <w:r w:rsidRPr="002E5945">
              <w:rPr>
                <w:color w:val="000000"/>
              </w:rPr>
              <w:t> 1 05 03000 01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Единый сельскохозяйственный налог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F20CCD" w:rsidRDefault="00BA5F12" w:rsidP="001A2C06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18,9</w:t>
            </w:r>
          </w:p>
          <w:p w:rsidR="00BA5F12" w:rsidRPr="0082171A" w:rsidRDefault="00BA5F12" w:rsidP="001A2C06">
            <w:pPr>
              <w:jc w:val="right"/>
              <w:rPr>
                <w:color w:val="000000"/>
              </w:rPr>
            </w:pPr>
          </w:p>
        </w:tc>
      </w:tr>
      <w:tr w:rsidR="00BA5F12" w:rsidRPr="0082171A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182 1 05 03010 01 0000 110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EA4449">
            <w:pPr>
              <w:rPr>
                <w:color w:val="000000"/>
              </w:rPr>
            </w:pPr>
            <w:r w:rsidRPr="0082171A">
              <w:rPr>
                <w:color w:val="000000"/>
              </w:rPr>
              <w:t> Единый сельскохозяйственный налог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18,9</w:t>
            </w:r>
          </w:p>
        </w:tc>
      </w:tr>
      <w:tr w:rsidR="00BA5F12" w:rsidRPr="0082171A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EA44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182 1 05 03020 01 0000 110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EA4449">
            <w:pPr>
              <w:rPr>
                <w:color w:val="000000"/>
              </w:rPr>
            </w:pPr>
            <w:r w:rsidRPr="0082171A">
              <w:rPr>
                <w:color w:val="000000"/>
              </w:rPr>
              <w:t> Единый сельскохозяйственный налог</w:t>
            </w:r>
            <w:r>
              <w:rPr>
                <w:color w:val="000000"/>
              </w:rPr>
              <w:t xml:space="preserve"> (за налоговые периоды, истекшие до 1 января 2011 года)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A5F12" w:rsidRPr="00220390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  <w:r w:rsidRPr="002E5945">
              <w:rPr>
                <w:color w:val="000000"/>
              </w:rPr>
              <w:t> 1 06 00000 00 0000 000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НАЛОГИ НА ИМУЩЕСТВО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1603,2</w:t>
            </w:r>
          </w:p>
        </w:tc>
      </w:tr>
      <w:tr w:rsidR="00BA5F12" w:rsidRPr="00220390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  <w:r w:rsidRPr="002E5945">
              <w:rPr>
                <w:color w:val="000000"/>
              </w:rPr>
              <w:t> 1 06 01000 00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66B13" w:rsidRDefault="00BA5F12" w:rsidP="001A2C06">
            <w:pPr>
              <w:rPr>
                <w:color w:val="000000"/>
              </w:rPr>
            </w:pPr>
            <w:r w:rsidRPr="00266B13">
              <w:t>Налог на имущество физических лиц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193,8</w:t>
            </w:r>
          </w:p>
        </w:tc>
      </w:tr>
      <w:tr w:rsidR="00BA5F12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  <w:r>
              <w:t xml:space="preserve"> </w:t>
            </w:r>
            <w:r w:rsidRPr="002E5945">
              <w:t>1 06 01030 10 0000 110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66B13" w:rsidRDefault="00BA5F12" w:rsidP="001A2C06">
            <w:r w:rsidRPr="00266B13"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193,8</w:t>
            </w:r>
          </w:p>
          <w:p w:rsidR="00BA5F12" w:rsidRDefault="00BA5F12" w:rsidP="001A2C06">
            <w:pPr>
              <w:jc w:val="right"/>
              <w:rPr>
                <w:color w:val="000000"/>
              </w:rPr>
            </w:pPr>
          </w:p>
        </w:tc>
      </w:tr>
      <w:tr w:rsidR="00BA5F12" w:rsidRPr="00220390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182 </w:t>
            </w:r>
            <w:r w:rsidRPr="002E5945">
              <w:t>1 06 06000 00 0000 110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AB176C" w:rsidRDefault="00BA5F12" w:rsidP="001A2C06">
            <w:pPr>
              <w:rPr>
                <w:color w:val="000000"/>
              </w:rPr>
            </w:pPr>
            <w:r w:rsidRPr="00AB176C">
              <w:t>Земельный налог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1409,4</w:t>
            </w:r>
          </w:p>
        </w:tc>
      </w:tr>
      <w:tr w:rsidR="00BA5F12" w:rsidRPr="00220390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  <w:r>
              <w:t xml:space="preserve"> </w:t>
            </w:r>
            <w:r w:rsidRPr="002E5945">
              <w:t>1 06 06010 00 0000 110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AB176C" w:rsidRDefault="00BA5F12" w:rsidP="001A2C06">
            <w:pPr>
              <w:rPr>
                <w:color w:val="000000"/>
              </w:rPr>
            </w:pPr>
            <w:r w:rsidRPr="00AB176C"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1299,7</w:t>
            </w:r>
          </w:p>
        </w:tc>
      </w:tr>
      <w:tr w:rsidR="00BA5F12" w:rsidRPr="00C80D6E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  <w:r>
              <w:t xml:space="preserve"> </w:t>
            </w:r>
            <w:r w:rsidRPr="002E5945">
              <w:t>1 06 06013 10 0000 110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AB176C" w:rsidRDefault="00BA5F12" w:rsidP="001A2C06">
            <w:pPr>
              <w:rPr>
                <w:color w:val="000000"/>
              </w:rPr>
            </w:pPr>
            <w:r w:rsidRPr="00AB176C"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C80D6E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1299,7</w:t>
            </w:r>
          </w:p>
        </w:tc>
      </w:tr>
      <w:tr w:rsidR="00BA5F12" w:rsidRPr="00220390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Pr="002E5945" w:rsidRDefault="00BA5F12" w:rsidP="001A2C06">
            <w:pPr>
              <w:jc w:val="center"/>
            </w:pPr>
            <w:r>
              <w:rPr>
                <w:color w:val="000000"/>
              </w:rPr>
              <w:t>182</w:t>
            </w:r>
            <w:r>
              <w:t xml:space="preserve"> </w:t>
            </w:r>
            <w:r w:rsidRPr="002E5945">
              <w:t>1 06 06020 00 0000 110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AB176C" w:rsidRDefault="00BA5F12" w:rsidP="001A2C06">
            <w:pPr>
              <w:rPr>
                <w:color w:val="000000"/>
              </w:rPr>
            </w:pPr>
            <w:r w:rsidRPr="00AB176C"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109,7</w:t>
            </w:r>
          </w:p>
        </w:tc>
      </w:tr>
      <w:tr w:rsidR="00BA5F12" w:rsidRPr="00220390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  <w:r>
              <w:t xml:space="preserve"> </w:t>
            </w:r>
            <w:r w:rsidRPr="002E5945">
              <w:t>1 06 06023 10 0000 110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AB176C" w:rsidRDefault="00BA5F12" w:rsidP="001A2C06">
            <w:pPr>
              <w:rPr>
                <w:color w:val="000000"/>
              </w:rPr>
            </w:pPr>
            <w:r w:rsidRPr="00AB176C"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109,7</w:t>
            </w:r>
          </w:p>
        </w:tc>
      </w:tr>
      <w:tr w:rsidR="00BA5F12" w:rsidRPr="00220390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  <w:r w:rsidRPr="002E5945">
              <w:rPr>
                <w:color w:val="000000"/>
              </w:rPr>
              <w:t>1 08 00000 00 0000 000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ГОСУДАРСТВЕННАЯ ПОШЛИНА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45,3</w:t>
            </w:r>
          </w:p>
        </w:tc>
      </w:tr>
      <w:tr w:rsidR="00BA5F12" w:rsidRPr="00220390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  <w:r w:rsidRPr="002E5945">
              <w:rPr>
                <w:color w:val="000000"/>
              </w:rPr>
              <w:t> 1 08 04000 01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AB176C" w:rsidRDefault="00BA5F12" w:rsidP="001A2C06">
            <w:pPr>
              <w:rPr>
                <w:color w:val="000000"/>
              </w:rPr>
            </w:pPr>
            <w:r w:rsidRPr="0082171A">
              <w:rPr>
                <w:color w:val="000000"/>
              </w:rPr>
              <w:t> </w:t>
            </w:r>
            <w:r w:rsidRPr="00AB176C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45,3</w:t>
            </w:r>
          </w:p>
        </w:tc>
      </w:tr>
      <w:tr w:rsidR="00BA5F12" w:rsidRPr="00220390">
        <w:trPr>
          <w:trHeight w:val="792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  <w:r w:rsidRPr="002E5945">
              <w:rPr>
                <w:color w:val="000000"/>
              </w:rPr>
              <w:t> 1 08 04020 01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AB176C" w:rsidRDefault="00BA5F12" w:rsidP="001A2C06">
            <w:pPr>
              <w:rPr>
                <w:color w:val="000000"/>
              </w:rPr>
            </w:pPr>
            <w:r w:rsidRPr="0082171A">
              <w:rPr>
                <w:color w:val="000000"/>
              </w:rPr>
              <w:t> </w:t>
            </w:r>
            <w:r w:rsidRPr="00AB176C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45,3</w:t>
            </w:r>
          </w:p>
        </w:tc>
      </w:tr>
      <w:tr w:rsidR="00BA5F12">
        <w:trPr>
          <w:trHeight w:val="792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951 1 09 00000 00 0000 000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>
              <w:rPr>
                <w:color w:val="00000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BA5F12">
        <w:trPr>
          <w:trHeight w:val="792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951 1 09 04000 00 0000 110 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>
              <w:rPr>
                <w:color w:val="000000"/>
              </w:rPr>
              <w:t>Налоги на имущество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BA5F12">
        <w:trPr>
          <w:trHeight w:val="792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951 1 09 04050 00 0000 110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>
              <w:rPr>
                <w:color w:val="000000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BA5F12">
        <w:trPr>
          <w:trHeight w:val="792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951 1 09 04053 10 0000 110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>
              <w:rPr>
                <w:color w:val="000000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BA5F12" w:rsidRPr="00220390">
        <w:trPr>
          <w:trHeight w:val="792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  <w:r w:rsidRPr="002E5945">
              <w:rPr>
                <w:color w:val="000000"/>
              </w:rPr>
              <w:t> 1 11 00000 00 0000 000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325628" w:rsidRDefault="00BA5F12" w:rsidP="001A2C06">
            <w:pPr>
              <w:rPr>
                <w:color w:val="000000"/>
              </w:rPr>
            </w:pPr>
            <w:r w:rsidRPr="0082171A">
              <w:rPr>
                <w:color w:val="000000"/>
              </w:rPr>
              <w:t> </w:t>
            </w:r>
          </w:p>
          <w:p w:rsidR="00BA5F12" w:rsidRPr="00325628" w:rsidRDefault="00BA5F12" w:rsidP="001A2C06">
            <w:pPr>
              <w:rPr>
                <w:color w:val="000000"/>
              </w:rPr>
            </w:pPr>
          </w:p>
          <w:p w:rsidR="00BA5F12" w:rsidRPr="0082171A" w:rsidRDefault="00BA5F12" w:rsidP="001A2C06">
            <w:pPr>
              <w:rPr>
                <w:color w:val="000000"/>
              </w:rPr>
            </w:pPr>
            <w:r w:rsidRPr="0082171A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407,2</w:t>
            </w:r>
          </w:p>
        </w:tc>
      </w:tr>
      <w:tr w:rsidR="00BA5F12" w:rsidRPr="00220390">
        <w:trPr>
          <w:trHeight w:val="792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EA44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  <w:r w:rsidRPr="002E5945">
              <w:rPr>
                <w:color w:val="000000"/>
              </w:rPr>
              <w:t> 1 11 0</w:t>
            </w:r>
            <w:r>
              <w:rPr>
                <w:color w:val="000000"/>
              </w:rPr>
              <w:t>1</w:t>
            </w:r>
            <w:r w:rsidRPr="002E5945">
              <w:rPr>
                <w:color w:val="000000"/>
              </w:rPr>
              <w:t>000 00 0000 000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>
              <w:rPr>
                <w:color w:val="000000"/>
              </w:rPr>
              <w:t>Доходы в виде прибыли, приходящейся на доли в уставных (складочных) 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</w:tr>
      <w:tr w:rsidR="00BA5F12" w:rsidRPr="00220390">
        <w:trPr>
          <w:trHeight w:val="792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EA44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  <w:r w:rsidRPr="002E5945">
              <w:rPr>
                <w:color w:val="000000"/>
              </w:rPr>
              <w:t> 1 11 0</w:t>
            </w:r>
            <w:r>
              <w:rPr>
                <w:color w:val="000000"/>
              </w:rPr>
              <w:t>1</w:t>
            </w:r>
            <w:r w:rsidRPr="002E5945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  <w:r w:rsidRPr="002E5945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1</w:t>
            </w:r>
            <w:r w:rsidRPr="002E5945">
              <w:rPr>
                <w:color w:val="000000"/>
              </w:rPr>
              <w:t>0 0000 000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EA4449">
            <w:pPr>
              <w:rPr>
                <w:color w:val="000000"/>
              </w:rPr>
            </w:pPr>
            <w:r>
              <w:rPr>
                <w:color w:val="000000"/>
              </w:rPr>
              <w:t>Доходы в виде прибыли, приходящейся на доли в уставных (складочных)  капиталах хозяйственных товариществ и обществ, или дивидендов по акциям принадлежащим поселениям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</w:tr>
      <w:tr w:rsidR="00BA5F12" w:rsidRPr="00220390">
        <w:trPr>
          <w:trHeight w:val="1320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  <w:r w:rsidRPr="002E5945">
              <w:rPr>
                <w:color w:val="000000"/>
              </w:rPr>
              <w:t> 1 11 05000 00 0000 120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406,4</w:t>
            </w:r>
          </w:p>
        </w:tc>
      </w:tr>
      <w:tr w:rsidR="00BA5F12" w:rsidRPr="00220390">
        <w:trPr>
          <w:trHeight w:val="1056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  <w:r w:rsidRPr="002E5945">
              <w:rPr>
                <w:color w:val="000000"/>
              </w:rPr>
              <w:t> 1 11 05010 00 0000 120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347,8</w:t>
            </w:r>
          </w:p>
        </w:tc>
      </w:tr>
      <w:tr w:rsidR="00BA5F12" w:rsidRPr="00220390">
        <w:trPr>
          <w:trHeight w:val="1056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  <w:r w:rsidRPr="002E5945">
              <w:rPr>
                <w:color w:val="000000"/>
              </w:rPr>
              <w:t> 1 11 0501</w:t>
            </w:r>
            <w:r>
              <w:rPr>
                <w:color w:val="000000"/>
              </w:rPr>
              <w:t>3</w:t>
            </w:r>
            <w:r w:rsidRPr="002E5945">
              <w:rPr>
                <w:color w:val="000000"/>
              </w:rPr>
              <w:t xml:space="preserve"> 10 0000 120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347,8</w:t>
            </w:r>
          </w:p>
        </w:tc>
      </w:tr>
      <w:tr w:rsidR="00BA5F12" w:rsidRPr="00220390">
        <w:trPr>
          <w:trHeight w:val="1320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  <w:r w:rsidRPr="002E5945">
              <w:rPr>
                <w:color w:val="000000"/>
              </w:rPr>
              <w:t> 1 11 05030 00 0000 120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58,6</w:t>
            </w:r>
          </w:p>
        </w:tc>
      </w:tr>
      <w:tr w:rsidR="00BA5F12" w:rsidRPr="00220390">
        <w:trPr>
          <w:trHeight w:val="1056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  <w:r w:rsidRPr="002E5945">
              <w:rPr>
                <w:color w:val="000000"/>
              </w:rPr>
              <w:t> 1 11 05035 10 0000 120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1F7E9F" w:rsidRDefault="00BA5F12" w:rsidP="001A2C06">
            <w:pPr>
              <w:rPr>
                <w:color w:val="000000"/>
              </w:rPr>
            </w:pPr>
            <w:r w:rsidRPr="0082171A">
              <w:rPr>
                <w:color w:val="000000"/>
              </w:rPr>
              <w:t> </w:t>
            </w:r>
            <w:r w:rsidRPr="001F7E9F"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58,6</w:t>
            </w:r>
          </w:p>
        </w:tc>
      </w:tr>
      <w:tr w:rsidR="00BA5F12" w:rsidRPr="00220390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  <w:r w:rsidRPr="002E5945">
              <w:rPr>
                <w:color w:val="000000"/>
              </w:rPr>
              <w:t> 1 14 00000 00 0000 000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ДОХОДЫ ОТ ПРОДАЖИ МАТЕРИАЛЬНЫХ И НЕМАТЕРИАЛЬНЫХ АКТИВОВ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330,0</w:t>
            </w:r>
          </w:p>
        </w:tc>
      </w:tr>
      <w:tr w:rsidR="00BA5F12" w:rsidRPr="00220390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EA44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  <w:r w:rsidRPr="002E5945">
              <w:rPr>
                <w:color w:val="000000"/>
              </w:rPr>
              <w:t> 1 14 0</w:t>
            </w:r>
            <w:r>
              <w:rPr>
                <w:color w:val="000000"/>
              </w:rPr>
              <w:t>2</w:t>
            </w:r>
            <w:r w:rsidRPr="002E5945">
              <w:rPr>
                <w:color w:val="000000"/>
              </w:rPr>
              <w:t>000 00 0000 000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>
              <w:rPr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 , в том числе казенных)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167,3</w:t>
            </w:r>
          </w:p>
        </w:tc>
      </w:tr>
      <w:tr w:rsidR="00BA5F12" w:rsidRPr="00220390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EA44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  <w:r w:rsidRPr="002E5945">
              <w:rPr>
                <w:color w:val="000000"/>
              </w:rPr>
              <w:t> 1 14 0</w:t>
            </w:r>
            <w:r>
              <w:rPr>
                <w:color w:val="000000"/>
              </w:rPr>
              <w:t>2</w:t>
            </w:r>
            <w:r w:rsidRPr="002E5945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  <w:r w:rsidRPr="002E5945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1</w:t>
            </w:r>
            <w:r w:rsidRPr="002E5945">
              <w:rPr>
                <w:color w:val="000000"/>
              </w:rPr>
              <w:t xml:space="preserve">0 0000 </w:t>
            </w:r>
            <w:r>
              <w:rPr>
                <w:color w:val="000000"/>
              </w:rPr>
              <w:t>410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>
              <w:rPr>
                <w:color w:val="000000"/>
              </w:rPr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 ,в том числе казенных), в части реализации основных средств по указанному имуществу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167,3</w:t>
            </w:r>
          </w:p>
        </w:tc>
      </w:tr>
      <w:tr w:rsidR="00BA5F12" w:rsidRPr="00220390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EA44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  <w:r w:rsidRPr="002E5945">
              <w:rPr>
                <w:color w:val="000000"/>
              </w:rPr>
              <w:t> 1 14 0</w:t>
            </w:r>
            <w:r>
              <w:rPr>
                <w:color w:val="000000"/>
              </w:rPr>
              <w:t>2</w:t>
            </w:r>
            <w:r w:rsidRPr="002E5945">
              <w:rPr>
                <w:color w:val="000000"/>
              </w:rPr>
              <w:t>0</w:t>
            </w:r>
            <w:r>
              <w:rPr>
                <w:color w:val="000000"/>
              </w:rPr>
              <w:t>53</w:t>
            </w:r>
            <w:r w:rsidRPr="002E594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  <w:r w:rsidRPr="002E5945">
              <w:rPr>
                <w:color w:val="000000"/>
              </w:rPr>
              <w:t xml:space="preserve">0 0000 </w:t>
            </w:r>
            <w:r>
              <w:rPr>
                <w:color w:val="000000"/>
              </w:rPr>
              <w:t>410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>
              <w:rPr>
                <w:color w:val="000000"/>
              </w:rPr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 ,в том числе казенных), в части реализации основных средств по указанному имуществу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167,3</w:t>
            </w:r>
          </w:p>
        </w:tc>
      </w:tr>
      <w:tr w:rsidR="00BA5F12" w:rsidRPr="00A01206">
        <w:trPr>
          <w:trHeight w:val="792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  <w:r w:rsidRPr="002E5945">
              <w:rPr>
                <w:color w:val="000000"/>
              </w:rPr>
              <w:t> 1 14 06000 00 0000 430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A01206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162,7</w:t>
            </w:r>
          </w:p>
        </w:tc>
      </w:tr>
      <w:tr w:rsidR="00BA5F12" w:rsidRPr="00A01206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  <w:r w:rsidRPr="002E5945">
              <w:rPr>
                <w:color w:val="000000"/>
              </w:rPr>
              <w:t> 1 14 06010 00 0000 430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A01206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162,7</w:t>
            </w:r>
          </w:p>
        </w:tc>
      </w:tr>
      <w:tr w:rsidR="00BA5F12" w:rsidRPr="00A01206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  <w:r w:rsidRPr="002E5945">
              <w:rPr>
                <w:color w:val="000000"/>
              </w:rPr>
              <w:t> 1 14 0601</w:t>
            </w:r>
            <w:r>
              <w:rPr>
                <w:color w:val="000000"/>
              </w:rPr>
              <w:t>3</w:t>
            </w:r>
            <w:r w:rsidRPr="002E594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  <w:r w:rsidRPr="002E5945">
              <w:rPr>
                <w:color w:val="000000"/>
              </w:rPr>
              <w:t>0 0000 430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>
              <w:rPr>
                <w:color w:val="000000"/>
              </w:rPr>
              <w:t>Доходы от продажи земельных участков. государственная собственность на которые не разграничена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162,7</w:t>
            </w:r>
          </w:p>
        </w:tc>
      </w:tr>
      <w:tr w:rsidR="00BA5F12" w:rsidRPr="00A01206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951 1 16 00000 00 0000 000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rPr>
                <w:color w:val="000000"/>
              </w:rPr>
            </w:pPr>
            <w:r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BA5F12" w:rsidRPr="00A01206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951 1 16 33000 00 0000 140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оказания услуг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BA5F12" w:rsidRPr="00A01206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951 1 16 33050 10 0000 140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оказания услуг для нужд поселений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BA5F12" w:rsidRPr="00AF63B5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  <w:r w:rsidRPr="002E5945">
              <w:rPr>
                <w:color w:val="000000"/>
              </w:rPr>
              <w:t> 2 00 00000 00 0000 000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БЕЗВОЗМЕЗДНЫЕ ПОСТУПЛЕНИЯ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AF63B5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10478,8</w:t>
            </w:r>
          </w:p>
        </w:tc>
      </w:tr>
      <w:tr w:rsidR="00BA5F12" w:rsidRPr="00AF63B5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  <w:r w:rsidRPr="002E5945">
              <w:rPr>
                <w:color w:val="000000"/>
              </w:rPr>
              <w:t> 2 02 00000 00 0000 000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Безвозмездные поступления от других бюджетов бюджетной системы Российской Федерации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AF63B5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10478,8</w:t>
            </w:r>
          </w:p>
        </w:tc>
      </w:tr>
      <w:tr w:rsidR="00BA5F12" w:rsidRPr="00AF63B5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  <w:r w:rsidRPr="002E5945">
              <w:rPr>
                <w:color w:val="000000"/>
              </w:rPr>
              <w:t> 2 02 01000 00 0000 151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Дотации бюджетам субъектов Российской Федерации и муниципальных образований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AF63B5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5367,4</w:t>
            </w:r>
          </w:p>
        </w:tc>
      </w:tr>
      <w:tr w:rsidR="00BA5F12" w:rsidRPr="00AF63B5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  <w:r w:rsidRPr="002E5945">
              <w:rPr>
                <w:color w:val="000000"/>
              </w:rPr>
              <w:t> 2 02 01001 00 0000 151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Дотации на выравнивание бюджетной обеспеченности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AF63B5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5367,4</w:t>
            </w:r>
          </w:p>
        </w:tc>
      </w:tr>
      <w:tr w:rsidR="00BA5F12" w:rsidRPr="00AF63B5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  <w:r w:rsidRPr="002E5945">
              <w:rPr>
                <w:color w:val="000000"/>
              </w:rPr>
              <w:t> 2 02 01001 10 0000 151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33690B" w:rsidRDefault="00BA5F12" w:rsidP="001A2C06">
            <w:pPr>
              <w:rPr>
                <w:color w:val="000000"/>
              </w:rPr>
            </w:pPr>
            <w:r w:rsidRPr="0033690B">
              <w:rPr>
                <w:color w:val="000000"/>
              </w:rPr>
              <w:t> </w:t>
            </w:r>
            <w:r w:rsidRPr="0033690B">
              <w:t>Дотации бюджетам поселений на выравнивание бюджетной обеспеченности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AF63B5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5367,4</w:t>
            </w:r>
          </w:p>
        </w:tc>
      </w:tr>
      <w:tr w:rsidR="00BA5F12" w:rsidRPr="00AF63B5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  <w:r w:rsidRPr="002E5945">
              <w:rPr>
                <w:color w:val="000000"/>
              </w:rPr>
              <w:t> 2 02 03000 00 0000 151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 w:rsidRPr="0082171A">
              <w:rPr>
                <w:color w:val="000000"/>
              </w:rPr>
              <w:t> Субвенции бюджетам субъектов Российской Федерации и муниципальных образований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AF63B5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139,5</w:t>
            </w:r>
          </w:p>
        </w:tc>
      </w:tr>
      <w:tr w:rsidR="00BA5F12" w:rsidRPr="00AF63B5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  <w:r w:rsidRPr="002E5945">
              <w:rPr>
                <w:color w:val="000000"/>
              </w:rPr>
              <w:t> 2 02 030</w:t>
            </w:r>
            <w:r>
              <w:rPr>
                <w:color w:val="000000"/>
              </w:rPr>
              <w:t>15</w:t>
            </w:r>
            <w:r w:rsidRPr="002E5945">
              <w:rPr>
                <w:color w:val="000000"/>
              </w:rPr>
              <w:t xml:space="preserve"> 00 0000 151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 Субвенции бюджетам субъектов Российской Федерации и муниципальных образований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139,5</w:t>
            </w:r>
          </w:p>
        </w:tc>
      </w:tr>
      <w:tr w:rsidR="00BA5F12" w:rsidRPr="00AF63B5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  <w:r w:rsidRPr="002E5945">
              <w:rPr>
                <w:color w:val="000000"/>
              </w:rPr>
              <w:t> 2 02 03015 10 0000 151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620774" w:rsidRDefault="00BA5F12" w:rsidP="001A2C06">
            <w:pPr>
              <w:rPr>
                <w:color w:val="000000"/>
              </w:rPr>
            </w:pPr>
            <w:r w:rsidRPr="00620774">
              <w:rPr>
                <w:color w:val="000000"/>
              </w:rPr>
              <w:t> </w:t>
            </w:r>
            <w:r w:rsidRPr="00620774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AF63B5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139,5</w:t>
            </w:r>
          </w:p>
        </w:tc>
      </w:tr>
      <w:tr w:rsidR="00BA5F12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D319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2E5945">
              <w:rPr>
                <w:color w:val="000000"/>
              </w:rPr>
              <w:t>2 02 03</w:t>
            </w:r>
            <w:r>
              <w:rPr>
                <w:color w:val="000000"/>
                <w:lang w:val="en-US"/>
              </w:rPr>
              <w:t>024</w:t>
            </w:r>
            <w:r w:rsidRPr="002E5945">
              <w:rPr>
                <w:color w:val="000000"/>
              </w:rPr>
              <w:t xml:space="preserve"> 00 0000 151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620774" w:rsidRDefault="00BA5F12" w:rsidP="001A2C06">
            <w:pPr>
              <w:rPr>
                <w:color w:val="000000"/>
              </w:rPr>
            </w:pPr>
            <w:r>
              <w:rPr>
                <w:color w:val="000000"/>
              </w:rPr>
              <w:t>Прочие субвенции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D3192D" w:rsidRDefault="00BA5F12" w:rsidP="001A2C06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0.2</w:t>
            </w:r>
          </w:p>
        </w:tc>
      </w:tr>
      <w:tr w:rsidR="00BA5F12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D319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2E5945">
              <w:rPr>
                <w:color w:val="000000"/>
              </w:rPr>
              <w:t>2 02 03</w:t>
            </w:r>
            <w:r>
              <w:rPr>
                <w:color w:val="000000"/>
                <w:lang w:val="en-US"/>
              </w:rPr>
              <w:t>024</w:t>
            </w:r>
            <w:r w:rsidRPr="002E5945">
              <w:rPr>
                <w:color w:val="000000"/>
              </w:rPr>
              <w:t xml:space="preserve"> 10 0000 151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rPr>
                <w:color w:val="000000"/>
              </w:rPr>
            </w:pPr>
            <w:r>
              <w:rPr>
                <w:color w:val="000000"/>
              </w:rPr>
              <w:t>Прочие субвенции бюджетам поселений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D3192D" w:rsidRDefault="00BA5F12" w:rsidP="001A2C06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0.2</w:t>
            </w:r>
          </w:p>
        </w:tc>
      </w:tr>
      <w:tr w:rsidR="00BA5F12" w:rsidRPr="00AF63B5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</w:t>
            </w:r>
            <w:r w:rsidRPr="002E5945">
              <w:rPr>
                <w:color w:val="000000"/>
              </w:rPr>
              <w:t> 2 02 04000 00 0000 151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Иные межбюджетные трансферты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AF63B5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4971,9</w:t>
            </w:r>
          </w:p>
        </w:tc>
      </w:tr>
      <w:tr w:rsidR="00BA5F12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951 2 02 04014 00 0000 151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  <w:p w:rsidR="00BA5F12" w:rsidRDefault="00BA5F12" w:rsidP="001A2C06">
            <w:pPr>
              <w:jc w:val="right"/>
              <w:rPr>
                <w:color w:val="000000"/>
              </w:rPr>
            </w:pPr>
          </w:p>
        </w:tc>
      </w:tr>
      <w:tr w:rsidR="00BA5F12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951 2 02 04014 10 0000 151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1A2C06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1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</w:tr>
      <w:tr w:rsidR="00BA5F12" w:rsidRPr="00950B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847" w:type="dxa"/>
            <w:gridSpan w:val="2"/>
          </w:tcPr>
          <w:p w:rsidR="00BA5F12" w:rsidRPr="002E5945" w:rsidRDefault="00BA5F12" w:rsidP="001A2C06">
            <w:pPr>
              <w:jc w:val="both"/>
              <w:rPr>
                <w:lang w:val="en-US"/>
              </w:rPr>
            </w:pPr>
            <w:r>
              <w:t xml:space="preserve">   </w:t>
            </w:r>
            <w:r>
              <w:rPr>
                <w:color w:val="000000"/>
              </w:rPr>
              <w:t>951</w:t>
            </w:r>
            <w:r w:rsidRPr="002E5945">
              <w:t xml:space="preserve"> 2 02 04999 00 0000 151     </w:t>
            </w:r>
          </w:p>
        </w:tc>
        <w:tc>
          <w:tcPr>
            <w:tcW w:w="5868" w:type="dxa"/>
          </w:tcPr>
          <w:p w:rsidR="00BA5F12" w:rsidRPr="00950BAC" w:rsidRDefault="00BA5F12" w:rsidP="001A2C06">
            <w:pPr>
              <w:jc w:val="both"/>
            </w:pPr>
            <w:r w:rsidRPr="0098434C">
              <w:t>Прочие межбюджетные трансферты, передаваемые бюджетам</w:t>
            </w:r>
          </w:p>
        </w:tc>
        <w:tc>
          <w:tcPr>
            <w:tcW w:w="1505" w:type="dxa"/>
          </w:tcPr>
          <w:p w:rsidR="00BA5F12" w:rsidRPr="00950BAC" w:rsidRDefault="00BA5F12" w:rsidP="001A2C06">
            <w:pPr>
              <w:jc w:val="right"/>
            </w:pPr>
            <w:r>
              <w:t>4571,9</w:t>
            </w:r>
          </w:p>
        </w:tc>
      </w:tr>
      <w:tr w:rsidR="00BA5F12" w:rsidRPr="00950B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5"/>
        </w:trPr>
        <w:tc>
          <w:tcPr>
            <w:tcW w:w="2847" w:type="dxa"/>
            <w:gridSpan w:val="2"/>
          </w:tcPr>
          <w:p w:rsidR="00BA5F12" w:rsidRPr="002E5945" w:rsidRDefault="00BA5F12" w:rsidP="001A2C06">
            <w:pPr>
              <w:jc w:val="both"/>
              <w:rPr>
                <w:lang w:val="en-US"/>
              </w:rPr>
            </w:pPr>
            <w:r>
              <w:t xml:space="preserve">   </w:t>
            </w:r>
            <w:r>
              <w:rPr>
                <w:color w:val="000000"/>
              </w:rPr>
              <w:t>951</w:t>
            </w:r>
            <w:r>
              <w:t xml:space="preserve"> 2</w:t>
            </w:r>
            <w:r w:rsidRPr="002E5945">
              <w:t xml:space="preserve">02 04999 10 0000 151      </w:t>
            </w:r>
          </w:p>
        </w:tc>
        <w:tc>
          <w:tcPr>
            <w:tcW w:w="5868" w:type="dxa"/>
          </w:tcPr>
          <w:p w:rsidR="00BA5F12" w:rsidRPr="00950BAC" w:rsidRDefault="00BA5F12" w:rsidP="001A2C06">
            <w:pPr>
              <w:jc w:val="both"/>
            </w:pPr>
            <w:r>
              <w:t>Прочие межбюджетные трансферты, передаваемые бюджетам поселений</w:t>
            </w:r>
          </w:p>
        </w:tc>
        <w:tc>
          <w:tcPr>
            <w:tcW w:w="1505" w:type="dxa"/>
          </w:tcPr>
          <w:p w:rsidR="00BA5F12" w:rsidRPr="00950BAC" w:rsidRDefault="00BA5F12" w:rsidP="001A2C06">
            <w:pPr>
              <w:jc w:val="right"/>
            </w:pPr>
            <w:r>
              <w:t>4571,9</w:t>
            </w:r>
          </w:p>
        </w:tc>
      </w:tr>
      <w:tr w:rsidR="00BA5F12" w:rsidRPr="00950B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5"/>
        </w:trPr>
        <w:tc>
          <w:tcPr>
            <w:tcW w:w="2847" w:type="dxa"/>
            <w:gridSpan w:val="2"/>
          </w:tcPr>
          <w:p w:rsidR="00BA5F12" w:rsidRPr="00A034E5" w:rsidRDefault="00BA5F12" w:rsidP="001A2C06">
            <w:pPr>
              <w:jc w:val="both"/>
            </w:pPr>
            <w:r>
              <w:t>ИТОГО</w:t>
            </w:r>
          </w:p>
        </w:tc>
        <w:tc>
          <w:tcPr>
            <w:tcW w:w="5868" w:type="dxa"/>
          </w:tcPr>
          <w:p w:rsidR="00BA5F12" w:rsidRPr="00950BAC" w:rsidRDefault="00BA5F12" w:rsidP="001A2C06">
            <w:pPr>
              <w:jc w:val="both"/>
            </w:pPr>
          </w:p>
        </w:tc>
        <w:tc>
          <w:tcPr>
            <w:tcW w:w="1505" w:type="dxa"/>
          </w:tcPr>
          <w:p w:rsidR="00BA5F12" w:rsidRPr="00950BAC" w:rsidRDefault="00BA5F12" w:rsidP="001A2C06">
            <w:pPr>
              <w:jc w:val="right"/>
            </w:pPr>
            <w:r>
              <w:t>14339,3</w:t>
            </w:r>
          </w:p>
        </w:tc>
      </w:tr>
    </w:tbl>
    <w:p w:rsidR="00BA5F12" w:rsidRDefault="00BA5F12" w:rsidP="006C266A">
      <w:pPr>
        <w:jc w:val="both"/>
      </w:pPr>
    </w:p>
    <w:p w:rsidR="00BA5F12" w:rsidRDefault="00BA5F12" w:rsidP="006C266A">
      <w:pPr>
        <w:jc w:val="both"/>
      </w:pPr>
    </w:p>
    <w:p w:rsidR="00BA5F12" w:rsidRDefault="00BA5F12" w:rsidP="006C266A">
      <w:pPr>
        <w:jc w:val="both"/>
        <w:rPr>
          <w:lang w:val="en-US"/>
        </w:rPr>
      </w:pPr>
    </w:p>
    <w:p w:rsidR="00BA5F12" w:rsidRDefault="00BA5F12" w:rsidP="006C266A">
      <w:pPr>
        <w:jc w:val="both"/>
        <w:rPr>
          <w:lang w:val="en-US"/>
        </w:rPr>
      </w:pPr>
    </w:p>
    <w:tbl>
      <w:tblPr>
        <w:tblW w:w="10220" w:type="dxa"/>
        <w:tblInd w:w="-106" w:type="dxa"/>
        <w:tblLook w:val="0000"/>
      </w:tblPr>
      <w:tblGrid>
        <w:gridCol w:w="2420"/>
        <w:gridCol w:w="427"/>
        <w:gridCol w:w="5868"/>
        <w:gridCol w:w="1505"/>
      </w:tblGrid>
      <w:tr w:rsidR="00BA5F12">
        <w:trPr>
          <w:trHeight w:val="264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Pr="0082171A" w:rsidRDefault="00BA5F12" w:rsidP="00950BAC">
            <w:pPr>
              <w:jc w:val="center"/>
              <w:rPr>
                <w:color w:val="000000"/>
              </w:rPr>
            </w:pPr>
          </w:p>
        </w:tc>
        <w:tc>
          <w:tcPr>
            <w:tcW w:w="7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F12" w:rsidRPr="00E26F50" w:rsidRDefault="00BA5F12" w:rsidP="00E26F50">
            <w:pPr>
              <w:jc w:val="right"/>
              <w:rPr>
                <w:color w:val="000000"/>
              </w:rPr>
            </w:pPr>
            <w:r w:rsidRPr="0082171A">
              <w:rPr>
                <w:color w:val="000000"/>
              </w:rPr>
              <w:t xml:space="preserve">Приложение </w:t>
            </w:r>
            <w:r>
              <w:rPr>
                <w:color w:val="000000"/>
              </w:rPr>
              <w:t>2</w:t>
            </w:r>
          </w:p>
        </w:tc>
      </w:tr>
      <w:tr w:rsidR="00BA5F12">
        <w:trPr>
          <w:trHeight w:val="264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Pr="0082171A" w:rsidRDefault="00BA5F12" w:rsidP="00950BAC">
            <w:pPr>
              <w:jc w:val="center"/>
              <w:rPr>
                <w:color w:val="000000"/>
              </w:rPr>
            </w:pPr>
          </w:p>
        </w:tc>
        <w:tc>
          <w:tcPr>
            <w:tcW w:w="7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F12" w:rsidRPr="0082171A" w:rsidRDefault="00BA5F12" w:rsidP="00950BAC">
            <w:pPr>
              <w:jc w:val="right"/>
              <w:rPr>
                <w:color w:val="000000"/>
              </w:rPr>
            </w:pPr>
            <w:r w:rsidRPr="0082171A">
              <w:rPr>
                <w:color w:val="000000"/>
              </w:rPr>
              <w:t xml:space="preserve">к решению Собрания депутатов </w:t>
            </w:r>
            <w:r>
              <w:rPr>
                <w:color w:val="000000"/>
              </w:rPr>
              <w:t>Троицкого сельского поселения</w:t>
            </w:r>
          </w:p>
        </w:tc>
      </w:tr>
      <w:tr w:rsidR="00BA5F12">
        <w:trPr>
          <w:trHeight w:val="264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Pr="0082171A" w:rsidRDefault="00BA5F12" w:rsidP="00950BAC">
            <w:pPr>
              <w:jc w:val="center"/>
              <w:rPr>
                <w:color w:val="000000"/>
              </w:rPr>
            </w:pPr>
          </w:p>
        </w:tc>
        <w:tc>
          <w:tcPr>
            <w:tcW w:w="7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F12" w:rsidRPr="0082171A" w:rsidRDefault="00BA5F12" w:rsidP="00950BAC">
            <w:pPr>
              <w:jc w:val="right"/>
              <w:rPr>
                <w:color w:val="000000"/>
              </w:rPr>
            </w:pPr>
            <w:r w:rsidRPr="0082171A">
              <w:rPr>
                <w:color w:val="000000"/>
              </w:rPr>
              <w:t xml:space="preserve">"Об отчете об исполнении бюджета </w:t>
            </w:r>
            <w:r>
              <w:rPr>
                <w:color w:val="000000"/>
              </w:rPr>
              <w:t>Троицкого сельского поселения</w:t>
            </w:r>
          </w:p>
        </w:tc>
      </w:tr>
      <w:tr w:rsidR="00BA5F12">
        <w:trPr>
          <w:trHeight w:val="264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Pr="0082171A" w:rsidRDefault="00BA5F12" w:rsidP="00950BAC">
            <w:pPr>
              <w:jc w:val="center"/>
              <w:rPr>
                <w:color w:val="000000"/>
              </w:rPr>
            </w:pPr>
          </w:p>
        </w:tc>
        <w:tc>
          <w:tcPr>
            <w:tcW w:w="7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F12" w:rsidRPr="0082171A" w:rsidRDefault="00BA5F12" w:rsidP="002E5945">
            <w:pPr>
              <w:jc w:val="right"/>
              <w:rPr>
                <w:color w:val="000000"/>
              </w:rPr>
            </w:pPr>
            <w:r w:rsidRPr="0082171A">
              <w:rPr>
                <w:color w:val="000000"/>
              </w:rPr>
              <w:t>за 20</w:t>
            </w:r>
            <w:r>
              <w:rPr>
                <w:color w:val="000000"/>
              </w:rPr>
              <w:t>12</w:t>
            </w:r>
            <w:r w:rsidRPr="0082171A">
              <w:rPr>
                <w:color w:val="000000"/>
              </w:rPr>
              <w:t xml:space="preserve"> год"</w:t>
            </w:r>
          </w:p>
        </w:tc>
      </w:tr>
      <w:tr w:rsidR="00BA5F12">
        <w:trPr>
          <w:trHeight w:val="264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Pr="0082171A" w:rsidRDefault="00BA5F12" w:rsidP="00950BAC">
            <w:pPr>
              <w:jc w:val="center"/>
              <w:rPr>
                <w:color w:val="000000"/>
              </w:rPr>
            </w:pPr>
          </w:p>
        </w:tc>
        <w:tc>
          <w:tcPr>
            <w:tcW w:w="78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F12" w:rsidRPr="0082171A" w:rsidRDefault="00BA5F12" w:rsidP="00950BAC">
            <w:pPr>
              <w:jc w:val="right"/>
              <w:rPr>
                <w:color w:val="000000"/>
              </w:rPr>
            </w:pPr>
          </w:p>
        </w:tc>
      </w:tr>
      <w:tr w:rsidR="00BA5F12">
        <w:trPr>
          <w:trHeight w:val="264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Pr="0082171A" w:rsidRDefault="00BA5F12" w:rsidP="00950BAC">
            <w:pPr>
              <w:jc w:val="center"/>
              <w:rPr>
                <w:color w:val="000000"/>
              </w:rPr>
            </w:pPr>
          </w:p>
        </w:tc>
        <w:tc>
          <w:tcPr>
            <w:tcW w:w="62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F12" w:rsidRPr="0082171A" w:rsidRDefault="00BA5F12" w:rsidP="00950BAC">
            <w:pPr>
              <w:rPr>
                <w:color w:val="00000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Pr="0082171A" w:rsidRDefault="00BA5F12" w:rsidP="00950BAC">
            <w:pPr>
              <w:rPr>
                <w:color w:val="000000"/>
              </w:rPr>
            </w:pPr>
          </w:p>
        </w:tc>
      </w:tr>
      <w:tr w:rsidR="00BA5F12">
        <w:trPr>
          <w:trHeight w:val="264"/>
        </w:trPr>
        <w:tc>
          <w:tcPr>
            <w:tcW w:w="102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Pr="00901AC0" w:rsidRDefault="00BA5F12" w:rsidP="007840B3">
            <w:pPr>
              <w:jc w:val="center"/>
              <w:rPr>
                <w:b/>
                <w:bCs/>
                <w:color w:val="000000"/>
              </w:rPr>
            </w:pPr>
            <w:r w:rsidRPr="00901AC0">
              <w:rPr>
                <w:b/>
                <w:bCs/>
                <w:color w:val="000000"/>
              </w:rPr>
              <w:t xml:space="preserve">ДОХОДЫ БЮДЖЕТА </w:t>
            </w:r>
            <w:r>
              <w:rPr>
                <w:b/>
                <w:bCs/>
                <w:color w:val="000000"/>
              </w:rPr>
              <w:t>ТРОИЦКОГО</w:t>
            </w:r>
            <w:r w:rsidRPr="00901AC0">
              <w:rPr>
                <w:b/>
                <w:bCs/>
                <w:color w:val="000000"/>
              </w:rPr>
              <w:t xml:space="preserve"> СЕЛЬСКОГО ПОСЕЛЕНИЯ ПО КОДАМ ВИДОВ ДОХОДОВ,</w:t>
            </w:r>
          </w:p>
        </w:tc>
      </w:tr>
      <w:tr w:rsidR="00BA5F12">
        <w:trPr>
          <w:trHeight w:val="264"/>
        </w:trPr>
        <w:tc>
          <w:tcPr>
            <w:tcW w:w="102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Pr="00901AC0" w:rsidRDefault="00BA5F12" w:rsidP="001A2C06">
            <w:pPr>
              <w:jc w:val="center"/>
              <w:rPr>
                <w:b/>
                <w:bCs/>
                <w:color w:val="000000"/>
              </w:rPr>
            </w:pPr>
            <w:r w:rsidRPr="00901AC0">
              <w:rPr>
                <w:b/>
                <w:bCs/>
                <w:color w:val="000000"/>
              </w:rPr>
              <w:t>ПОДВИДОВ ДОХОДОВ, КЛАССИФИКАЦИИ ОПЕРАЦИЙ СЕКТОРА</w:t>
            </w:r>
          </w:p>
        </w:tc>
      </w:tr>
      <w:tr w:rsidR="00BA5F12">
        <w:trPr>
          <w:trHeight w:val="264"/>
        </w:trPr>
        <w:tc>
          <w:tcPr>
            <w:tcW w:w="102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Pr="00901AC0" w:rsidRDefault="00BA5F12" w:rsidP="001A2C06">
            <w:pPr>
              <w:jc w:val="center"/>
              <w:rPr>
                <w:b/>
                <w:bCs/>
                <w:color w:val="000000"/>
              </w:rPr>
            </w:pPr>
            <w:r w:rsidRPr="00901AC0">
              <w:rPr>
                <w:b/>
                <w:bCs/>
                <w:color w:val="000000"/>
              </w:rPr>
              <w:t>ГОСУДАРСТВЕННОГО УПРАВЛЕНИЯ, ОТНОСЯЩИХСЯ К КОДАМ БЮДЖЕТА</w:t>
            </w:r>
          </w:p>
        </w:tc>
      </w:tr>
      <w:tr w:rsidR="00BA5F12">
        <w:trPr>
          <w:trHeight w:val="264"/>
        </w:trPr>
        <w:tc>
          <w:tcPr>
            <w:tcW w:w="102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Pr="00901AC0" w:rsidRDefault="00BA5F12" w:rsidP="001A2C0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ТРОИЦКОГО</w:t>
            </w:r>
            <w:r w:rsidRPr="00901AC0">
              <w:rPr>
                <w:b/>
                <w:bCs/>
                <w:color w:val="000000"/>
              </w:rPr>
              <w:t xml:space="preserve"> СЕЛЬСКОГО ПОСЕЛЕНИЯ ЗА 201</w:t>
            </w:r>
            <w:r>
              <w:rPr>
                <w:b/>
                <w:bCs/>
                <w:color w:val="000000"/>
              </w:rPr>
              <w:t>2</w:t>
            </w:r>
            <w:r w:rsidRPr="00901AC0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BA5F12">
        <w:trPr>
          <w:trHeight w:val="264"/>
        </w:trPr>
        <w:tc>
          <w:tcPr>
            <w:tcW w:w="102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Pr="00901AC0" w:rsidRDefault="00BA5F12" w:rsidP="007840B3">
            <w:pPr>
              <w:jc w:val="center"/>
              <w:rPr>
                <w:b/>
                <w:bCs/>
                <w:color w:val="000000"/>
              </w:rPr>
            </w:pPr>
            <w:r w:rsidRPr="00901AC0">
              <w:rPr>
                <w:b/>
                <w:bCs/>
                <w:color w:val="000000"/>
              </w:rPr>
              <w:t xml:space="preserve">ДОХОДЫ БЮДЖЕТА </w:t>
            </w:r>
            <w:r>
              <w:rPr>
                <w:b/>
                <w:bCs/>
                <w:color w:val="000000"/>
              </w:rPr>
              <w:t>ТРОИЦКОГО</w:t>
            </w:r>
            <w:r w:rsidRPr="00901AC0">
              <w:rPr>
                <w:b/>
                <w:bCs/>
                <w:color w:val="000000"/>
              </w:rPr>
              <w:t xml:space="preserve"> СЕЛЬСКОГО ПОСЕЛЕНИЯ ПО КОДАМ ВИДОВ ДОХОДОВ,</w:t>
            </w:r>
          </w:p>
        </w:tc>
      </w:tr>
      <w:tr w:rsidR="00BA5F12">
        <w:trPr>
          <w:trHeight w:val="264"/>
        </w:trPr>
        <w:tc>
          <w:tcPr>
            <w:tcW w:w="102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Pr="00901AC0" w:rsidRDefault="00BA5F12" w:rsidP="001A2C06">
            <w:pPr>
              <w:jc w:val="center"/>
              <w:rPr>
                <w:b/>
                <w:bCs/>
                <w:color w:val="000000"/>
              </w:rPr>
            </w:pPr>
            <w:r w:rsidRPr="00901AC0">
              <w:rPr>
                <w:b/>
                <w:bCs/>
                <w:color w:val="000000"/>
              </w:rPr>
              <w:t>ПОДВИДОВ ДОХОДОВ, КЛАССИФИКАЦИИ ОПЕРАЦИЙ СЕКТОРА</w:t>
            </w:r>
          </w:p>
        </w:tc>
      </w:tr>
      <w:tr w:rsidR="00BA5F12">
        <w:trPr>
          <w:trHeight w:val="264"/>
        </w:trPr>
        <w:tc>
          <w:tcPr>
            <w:tcW w:w="102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Pr="00901AC0" w:rsidRDefault="00BA5F12" w:rsidP="001A2C06">
            <w:pPr>
              <w:jc w:val="center"/>
              <w:rPr>
                <w:b/>
                <w:bCs/>
                <w:color w:val="000000"/>
              </w:rPr>
            </w:pPr>
            <w:r w:rsidRPr="00901AC0">
              <w:rPr>
                <w:b/>
                <w:bCs/>
                <w:color w:val="000000"/>
              </w:rPr>
              <w:t>ГОСУДАРСТВЕННОГО УПРАВЛЕНИЯ, ОТНОСЯЩИХСЯ К КОДАМ БЮДЖЕТА</w:t>
            </w:r>
          </w:p>
        </w:tc>
      </w:tr>
      <w:tr w:rsidR="00BA5F12">
        <w:trPr>
          <w:trHeight w:val="264"/>
        </w:trPr>
        <w:tc>
          <w:tcPr>
            <w:tcW w:w="28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Pr="0082171A" w:rsidRDefault="00BA5F12" w:rsidP="00950BAC">
            <w:pPr>
              <w:jc w:val="center"/>
              <w:rPr>
                <w:color w:val="000000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F12" w:rsidRPr="0082171A" w:rsidRDefault="00BA5F12" w:rsidP="00950BAC">
            <w:pPr>
              <w:rPr>
                <w:color w:val="00000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Pr="0082171A" w:rsidRDefault="00BA5F12" w:rsidP="00950BAC">
            <w:pPr>
              <w:rPr>
                <w:color w:val="000000"/>
              </w:rPr>
            </w:pPr>
          </w:p>
        </w:tc>
      </w:tr>
      <w:tr w:rsidR="00BA5F12">
        <w:trPr>
          <w:trHeight w:val="264"/>
        </w:trPr>
        <w:tc>
          <w:tcPr>
            <w:tcW w:w="2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5F12" w:rsidRPr="0082171A" w:rsidRDefault="00BA5F12" w:rsidP="00950BAC">
            <w:pPr>
              <w:jc w:val="center"/>
              <w:rPr>
                <w:color w:val="000000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5F12" w:rsidRPr="0082171A" w:rsidRDefault="00BA5F12" w:rsidP="00950BAC">
            <w:pPr>
              <w:rPr>
                <w:color w:val="00000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5F12" w:rsidRPr="0082171A" w:rsidRDefault="00BA5F12" w:rsidP="00950BAC">
            <w:pPr>
              <w:jc w:val="right"/>
              <w:rPr>
                <w:color w:val="000000"/>
              </w:rPr>
            </w:pPr>
            <w:r w:rsidRPr="0082171A">
              <w:rPr>
                <w:color w:val="000000"/>
              </w:rPr>
              <w:t>(тыс. рублей)</w:t>
            </w:r>
          </w:p>
        </w:tc>
      </w:tr>
      <w:tr w:rsidR="00BA5F12">
        <w:trPr>
          <w:trHeight w:val="5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A5F12" w:rsidRPr="0082171A" w:rsidRDefault="00BA5F12" w:rsidP="00950BAC">
            <w:pPr>
              <w:jc w:val="center"/>
              <w:rPr>
                <w:color w:val="000000"/>
              </w:rPr>
            </w:pPr>
            <w:r w:rsidRPr="0082171A">
              <w:rPr>
                <w:color w:val="000000"/>
              </w:rPr>
              <w:t>Код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A5F12" w:rsidRPr="0082171A" w:rsidRDefault="00BA5F12" w:rsidP="00950BAC">
            <w:pPr>
              <w:jc w:val="center"/>
              <w:rPr>
                <w:color w:val="000000"/>
              </w:rPr>
            </w:pPr>
            <w:r w:rsidRPr="0082171A">
              <w:rPr>
                <w:color w:val="000000"/>
              </w:rPr>
              <w:t>Наименование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A5F12" w:rsidRPr="0082171A" w:rsidRDefault="00BA5F12" w:rsidP="00950BAC">
            <w:pPr>
              <w:jc w:val="center"/>
              <w:rPr>
                <w:color w:val="000000"/>
              </w:rPr>
            </w:pPr>
            <w:r w:rsidRPr="0082171A">
              <w:rPr>
                <w:color w:val="000000"/>
              </w:rPr>
              <w:t>Кассовое исполнение</w:t>
            </w:r>
          </w:p>
        </w:tc>
      </w:tr>
      <w:tr w:rsidR="00BA5F12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3A24D4" w:rsidRDefault="00BA5F12" w:rsidP="00A42DF6">
            <w:pPr>
              <w:rPr>
                <w:color w:val="000000"/>
              </w:rPr>
            </w:pPr>
            <w:r>
              <w:rPr>
                <w:color w:val="000000"/>
              </w:rPr>
              <w:t>ДОХОДЫ БЮДЖЕТА-ВСЕГО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Pr="00950BAC" w:rsidRDefault="00BA5F12" w:rsidP="00A42DF6">
            <w:pPr>
              <w:jc w:val="right"/>
            </w:pPr>
            <w:r>
              <w:t>14339,3</w:t>
            </w:r>
          </w:p>
        </w:tc>
      </w:tr>
      <w:tr w:rsidR="00BA5F12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1 00 00000 00 0000 000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НАЛОГОВЫЕ И НЕНАЛОГОВЫЕ ДОХОДЫ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70EB6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3860,5</w:t>
            </w:r>
          </w:p>
          <w:p w:rsidR="00BA5F12" w:rsidRPr="0082171A" w:rsidRDefault="00BA5F12" w:rsidP="00A42DF6">
            <w:pPr>
              <w:jc w:val="right"/>
              <w:rPr>
                <w:color w:val="000000"/>
              </w:rPr>
            </w:pPr>
          </w:p>
        </w:tc>
      </w:tr>
      <w:tr w:rsidR="00BA5F12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1 01 00000 00 0000 000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НАЛОГИ НА ПРИБЫЛЬ, ДОХОДЫ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004206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1012,1</w:t>
            </w:r>
          </w:p>
        </w:tc>
      </w:tr>
      <w:tr w:rsidR="00BA5F12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1 01 02000 01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Налог на доходы физических лиц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004206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1012,1</w:t>
            </w:r>
          </w:p>
        </w:tc>
      </w:tr>
      <w:tr w:rsidR="00BA5F12">
        <w:trPr>
          <w:trHeight w:val="1056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1 01 02010 01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940,8</w:t>
            </w:r>
          </w:p>
          <w:p w:rsidR="00BA5F12" w:rsidRPr="00004206" w:rsidRDefault="00BA5F12" w:rsidP="00A42DF6">
            <w:pPr>
              <w:jc w:val="right"/>
              <w:rPr>
                <w:color w:val="000000"/>
              </w:rPr>
            </w:pPr>
          </w:p>
        </w:tc>
      </w:tr>
      <w:tr w:rsidR="00BA5F12">
        <w:trPr>
          <w:trHeight w:val="792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1 01 02020 01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004206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  <w:p w:rsidR="00BA5F12" w:rsidRPr="0082171A" w:rsidRDefault="00BA5F12" w:rsidP="00A42DF6">
            <w:pPr>
              <w:jc w:val="center"/>
              <w:rPr>
                <w:color w:val="000000"/>
              </w:rPr>
            </w:pPr>
          </w:p>
        </w:tc>
      </w:tr>
      <w:tr w:rsidR="00BA5F12">
        <w:trPr>
          <w:trHeight w:val="158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1 01 02030 01 0000 110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70,6</w:t>
            </w:r>
          </w:p>
        </w:tc>
      </w:tr>
      <w:tr w:rsidR="00BA5F12">
        <w:trPr>
          <w:trHeight w:val="1320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1 05 00000 00 0000 000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НАЛОГИ НА СОВОКУПНЫЙ ДОХОД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004206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452,7</w:t>
            </w:r>
          </w:p>
        </w:tc>
      </w:tr>
      <w:tr w:rsidR="00BA5F12">
        <w:trPr>
          <w:trHeight w:val="1320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1 05 01000 00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Налог, взимаемый в связи с применением упрощенной системы налогообложения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004206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433,9</w:t>
            </w:r>
          </w:p>
        </w:tc>
      </w:tr>
      <w:tr w:rsidR="00BA5F12">
        <w:trPr>
          <w:trHeight w:val="825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1 05 01010 01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004206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428,4</w:t>
            </w:r>
          </w:p>
        </w:tc>
      </w:tr>
      <w:tr w:rsidR="00BA5F12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1 05 01011 01 0000 110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428,1</w:t>
            </w:r>
          </w:p>
        </w:tc>
      </w:tr>
      <w:tr w:rsidR="00BA5F12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1 05 01012 01 0000 110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rPr>
                <w:color w:val="000000"/>
              </w:rPr>
            </w:pPr>
            <w:r>
              <w:rPr>
                <w:color w:val="000000"/>
              </w:rPr>
              <w:t>Налог, взимаемый с налогоплательщиков, выбравших в качестве объекта налогообложения доходы ( за налоговые периоды, истекшие до 1 января 2011 года)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BA5F12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1 05 01020 01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</w:t>
            </w:r>
          </w:p>
        </w:tc>
      </w:tr>
      <w:tr w:rsidR="00BA5F12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1 05 01021 01 0000 110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</w:t>
            </w:r>
          </w:p>
        </w:tc>
      </w:tr>
      <w:tr w:rsidR="00BA5F12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1 05 01022 01 0000 110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rPr>
                <w:color w:val="000000"/>
              </w:rPr>
            </w:pPr>
            <w:r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BA5F12" w:rsidRDefault="00BA5F12" w:rsidP="00A42DF6">
            <w:pPr>
              <w:jc w:val="right"/>
              <w:rPr>
                <w:color w:val="000000"/>
              </w:rPr>
            </w:pPr>
          </w:p>
        </w:tc>
      </w:tr>
      <w:tr w:rsidR="00BA5F12">
        <w:trPr>
          <w:trHeight w:val="792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1 05 03000 01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Единый сельскохозяйственный налог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F20CCD" w:rsidRDefault="00BA5F12" w:rsidP="00A42DF6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18,9</w:t>
            </w:r>
          </w:p>
          <w:p w:rsidR="00BA5F12" w:rsidRPr="0082171A" w:rsidRDefault="00BA5F12" w:rsidP="00A42DF6">
            <w:pPr>
              <w:jc w:val="right"/>
              <w:rPr>
                <w:color w:val="000000"/>
              </w:rPr>
            </w:pPr>
          </w:p>
        </w:tc>
      </w:tr>
      <w:tr w:rsidR="00BA5F12">
        <w:trPr>
          <w:trHeight w:val="792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1 05 03010 01 0000 110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Единый сельскохозяйственный налог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18,9</w:t>
            </w:r>
          </w:p>
        </w:tc>
      </w:tr>
      <w:tr w:rsidR="00BA5F12">
        <w:trPr>
          <w:trHeight w:val="792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1 05 03020 01 0000 110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Единый сельскохозяйственный налог</w:t>
            </w:r>
            <w:r>
              <w:rPr>
                <w:color w:val="000000"/>
              </w:rPr>
              <w:t xml:space="preserve"> (за налоговые периоды, истекшие до 1 января 2011 года)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A5F12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1 06 00000 00 0000 000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НАЛОГИ НА ИМУЩЕСТВО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1603,2</w:t>
            </w:r>
          </w:p>
        </w:tc>
      </w:tr>
      <w:tr w:rsidR="00BA5F12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1 06 01000 00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66B13" w:rsidRDefault="00BA5F12" w:rsidP="00A42DF6">
            <w:pPr>
              <w:rPr>
                <w:color w:val="000000"/>
              </w:rPr>
            </w:pPr>
            <w:r w:rsidRPr="00266B13">
              <w:t>Налог на имущество физических лиц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193,8</w:t>
            </w:r>
          </w:p>
        </w:tc>
      </w:tr>
      <w:tr w:rsidR="00BA5F12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>
              <w:t xml:space="preserve"> </w:t>
            </w:r>
            <w:r w:rsidRPr="002E5945">
              <w:t>1 06 01030 10 0000 110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66B13" w:rsidRDefault="00BA5F12" w:rsidP="00A42DF6">
            <w:r w:rsidRPr="00266B13"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193,8</w:t>
            </w:r>
          </w:p>
          <w:p w:rsidR="00BA5F12" w:rsidRDefault="00BA5F12" w:rsidP="00A42DF6">
            <w:pPr>
              <w:jc w:val="right"/>
              <w:rPr>
                <w:color w:val="000000"/>
              </w:rPr>
            </w:pPr>
          </w:p>
        </w:tc>
      </w:tr>
      <w:tr w:rsidR="00BA5F12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2E5945">
              <w:t>1 06 06000 00 0000 110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AB176C" w:rsidRDefault="00BA5F12" w:rsidP="00A42DF6">
            <w:pPr>
              <w:rPr>
                <w:color w:val="000000"/>
              </w:rPr>
            </w:pPr>
            <w:r w:rsidRPr="00AB176C">
              <w:t>Земельный налог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1409,4</w:t>
            </w:r>
          </w:p>
        </w:tc>
      </w:tr>
      <w:tr w:rsidR="00BA5F12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>
              <w:t xml:space="preserve"> </w:t>
            </w:r>
            <w:r w:rsidRPr="002E5945">
              <w:t>1 06 06010 00 0000 110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AB176C" w:rsidRDefault="00BA5F12" w:rsidP="00A42DF6">
            <w:pPr>
              <w:rPr>
                <w:color w:val="000000"/>
              </w:rPr>
            </w:pPr>
            <w:r w:rsidRPr="00AB176C"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1299,7</w:t>
            </w:r>
          </w:p>
        </w:tc>
      </w:tr>
      <w:tr w:rsidR="00BA5F12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>
              <w:t xml:space="preserve"> </w:t>
            </w:r>
            <w:r w:rsidRPr="002E5945">
              <w:t>1 06 06013 10 0000 110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AB176C" w:rsidRDefault="00BA5F12" w:rsidP="00A42DF6">
            <w:pPr>
              <w:rPr>
                <w:color w:val="000000"/>
              </w:rPr>
            </w:pPr>
            <w:r w:rsidRPr="00AB176C"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C80D6E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1299,7</w:t>
            </w:r>
          </w:p>
        </w:tc>
      </w:tr>
      <w:tr w:rsidR="00BA5F12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Pr="002E5945" w:rsidRDefault="00BA5F12" w:rsidP="00A42DF6">
            <w:pPr>
              <w:jc w:val="center"/>
            </w:pPr>
            <w:r>
              <w:t xml:space="preserve"> </w:t>
            </w:r>
            <w:r w:rsidRPr="002E5945">
              <w:t>1 06 06020 00 0000 110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AB176C" w:rsidRDefault="00BA5F12" w:rsidP="00A42DF6">
            <w:pPr>
              <w:rPr>
                <w:color w:val="000000"/>
              </w:rPr>
            </w:pPr>
            <w:r w:rsidRPr="00AB176C"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109,7</w:t>
            </w:r>
          </w:p>
        </w:tc>
      </w:tr>
      <w:tr w:rsidR="00BA5F12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>
              <w:t xml:space="preserve"> </w:t>
            </w:r>
            <w:r w:rsidRPr="002E5945">
              <w:t>1 06 06023 10 0000 110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AB176C" w:rsidRDefault="00BA5F12" w:rsidP="00A42DF6">
            <w:pPr>
              <w:rPr>
                <w:color w:val="000000"/>
              </w:rPr>
            </w:pPr>
            <w:r w:rsidRPr="00AB176C"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109,7</w:t>
            </w:r>
          </w:p>
        </w:tc>
      </w:tr>
      <w:tr w:rsidR="00BA5F12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1 08 00000 00 0000 000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ГОСУДАРСТВЕННАЯ ПОШЛИНА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45,3</w:t>
            </w:r>
          </w:p>
        </w:tc>
      </w:tr>
      <w:tr w:rsidR="00BA5F12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1 08 04000 01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AB176C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 </w:t>
            </w:r>
            <w:r w:rsidRPr="00AB176C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45,3</w:t>
            </w:r>
          </w:p>
        </w:tc>
      </w:tr>
      <w:tr w:rsidR="00BA5F12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1 08 04020 01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AB176C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 </w:t>
            </w:r>
            <w:r w:rsidRPr="00AB176C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45,3</w:t>
            </w:r>
          </w:p>
        </w:tc>
      </w:tr>
      <w:tr w:rsidR="00BA5F12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1 09 00000 00 0000 000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>
              <w:rPr>
                <w:color w:val="00000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BA5F12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1 09 04000 00 0000 110 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>
              <w:rPr>
                <w:color w:val="000000"/>
              </w:rPr>
              <w:t>Налоги на имущество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BA5F12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1 09 04050 00 0000 110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>
              <w:rPr>
                <w:color w:val="000000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BA5F12">
        <w:trPr>
          <w:trHeight w:val="792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1 09 04053 10 0000 110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>
              <w:rPr>
                <w:color w:val="000000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BA5F12">
        <w:trPr>
          <w:trHeight w:val="792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1 11 00000 00 0000 000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325628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 </w:t>
            </w:r>
          </w:p>
          <w:p w:rsidR="00BA5F12" w:rsidRPr="00325628" w:rsidRDefault="00BA5F12" w:rsidP="00A42DF6">
            <w:pPr>
              <w:rPr>
                <w:color w:val="000000"/>
              </w:rPr>
            </w:pPr>
          </w:p>
          <w:p w:rsidR="00BA5F12" w:rsidRPr="0082171A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407,2</w:t>
            </w:r>
          </w:p>
        </w:tc>
      </w:tr>
      <w:tr w:rsidR="00BA5F12">
        <w:trPr>
          <w:trHeight w:val="792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1 11 0</w:t>
            </w:r>
            <w:r>
              <w:rPr>
                <w:color w:val="000000"/>
              </w:rPr>
              <w:t>1</w:t>
            </w:r>
            <w:r w:rsidRPr="002E5945">
              <w:rPr>
                <w:color w:val="000000"/>
              </w:rPr>
              <w:t>000 00 0000 000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>
              <w:rPr>
                <w:color w:val="000000"/>
              </w:rPr>
              <w:t>Доходы в виде прибыли, приходящейся на доли в уставных (складочных) 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</w:tr>
      <w:tr w:rsidR="00BA5F12">
        <w:trPr>
          <w:trHeight w:val="792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1 11 0</w:t>
            </w:r>
            <w:r>
              <w:rPr>
                <w:color w:val="000000"/>
              </w:rPr>
              <w:t>1</w:t>
            </w:r>
            <w:r w:rsidRPr="002E5945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  <w:r w:rsidRPr="002E5945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1</w:t>
            </w:r>
            <w:r w:rsidRPr="002E5945">
              <w:rPr>
                <w:color w:val="000000"/>
              </w:rPr>
              <w:t>0 0000 000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>
              <w:rPr>
                <w:color w:val="000000"/>
              </w:rPr>
              <w:t>Доходы в виде прибыли, приходящейся на доли в уставных (складочных)  капиталах хозяйственных товариществ и обществ, или дивидендов по акциям принадлежащим поселениям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</w:tr>
      <w:tr w:rsidR="00BA5F12">
        <w:trPr>
          <w:trHeight w:val="792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1 11 05000 00 0000 120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406,4</w:t>
            </w:r>
          </w:p>
        </w:tc>
      </w:tr>
      <w:tr w:rsidR="00BA5F12">
        <w:trPr>
          <w:trHeight w:val="792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1 11 05010 00 0000 120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347,8</w:t>
            </w:r>
          </w:p>
        </w:tc>
      </w:tr>
      <w:tr w:rsidR="00BA5F12">
        <w:trPr>
          <w:trHeight w:val="1320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1 11 0501</w:t>
            </w:r>
            <w:r>
              <w:rPr>
                <w:color w:val="000000"/>
              </w:rPr>
              <w:t>3</w:t>
            </w:r>
            <w:r w:rsidRPr="002E5945">
              <w:rPr>
                <w:color w:val="000000"/>
              </w:rPr>
              <w:t xml:space="preserve"> 10 0000 120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347,8</w:t>
            </w:r>
          </w:p>
        </w:tc>
      </w:tr>
      <w:tr w:rsidR="00BA5F12">
        <w:trPr>
          <w:trHeight w:val="1056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1 11 05030 00 0000 120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58,6</w:t>
            </w:r>
          </w:p>
        </w:tc>
      </w:tr>
      <w:tr w:rsidR="00BA5F12">
        <w:trPr>
          <w:trHeight w:val="1056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1 11 05035 10 0000 120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1F7E9F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 </w:t>
            </w:r>
            <w:r w:rsidRPr="001F7E9F"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58,6</w:t>
            </w:r>
          </w:p>
        </w:tc>
      </w:tr>
      <w:tr w:rsidR="00BA5F12">
        <w:trPr>
          <w:trHeight w:val="1320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1 14 00000 00 0000 000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ДОХОДЫ ОТ ПРОДАЖИ МАТЕРИАЛЬНЫХ И НЕМАТЕРИАЛЬНЫХ АКТИВОВ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20390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330,0</w:t>
            </w:r>
          </w:p>
        </w:tc>
      </w:tr>
      <w:tr w:rsidR="00BA5F12">
        <w:trPr>
          <w:trHeight w:val="1056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1 14 0</w:t>
            </w:r>
            <w:r>
              <w:rPr>
                <w:color w:val="000000"/>
              </w:rPr>
              <w:t>2</w:t>
            </w:r>
            <w:r w:rsidRPr="002E5945">
              <w:rPr>
                <w:color w:val="000000"/>
              </w:rPr>
              <w:t>000 00 0000 000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>
              <w:rPr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 , в том числе казенных)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167,3</w:t>
            </w:r>
          </w:p>
        </w:tc>
      </w:tr>
      <w:tr w:rsidR="00BA5F12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1 14 0</w:t>
            </w:r>
            <w:r>
              <w:rPr>
                <w:color w:val="000000"/>
              </w:rPr>
              <w:t>2</w:t>
            </w:r>
            <w:r w:rsidRPr="002E5945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  <w:r w:rsidRPr="002E5945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1</w:t>
            </w:r>
            <w:r w:rsidRPr="002E5945">
              <w:rPr>
                <w:color w:val="000000"/>
              </w:rPr>
              <w:t xml:space="preserve">0 0000 </w:t>
            </w:r>
            <w:r>
              <w:rPr>
                <w:color w:val="000000"/>
              </w:rPr>
              <w:t>410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>
              <w:rPr>
                <w:color w:val="000000"/>
              </w:rPr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 ,в том числе казенных), в части реализации основных средств по указанному имуществу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167,3</w:t>
            </w:r>
          </w:p>
        </w:tc>
      </w:tr>
      <w:tr w:rsidR="00BA5F12">
        <w:trPr>
          <w:trHeight w:val="792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1 14 0</w:t>
            </w:r>
            <w:r>
              <w:rPr>
                <w:color w:val="000000"/>
              </w:rPr>
              <w:t>2</w:t>
            </w:r>
            <w:r w:rsidRPr="002E5945">
              <w:rPr>
                <w:color w:val="000000"/>
              </w:rPr>
              <w:t>0</w:t>
            </w:r>
            <w:r>
              <w:rPr>
                <w:color w:val="000000"/>
              </w:rPr>
              <w:t>53</w:t>
            </w:r>
            <w:r w:rsidRPr="002E594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  <w:r w:rsidRPr="002E5945">
              <w:rPr>
                <w:color w:val="000000"/>
              </w:rPr>
              <w:t xml:space="preserve">0 0000 </w:t>
            </w:r>
            <w:r>
              <w:rPr>
                <w:color w:val="000000"/>
              </w:rPr>
              <w:t>410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>
              <w:rPr>
                <w:color w:val="000000"/>
              </w:rPr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 ,в том числе казенных), в части реализации основных средств по указанному имуществу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167,3</w:t>
            </w:r>
          </w:p>
        </w:tc>
      </w:tr>
      <w:tr w:rsidR="00BA5F12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1 14 06000 00 0000 430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A01206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162,7</w:t>
            </w:r>
          </w:p>
        </w:tc>
      </w:tr>
      <w:tr w:rsidR="00BA5F12">
        <w:trPr>
          <w:trHeight w:val="792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1 14 06010 00 0000 430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A01206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162,7</w:t>
            </w:r>
          </w:p>
        </w:tc>
      </w:tr>
      <w:tr w:rsidR="00BA5F12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1 14 0601</w:t>
            </w:r>
            <w:r>
              <w:rPr>
                <w:color w:val="000000"/>
              </w:rPr>
              <w:t>3</w:t>
            </w:r>
            <w:r w:rsidRPr="002E594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  <w:r w:rsidRPr="002E5945">
              <w:rPr>
                <w:color w:val="000000"/>
              </w:rPr>
              <w:t>0 0000 430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>
              <w:rPr>
                <w:color w:val="000000"/>
              </w:rPr>
              <w:t>Доходы от продажи земельных участков. государственная собственность на которые не разграничена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162,7</w:t>
            </w:r>
          </w:p>
        </w:tc>
      </w:tr>
      <w:tr w:rsidR="00BA5F12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1 16 00000 00 0000 000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rPr>
                <w:color w:val="000000"/>
              </w:rPr>
            </w:pPr>
            <w:r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BA5F12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1 16 33000 00 0000 140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оказания услуг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BA5F12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1 16 33050 10 0000 140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оказания услуг для нужд поселений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BA5F12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2 00 00000 00 0000 000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БЕЗВОЗМЕЗДНЫЕ ПОСТУПЛЕНИЯ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AF63B5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10478,8</w:t>
            </w:r>
          </w:p>
        </w:tc>
      </w:tr>
      <w:tr w:rsidR="00BA5F12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2 02 00000 00 0000 000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Безвозмездные поступления от других бюджетов бюджетной системы Российской Федерации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AF63B5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10478,8</w:t>
            </w:r>
          </w:p>
        </w:tc>
      </w:tr>
      <w:tr w:rsidR="00BA5F12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2 02 01000 00 0000 151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Дотации бюджетам субъектов Российской Федерации и муниципальных образований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AF63B5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5367,4</w:t>
            </w:r>
          </w:p>
        </w:tc>
      </w:tr>
      <w:tr w:rsidR="00BA5F12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2 02 01001 00 0000 151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Дотации на выравнивание бюджетной обеспеченности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AF63B5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5367,4</w:t>
            </w:r>
          </w:p>
        </w:tc>
      </w:tr>
      <w:tr w:rsidR="00BA5F12">
        <w:trPr>
          <w:trHeight w:val="528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2 02 01001 10 0000 151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33690B" w:rsidRDefault="00BA5F12" w:rsidP="00A42DF6">
            <w:pPr>
              <w:rPr>
                <w:color w:val="000000"/>
              </w:rPr>
            </w:pPr>
            <w:r w:rsidRPr="0033690B">
              <w:rPr>
                <w:color w:val="000000"/>
              </w:rPr>
              <w:t> </w:t>
            </w:r>
            <w:r w:rsidRPr="0033690B">
              <w:t>Дотации бюджетам поселений на выравнивание бюджетной обеспеченности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AF63B5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5367,4</w:t>
            </w:r>
          </w:p>
        </w:tc>
      </w:tr>
      <w:tr w:rsidR="00BA5F12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2 02 03000 00 0000 151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 Субвенции бюджетам субъектов Российской Федерации и муниципальных образований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AF63B5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139,5</w:t>
            </w:r>
          </w:p>
        </w:tc>
      </w:tr>
      <w:tr w:rsidR="00BA5F12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2 02 030</w:t>
            </w:r>
            <w:r>
              <w:rPr>
                <w:color w:val="000000"/>
              </w:rPr>
              <w:t>15</w:t>
            </w:r>
            <w:r w:rsidRPr="002E5945">
              <w:rPr>
                <w:color w:val="000000"/>
              </w:rPr>
              <w:t xml:space="preserve"> 00 0000 151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 Субвенции бюджетам субъектов Российской Федерации и муниципальных образований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139,5</w:t>
            </w:r>
          </w:p>
        </w:tc>
      </w:tr>
      <w:tr w:rsidR="00BA5F12">
        <w:trPr>
          <w:trHeight w:val="264"/>
        </w:trPr>
        <w:tc>
          <w:tcPr>
            <w:tcW w:w="2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2 02 03015 10 0000 151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620774" w:rsidRDefault="00BA5F12" w:rsidP="00A42DF6">
            <w:pPr>
              <w:rPr>
                <w:color w:val="000000"/>
              </w:rPr>
            </w:pPr>
            <w:r w:rsidRPr="00620774">
              <w:rPr>
                <w:color w:val="000000"/>
              </w:rPr>
              <w:t> </w:t>
            </w:r>
            <w:r w:rsidRPr="00620774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F12" w:rsidRPr="00AF63B5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139,5</w:t>
            </w:r>
          </w:p>
        </w:tc>
      </w:tr>
      <w:tr w:rsidR="00BA5F12" w:rsidRPr="00950B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2847" w:type="dxa"/>
            <w:gridSpan w:val="2"/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2E5945">
              <w:rPr>
                <w:color w:val="000000"/>
              </w:rPr>
              <w:t>2 02 03</w:t>
            </w:r>
            <w:r>
              <w:rPr>
                <w:color w:val="000000"/>
                <w:lang w:val="en-US"/>
              </w:rPr>
              <w:t>024</w:t>
            </w:r>
            <w:r w:rsidRPr="002E5945">
              <w:rPr>
                <w:color w:val="000000"/>
              </w:rPr>
              <w:t xml:space="preserve"> 00 0000 151</w:t>
            </w:r>
          </w:p>
        </w:tc>
        <w:tc>
          <w:tcPr>
            <w:tcW w:w="5868" w:type="dxa"/>
            <w:vAlign w:val="bottom"/>
          </w:tcPr>
          <w:p w:rsidR="00BA5F12" w:rsidRPr="00620774" w:rsidRDefault="00BA5F12" w:rsidP="00A42DF6">
            <w:pPr>
              <w:rPr>
                <w:color w:val="000000"/>
              </w:rPr>
            </w:pPr>
            <w:r>
              <w:rPr>
                <w:color w:val="000000"/>
              </w:rPr>
              <w:t>Прочие субвенции</w:t>
            </w:r>
          </w:p>
        </w:tc>
        <w:tc>
          <w:tcPr>
            <w:tcW w:w="1505" w:type="dxa"/>
            <w:vAlign w:val="bottom"/>
          </w:tcPr>
          <w:p w:rsidR="00BA5F12" w:rsidRPr="00D3192D" w:rsidRDefault="00BA5F12" w:rsidP="00A42DF6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0.2</w:t>
            </w:r>
          </w:p>
        </w:tc>
      </w:tr>
      <w:tr w:rsidR="00BA5F12" w:rsidRPr="00950B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5"/>
        </w:trPr>
        <w:tc>
          <w:tcPr>
            <w:tcW w:w="2847" w:type="dxa"/>
            <w:gridSpan w:val="2"/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2E5945">
              <w:rPr>
                <w:color w:val="000000"/>
              </w:rPr>
              <w:t>2 02 03</w:t>
            </w:r>
            <w:r>
              <w:rPr>
                <w:color w:val="000000"/>
                <w:lang w:val="en-US"/>
              </w:rPr>
              <w:t>024</w:t>
            </w:r>
            <w:r w:rsidRPr="002E5945">
              <w:rPr>
                <w:color w:val="000000"/>
              </w:rPr>
              <w:t xml:space="preserve"> 10 0000 151</w:t>
            </w:r>
          </w:p>
        </w:tc>
        <w:tc>
          <w:tcPr>
            <w:tcW w:w="5868" w:type="dxa"/>
            <w:vAlign w:val="bottom"/>
          </w:tcPr>
          <w:p w:rsidR="00BA5F12" w:rsidRDefault="00BA5F12" w:rsidP="00A42DF6">
            <w:pPr>
              <w:rPr>
                <w:color w:val="000000"/>
              </w:rPr>
            </w:pPr>
            <w:r>
              <w:rPr>
                <w:color w:val="000000"/>
              </w:rPr>
              <w:t>Прочие субвенции бюджетам поселений</w:t>
            </w:r>
          </w:p>
        </w:tc>
        <w:tc>
          <w:tcPr>
            <w:tcW w:w="1505" w:type="dxa"/>
            <w:vAlign w:val="bottom"/>
          </w:tcPr>
          <w:p w:rsidR="00BA5F12" w:rsidRPr="00D3192D" w:rsidRDefault="00BA5F12" w:rsidP="00A42DF6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0.2</w:t>
            </w:r>
          </w:p>
        </w:tc>
      </w:tr>
      <w:tr w:rsidR="00BA5F12" w:rsidRPr="00950B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5"/>
        </w:trPr>
        <w:tc>
          <w:tcPr>
            <w:tcW w:w="2847" w:type="dxa"/>
            <w:gridSpan w:val="2"/>
            <w:vAlign w:val="bottom"/>
          </w:tcPr>
          <w:p w:rsidR="00BA5F12" w:rsidRPr="002E5945" w:rsidRDefault="00BA5F12" w:rsidP="00A42DF6">
            <w:pPr>
              <w:jc w:val="center"/>
              <w:rPr>
                <w:color w:val="000000"/>
              </w:rPr>
            </w:pPr>
            <w:r w:rsidRPr="002E5945">
              <w:rPr>
                <w:color w:val="000000"/>
              </w:rPr>
              <w:t> 2 02 04000 00 0000 151</w:t>
            </w:r>
          </w:p>
        </w:tc>
        <w:tc>
          <w:tcPr>
            <w:tcW w:w="5868" w:type="dxa"/>
            <w:vAlign w:val="bottom"/>
          </w:tcPr>
          <w:p w:rsidR="00BA5F12" w:rsidRPr="0082171A" w:rsidRDefault="00BA5F12" w:rsidP="00A42DF6">
            <w:pPr>
              <w:rPr>
                <w:color w:val="000000"/>
              </w:rPr>
            </w:pPr>
            <w:r w:rsidRPr="0082171A">
              <w:rPr>
                <w:color w:val="000000"/>
              </w:rPr>
              <w:t> Иные межбюджетные трансферты</w:t>
            </w:r>
          </w:p>
        </w:tc>
        <w:tc>
          <w:tcPr>
            <w:tcW w:w="1505" w:type="dxa"/>
            <w:vAlign w:val="bottom"/>
          </w:tcPr>
          <w:p w:rsidR="00BA5F12" w:rsidRPr="00AF63B5" w:rsidRDefault="00BA5F12" w:rsidP="00A42D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4971,9</w:t>
            </w:r>
          </w:p>
        </w:tc>
      </w:tr>
      <w:tr w:rsidR="00BA5F12" w:rsidRPr="00950B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5"/>
        </w:trPr>
        <w:tc>
          <w:tcPr>
            <w:tcW w:w="2847" w:type="dxa"/>
            <w:gridSpan w:val="2"/>
          </w:tcPr>
          <w:p w:rsidR="00BA5F12" w:rsidRPr="002E5945" w:rsidRDefault="00BA5F12" w:rsidP="008E6B00">
            <w:pPr>
              <w:jc w:val="both"/>
              <w:rPr>
                <w:lang w:val="en-US"/>
              </w:rPr>
            </w:pPr>
            <w:r>
              <w:t xml:space="preserve">   </w:t>
            </w:r>
            <w:r>
              <w:rPr>
                <w:color w:val="000000"/>
                <w:lang w:val="en-US"/>
              </w:rPr>
              <w:t xml:space="preserve">    </w:t>
            </w:r>
            <w:r>
              <w:t>2</w:t>
            </w:r>
            <w:r>
              <w:rPr>
                <w:lang w:val="en-US"/>
              </w:rPr>
              <w:t xml:space="preserve"> </w:t>
            </w:r>
            <w:r w:rsidRPr="002E5945">
              <w:t xml:space="preserve">02 04999 10 0000 151      </w:t>
            </w:r>
          </w:p>
        </w:tc>
        <w:tc>
          <w:tcPr>
            <w:tcW w:w="5868" w:type="dxa"/>
          </w:tcPr>
          <w:p w:rsidR="00BA5F12" w:rsidRPr="00950BAC" w:rsidRDefault="00BA5F12" w:rsidP="008E6B00">
            <w:pPr>
              <w:jc w:val="both"/>
            </w:pPr>
            <w:r>
              <w:t>Прочие межбюджетные трансферты, передаваемые бюджетам поселений</w:t>
            </w:r>
          </w:p>
        </w:tc>
        <w:tc>
          <w:tcPr>
            <w:tcW w:w="1505" w:type="dxa"/>
          </w:tcPr>
          <w:p w:rsidR="00BA5F12" w:rsidRPr="00950BAC" w:rsidRDefault="00BA5F12" w:rsidP="008E6B00">
            <w:pPr>
              <w:jc w:val="right"/>
            </w:pPr>
            <w:r>
              <w:t>4571,9</w:t>
            </w:r>
          </w:p>
        </w:tc>
      </w:tr>
      <w:tr w:rsidR="00BA5F12" w:rsidRPr="00950B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5"/>
        </w:trPr>
        <w:tc>
          <w:tcPr>
            <w:tcW w:w="2847" w:type="dxa"/>
            <w:gridSpan w:val="2"/>
          </w:tcPr>
          <w:p w:rsidR="00BA5F12" w:rsidRPr="00A034E5" w:rsidRDefault="00BA5F12" w:rsidP="008E6B00">
            <w:pPr>
              <w:jc w:val="both"/>
            </w:pPr>
            <w:r>
              <w:t>ИТОГО</w:t>
            </w:r>
          </w:p>
        </w:tc>
        <w:tc>
          <w:tcPr>
            <w:tcW w:w="5868" w:type="dxa"/>
          </w:tcPr>
          <w:p w:rsidR="00BA5F12" w:rsidRPr="00950BAC" w:rsidRDefault="00BA5F12" w:rsidP="008E6B00">
            <w:pPr>
              <w:jc w:val="both"/>
            </w:pPr>
          </w:p>
        </w:tc>
        <w:tc>
          <w:tcPr>
            <w:tcW w:w="1505" w:type="dxa"/>
          </w:tcPr>
          <w:p w:rsidR="00BA5F12" w:rsidRPr="00950BAC" w:rsidRDefault="00BA5F12" w:rsidP="008E6B00">
            <w:pPr>
              <w:jc w:val="right"/>
            </w:pPr>
            <w:r>
              <w:t>14339,3</w:t>
            </w:r>
          </w:p>
        </w:tc>
      </w:tr>
    </w:tbl>
    <w:p w:rsidR="00BA5F12" w:rsidRPr="00950BAC" w:rsidRDefault="00BA5F12" w:rsidP="006C266A">
      <w:pPr>
        <w:jc w:val="both"/>
      </w:pPr>
      <w:r w:rsidRPr="00950BAC">
        <w:t xml:space="preserve">   </w:t>
      </w:r>
    </w:p>
    <w:p w:rsidR="00BA5F12" w:rsidRDefault="00BA5F12" w:rsidP="00BA1D9C">
      <w:pPr>
        <w:tabs>
          <w:tab w:val="left" w:pos="2535"/>
          <w:tab w:val="right" w:pos="10205"/>
        </w:tabs>
        <w:jc w:val="both"/>
      </w:pPr>
      <w:r>
        <w:tab/>
      </w:r>
      <w:r>
        <w:tab/>
      </w:r>
    </w:p>
    <w:p w:rsidR="00BA5F12" w:rsidRDefault="00BA5F12" w:rsidP="006C266A">
      <w:pPr>
        <w:jc w:val="both"/>
      </w:pPr>
    </w:p>
    <w:p w:rsidR="00BA5F12" w:rsidRDefault="00BA5F12" w:rsidP="006C266A">
      <w:pPr>
        <w:jc w:val="both"/>
      </w:pPr>
    </w:p>
    <w:p w:rsidR="00BA5F12" w:rsidRPr="00F1751C" w:rsidRDefault="00BA5F12" w:rsidP="006C266A">
      <w:pPr>
        <w:jc w:val="both"/>
      </w:pPr>
    </w:p>
    <w:tbl>
      <w:tblPr>
        <w:tblW w:w="10774" w:type="dxa"/>
        <w:tblInd w:w="-106" w:type="dxa"/>
        <w:tblLayout w:type="fixed"/>
        <w:tblLook w:val="0000"/>
      </w:tblPr>
      <w:tblGrid>
        <w:gridCol w:w="34"/>
        <w:gridCol w:w="5682"/>
        <w:gridCol w:w="521"/>
        <w:gridCol w:w="399"/>
        <w:gridCol w:w="168"/>
        <w:gridCol w:w="251"/>
        <w:gridCol w:w="316"/>
        <w:gridCol w:w="178"/>
        <w:gridCol w:w="531"/>
        <w:gridCol w:w="609"/>
        <w:gridCol w:w="383"/>
        <w:gridCol w:w="137"/>
        <w:gridCol w:w="430"/>
        <w:gridCol w:w="613"/>
        <w:gridCol w:w="522"/>
      </w:tblGrid>
      <w:tr w:rsidR="00BA5F12">
        <w:trPr>
          <w:gridBefore w:val="1"/>
          <w:gridAfter w:val="1"/>
          <w:wBefore w:w="34" w:type="dxa"/>
          <w:wAfter w:w="522" w:type="dxa"/>
          <w:trHeight w:val="264"/>
        </w:trPr>
        <w:tc>
          <w:tcPr>
            <w:tcW w:w="10218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Pr="00D94E21" w:rsidRDefault="00BA5F12" w:rsidP="001A2C06">
            <w:pPr>
              <w:jc w:val="right"/>
              <w:rPr>
                <w:lang w:val="en-US"/>
              </w:rPr>
            </w:pPr>
            <w:r>
              <w:t xml:space="preserve">Приложение </w:t>
            </w:r>
            <w:r>
              <w:rPr>
                <w:lang w:val="en-US"/>
              </w:rPr>
              <w:t>3</w:t>
            </w:r>
          </w:p>
        </w:tc>
      </w:tr>
      <w:tr w:rsidR="00BA5F12">
        <w:trPr>
          <w:gridBefore w:val="1"/>
          <w:gridAfter w:val="1"/>
          <w:wBefore w:w="34" w:type="dxa"/>
          <w:wAfter w:w="522" w:type="dxa"/>
          <w:trHeight w:val="264"/>
        </w:trPr>
        <w:tc>
          <w:tcPr>
            <w:tcW w:w="10218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Default="00BA5F12" w:rsidP="0082171A">
            <w:pPr>
              <w:jc w:val="right"/>
            </w:pPr>
            <w:r>
              <w:t>к решению Собрания депутатов Троицкого сельского поселения</w:t>
            </w:r>
          </w:p>
        </w:tc>
      </w:tr>
      <w:tr w:rsidR="00BA5F12">
        <w:trPr>
          <w:gridBefore w:val="1"/>
          <w:gridAfter w:val="1"/>
          <w:wBefore w:w="34" w:type="dxa"/>
          <w:wAfter w:w="522" w:type="dxa"/>
          <w:trHeight w:val="264"/>
        </w:trPr>
        <w:tc>
          <w:tcPr>
            <w:tcW w:w="10218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Default="00BA5F12" w:rsidP="0082171A">
            <w:pPr>
              <w:jc w:val="right"/>
            </w:pPr>
            <w:r>
              <w:t>"Об отчете об исполнении бюджета Троицкого сельского поселения</w:t>
            </w:r>
          </w:p>
        </w:tc>
      </w:tr>
      <w:tr w:rsidR="00BA5F12">
        <w:trPr>
          <w:gridBefore w:val="1"/>
          <w:gridAfter w:val="1"/>
          <w:wBefore w:w="34" w:type="dxa"/>
          <w:wAfter w:w="522" w:type="dxa"/>
          <w:trHeight w:val="264"/>
        </w:trPr>
        <w:tc>
          <w:tcPr>
            <w:tcW w:w="10218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Default="00BA5F12" w:rsidP="0010166E">
            <w:pPr>
              <w:jc w:val="right"/>
            </w:pPr>
            <w:r>
              <w:t>за 2012 год"</w:t>
            </w:r>
          </w:p>
        </w:tc>
      </w:tr>
      <w:tr w:rsidR="00BA5F12">
        <w:trPr>
          <w:gridBefore w:val="1"/>
          <w:gridAfter w:val="1"/>
          <w:wBefore w:w="34" w:type="dxa"/>
          <w:wAfter w:w="522" w:type="dxa"/>
          <w:trHeight w:val="264"/>
        </w:trPr>
        <w:tc>
          <w:tcPr>
            <w:tcW w:w="10218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Default="00BA5F12" w:rsidP="003965E6">
            <w:pPr>
              <w:jc w:val="center"/>
            </w:pPr>
          </w:p>
        </w:tc>
      </w:tr>
      <w:tr w:rsidR="00BA5F12">
        <w:trPr>
          <w:gridBefore w:val="1"/>
          <w:gridAfter w:val="1"/>
          <w:wBefore w:w="34" w:type="dxa"/>
          <w:wAfter w:w="522" w:type="dxa"/>
          <w:trHeight w:val="264"/>
        </w:trPr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Pr="009F1B33" w:rsidRDefault="00BA5F12" w:rsidP="003965E6">
            <w:pPr>
              <w:pStyle w:val="Heading1"/>
              <w:rPr>
                <w:b/>
                <w:bCs/>
              </w:rPr>
            </w:pPr>
          </w:p>
          <w:p w:rsidR="00BA5F12" w:rsidRPr="009F1B33" w:rsidRDefault="00BA5F12" w:rsidP="003965E6">
            <w:pPr>
              <w:pStyle w:val="Heading1"/>
              <w:rPr>
                <w:b/>
                <w:bCs/>
              </w:rPr>
            </w:pPr>
          </w:p>
          <w:p w:rsidR="00BA5F12" w:rsidRPr="003965E6" w:rsidRDefault="00BA5F12" w:rsidP="003965E6">
            <w:pPr>
              <w:pStyle w:val="Heading1"/>
              <w:rPr>
                <w:b/>
                <w:bCs/>
              </w:rPr>
            </w:pPr>
            <w:r w:rsidRPr="003965E6">
              <w:rPr>
                <w:b/>
                <w:bCs/>
              </w:rPr>
              <w:t>РАСХОДЫ БЮДЖЕТА ТРОИЦКОГО СЕЛЬСКОГ</w:t>
            </w:r>
            <w:r w:rsidRPr="003965E6">
              <w:rPr>
                <w:rStyle w:val="Emphasis"/>
                <w:b/>
                <w:bCs/>
                <w:i w:val="0"/>
                <w:iCs w:val="0"/>
              </w:rPr>
              <w:t>О</w:t>
            </w:r>
            <w:r w:rsidRPr="003965E6">
              <w:rPr>
                <w:b/>
                <w:bCs/>
              </w:rPr>
              <w:t xml:space="preserve"> ПОСЕЛЕНИЯ ПО ВЕДОМСТВЕННОЙ СТРУКТУРЕ</w:t>
            </w:r>
            <w:r w:rsidRPr="003965E6">
              <w:rPr>
                <w:rStyle w:val="Emphasis"/>
                <w:b/>
                <w:bCs/>
                <w:i w:val="0"/>
                <w:iCs w:val="0"/>
              </w:rPr>
              <w:t xml:space="preserve"> РАСХОДОВ БЮДЖЕТА ТРОИЦКОГО СЕЛЬСКОГО ПОСЕЛЕНИЯ ЗА 2012 ГОД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Pr="003965E6" w:rsidRDefault="00BA5F12" w:rsidP="003965E6">
            <w:pPr>
              <w:pStyle w:val="Heading1"/>
              <w:rPr>
                <w:b/>
                <w:bCs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Default="00BA5F12" w:rsidP="003965E6">
            <w:pPr>
              <w:pStyle w:val="Heading6"/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Default="00BA5F12" w:rsidP="003965E6">
            <w:pPr>
              <w:pStyle w:val="Heading6"/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Default="00BA5F12" w:rsidP="003965E6">
            <w:pPr>
              <w:pStyle w:val="Heading6"/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Default="00BA5F12" w:rsidP="003965E6">
            <w:pPr>
              <w:pStyle w:val="Heading6"/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Pr="0082171A" w:rsidRDefault="00BA5F12" w:rsidP="003965E6">
            <w:pPr>
              <w:pStyle w:val="Heading6"/>
              <w:rPr>
                <w:color w:val="000000"/>
              </w:rPr>
            </w:pPr>
          </w:p>
        </w:tc>
      </w:tr>
      <w:tr w:rsidR="00BA5F12">
        <w:trPr>
          <w:gridBefore w:val="1"/>
          <w:gridAfter w:val="1"/>
          <w:wBefore w:w="34" w:type="dxa"/>
          <w:wAfter w:w="522" w:type="dxa"/>
          <w:trHeight w:val="264"/>
        </w:trPr>
        <w:tc>
          <w:tcPr>
            <w:tcW w:w="1021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5F12" w:rsidRPr="0082171A" w:rsidRDefault="00BA5F12" w:rsidP="0082171A">
            <w:pPr>
              <w:jc w:val="center"/>
              <w:rPr>
                <w:b/>
                <w:bCs/>
              </w:rPr>
            </w:pPr>
          </w:p>
        </w:tc>
      </w:tr>
      <w:tr w:rsidR="00BA5F12">
        <w:trPr>
          <w:gridBefore w:val="1"/>
          <w:gridAfter w:val="1"/>
          <w:wBefore w:w="34" w:type="dxa"/>
          <w:wAfter w:w="522" w:type="dxa"/>
          <w:trHeight w:val="264"/>
        </w:trPr>
        <w:tc>
          <w:tcPr>
            <w:tcW w:w="1021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A5F12" w:rsidRPr="0082171A" w:rsidRDefault="00BA5F12" w:rsidP="0010166E">
            <w:pPr>
              <w:jc w:val="center"/>
              <w:rPr>
                <w:b/>
                <w:bCs/>
              </w:rPr>
            </w:pPr>
          </w:p>
        </w:tc>
      </w:tr>
      <w:tr w:rsidR="00BA5F12">
        <w:trPr>
          <w:gridBefore w:val="1"/>
          <w:gridAfter w:val="1"/>
          <w:wBefore w:w="34" w:type="dxa"/>
          <w:wAfter w:w="522" w:type="dxa"/>
          <w:trHeight w:val="165"/>
        </w:trPr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BA5F12" w:rsidRDefault="00BA5F12" w:rsidP="0082171A"/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Default="00BA5F12" w:rsidP="0082171A"/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Default="00BA5F12" w:rsidP="0082171A"/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Default="00BA5F12" w:rsidP="0082171A"/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Default="00BA5F12" w:rsidP="0082171A"/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Default="00BA5F12" w:rsidP="0082171A"/>
        </w:tc>
        <w:tc>
          <w:tcPr>
            <w:tcW w:w="10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F12" w:rsidRPr="0082171A" w:rsidRDefault="00BA5F12" w:rsidP="0082171A">
            <w:pPr>
              <w:rPr>
                <w:color w:val="000000"/>
              </w:rPr>
            </w:pPr>
          </w:p>
        </w:tc>
      </w:tr>
      <w:tr w:rsidR="00BA5F12">
        <w:trPr>
          <w:gridBefore w:val="1"/>
          <w:gridAfter w:val="1"/>
          <w:wBefore w:w="34" w:type="dxa"/>
          <w:wAfter w:w="522" w:type="dxa"/>
          <w:trHeight w:val="264"/>
        </w:trPr>
        <w:tc>
          <w:tcPr>
            <w:tcW w:w="56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5F12" w:rsidRDefault="00BA5F12" w:rsidP="0082171A"/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5F12" w:rsidRDefault="00BA5F12" w:rsidP="0082171A"/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5F12" w:rsidRDefault="00BA5F12" w:rsidP="0082171A"/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5F12" w:rsidRDefault="00BA5F12" w:rsidP="0082171A"/>
        </w:tc>
        <w:tc>
          <w:tcPr>
            <w:tcW w:w="27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5F12" w:rsidRDefault="00BA5F12" w:rsidP="0082171A">
            <w:pPr>
              <w:jc w:val="right"/>
            </w:pPr>
            <w:r>
              <w:t>(тыс. рублей)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70"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Наименование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C14E24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C14E2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55322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4122,9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50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EE0F6C" w:rsidRDefault="00BA5F12" w:rsidP="00EE0F6C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678,0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76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 xml:space="preserve"> 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 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0020000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850D4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678,0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 Глава муниципального образования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0020300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850D4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678,0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 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0020300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678,0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446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0020300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120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678,0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Фонд оплаты труда и страховые взносы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0020300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121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660,7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86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Иные выплаты персоналу,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0020300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122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17,3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76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012D5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3089,2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76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 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0020000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2928.9</w:t>
            </w:r>
          </w:p>
          <w:p w:rsidR="00BA5F12" w:rsidRPr="0062283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 Центральный аппарат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0020400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2283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2928.9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 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0020400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2518,5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0020400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120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C425C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2518,5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Фонд оплаты труда и страховые взносы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0020400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121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C425C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2444,1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382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Иные выплаты персоналу,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0020400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122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C425C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74,4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0020400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2</w:t>
            </w:r>
            <w:r w:rsidRPr="00FF7B9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2283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402.1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0020400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24</w:t>
            </w:r>
            <w:r w:rsidRPr="00FF7B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12B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402.1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0020400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24</w:t>
            </w:r>
            <w:r w:rsidRPr="00FF7B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743BC5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18.0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0020400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244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2283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384.1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0020400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2283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8.3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0020400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2283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8.3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0020400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851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2283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0020400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852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2283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6.8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5210000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2283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0.2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5210200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2283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0.2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D0326F" w:rsidRDefault="00BA5F12" w:rsidP="00BF2AB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субвенции бюджетам муниципальных районов, городских округов, городских и сельских поселений на 2013 год на осуществление полномочий по определению перечня должностных лиц, уполномоченных составлять протоколы об административных правонарушениях, предусмотренных </w:t>
            </w:r>
            <w:hyperlink r:id="rId7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статьями 2.1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8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2.2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2.4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2.7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3.2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2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3.3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 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3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4.1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, 4.4, </w:t>
            </w:r>
            <w:hyperlink r:id="rId14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5.1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, 5.2, </w:t>
            </w:r>
            <w:hyperlink r:id="rId15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6.2,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6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6.3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, 6.4, </w:t>
            </w:r>
            <w:hyperlink r:id="rId17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7.1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8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7.2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9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7.3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 (в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транспортом), </w:t>
            </w:r>
            <w:hyperlink r:id="rId20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8.1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hyperlink r:id="rId21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8.3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2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частью 2 статьи 9.1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3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статьей 9.3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5210215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2283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0.2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5210215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2283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0.2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C26FC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9C26FC">
              <w:rPr>
                <w:rFonts w:ascii="Times New Roman" w:hAnsi="Times New Roman" w:cs="Times New Roman"/>
              </w:rPr>
              <w:t>Долгосрочная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26FC">
              <w:rPr>
                <w:rFonts w:ascii="Times New Roman" w:hAnsi="Times New Roman" w:cs="Times New Roman"/>
              </w:rPr>
              <w:t xml:space="preserve"> целевая программа</w:t>
            </w:r>
            <w:r>
              <w:rPr>
                <w:rFonts w:ascii="Times New Roman" w:hAnsi="Times New Roman" w:cs="Times New Roman"/>
              </w:rPr>
              <w:t xml:space="preserve"> «Развитие и использование информатизации в Администрации Троицкого сельского поселения на 2012-2014 годы»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7953700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C26FC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153,1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7953700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C26FC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145,3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7953700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A52E8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C26FC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145,3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7953700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A52E8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C26FC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7953700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A52E8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C26FC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143,5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Долгосрочная целевая программа «Развитие муниципальной службы в Троицком сельском поселении 2012-2014»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7953900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C26FC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A52E8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7953900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C26FC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A52E8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7953900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C26FC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7953900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C26FC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 xml:space="preserve">Обеспечение проведения выборов и референдумов 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8A52E8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230,8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Проведение  выборов и референдумов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0200000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230,8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Проведение выборов Главы муниципального образования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0200800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8A52E8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180,8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Специальные расходы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0200800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8A52E8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180,8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Проведение выборов в представительные органы муниципальных образований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0200900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8A52E8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Специальные расходы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0200900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8A52E8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012D5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124,9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0020000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DA438A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Обеспечение приватизации и проведение предпродажной подготовки объектов приватизации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0022900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DA438A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0022900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DA438A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закупки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0022900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DA438A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0022900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C7CD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0700000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28,7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0700500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28,7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0700500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28,7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50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государственных функций , связанных с общегосударственным управлением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0920000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012D5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26,8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2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других обязательств государства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0920300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012D5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26,8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2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012D5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26,8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2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закупки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012D5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26,8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2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0920300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012D5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26,8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C14E24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C14E24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2203F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138,3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2203F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138,3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316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0010000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2203F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138,3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0013600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2203F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138,3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17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Фонд оплаты труда и страховые взносы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0013600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2203F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137,0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50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0013600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2203F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50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C14E24">
              <w:rPr>
                <w:rFonts w:ascii="Times New Roman" w:hAnsi="Times New Roman" w:cs="Times New Roman"/>
                <w:b/>
                <w:bCs/>
              </w:rPr>
              <w:t> 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C14E2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2203F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0,9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50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 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2203F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31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Мероприятия по гражданской обороне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2190000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2203F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50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2190100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2203F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50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2190100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716D11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50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Иные закупки товаров, рабо</w:t>
            </w:r>
            <w:r>
              <w:rPr>
                <w:rFonts w:ascii="Times New Roman" w:hAnsi="Times New Roman" w:cs="Times New Roman"/>
              </w:rPr>
              <w:t>т и услуг для государственных м</w:t>
            </w:r>
            <w:r w:rsidRPr="005C574F">
              <w:rPr>
                <w:rFonts w:ascii="Times New Roman" w:hAnsi="Times New Roman" w:cs="Times New Roman"/>
              </w:rPr>
              <w:t>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2190100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716D11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50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2190100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2203F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6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C14E24">
              <w:rPr>
                <w:rFonts w:ascii="Times New Roman" w:hAnsi="Times New Roman" w:cs="Times New Roman"/>
                <w:b/>
                <w:bCs/>
              </w:rPr>
              <w:t> НАЦИОНАЛЬНАЯ ЭКОНОМИКА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C14E2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66732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5301,1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6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6673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5301,1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6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1Региональные целевые программы 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220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5220000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6673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4687,8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6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Областная целевая программа «Развитие сети автомобильных дорог общего пользования в Ростовской области на2010-2014»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5222700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66732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4687,8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6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Закупка товаров,работ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5222700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66732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4687,8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6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Целевые программы муниципальных образований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7950000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6673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613,4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6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 xml:space="preserve">Долгосрочная целевая программа «Развития сети внутрипоселковых дорог в </w:t>
            </w:r>
            <w:r>
              <w:rPr>
                <w:rFonts w:ascii="Times New Roman" w:hAnsi="Times New Roman" w:cs="Times New Roman"/>
              </w:rPr>
              <w:t>Троицком</w:t>
            </w:r>
            <w:r w:rsidRPr="00FF7B94">
              <w:rPr>
                <w:rFonts w:ascii="Times New Roman" w:hAnsi="Times New Roman" w:cs="Times New Roman"/>
              </w:rPr>
              <w:t xml:space="preserve"> сельском поселении на 2010-201</w:t>
            </w:r>
            <w:r>
              <w:rPr>
                <w:rFonts w:ascii="Times New Roman" w:hAnsi="Times New Roman" w:cs="Times New Roman"/>
              </w:rPr>
              <w:t>4</w:t>
            </w:r>
            <w:r w:rsidRPr="00FF7B94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7953100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66732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575,4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6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7953100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66732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575,4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6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7953100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66732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575,4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6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7953100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244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66732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575,4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6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Долгосрочная целевая программа «</w:t>
            </w:r>
            <w:r>
              <w:rPr>
                <w:rFonts w:ascii="Times New Roman" w:hAnsi="Times New Roman" w:cs="Times New Roman"/>
              </w:rPr>
              <w:t>Повышение безопасности дорожного движения на территории Троицкого сельского поселения 2012-2014</w:t>
            </w:r>
            <w:r w:rsidRPr="00FF7B94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</w:t>
            </w:r>
            <w:r>
              <w:rPr>
                <w:rFonts w:ascii="Times New Roman" w:hAnsi="Times New Roman" w:cs="Times New Roman"/>
              </w:rPr>
              <w:t>8</w:t>
            </w:r>
            <w:r w:rsidRPr="00FF7B9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6673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6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7953800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66732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6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7953800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66732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6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</w:t>
            </w:r>
            <w:r>
              <w:rPr>
                <w:rFonts w:ascii="Times New Roman" w:hAnsi="Times New Roman" w:cs="Times New Roman"/>
              </w:rPr>
              <w:t>8</w:t>
            </w:r>
            <w:r w:rsidRPr="00FF7B9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244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66732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6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 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AB26BB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2724,7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30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82302A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361,6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34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Целевые программы муниципальных образований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7950000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82302A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361,6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50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Муниципальная долгосрочная целевая программа «Повышение качества водоснабжения населения в муниципальном образовании «</w:t>
            </w:r>
            <w:r>
              <w:rPr>
                <w:rFonts w:ascii="Times New Roman" w:hAnsi="Times New Roman" w:cs="Times New Roman"/>
              </w:rPr>
              <w:t>Троицкое</w:t>
            </w:r>
            <w:r w:rsidRPr="00FF7B94">
              <w:rPr>
                <w:rFonts w:ascii="Times New Roman" w:hAnsi="Times New Roman" w:cs="Times New Roman"/>
              </w:rPr>
              <w:t xml:space="preserve"> сельское поселение на 201</w:t>
            </w:r>
            <w:r>
              <w:rPr>
                <w:rFonts w:ascii="Times New Roman" w:hAnsi="Times New Roman" w:cs="Times New Roman"/>
              </w:rPr>
              <w:t>1</w:t>
            </w:r>
            <w:r w:rsidRPr="00FF7B94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4</w:t>
            </w:r>
            <w:r w:rsidRPr="00FF7B94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 w:rsidRPr="00FF7B9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82302A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361,6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50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7953200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82302A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361,6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50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7953200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82302A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361,6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50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 w:rsidRPr="00FF7B9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244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82302A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361,6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6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873F00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2363,1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6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0700500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455A2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455A24">
              <w:rPr>
                <w:rFonts w:ascii="Times New Roman" w:hAnsi="Times New Roman" w:cs="Times New Roman"/>
              </w:rPr>
              <w:t>59,9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6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455A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0700500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455A2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455A24">
              <w:rPr>
                <w:rFonts w:ascii="Times New Roman" w:hAnsi="Times New Roman" w:cs="Times New Roman"/>
              </w:rPr>
              <w:t>59,9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6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455A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0700500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455A2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455A24">
              <w:rPr>
                <w:rFonts w:ascii="Times New Roman" w:hAnsi="Times New Roman" w:cs="Times New Roman"/>
              </w:rPr>
              <w:t>59,9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6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455A24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0700500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244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455A2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455A24">
              <w:rPr>
                <w:rFonts w:ascii="Times New Roman" w:hAnsi="Times New Roman" w:cs="Times New Roman"/>
              </w:rPr>
              <w:t>59,9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6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E240DF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E240DF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6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межбюджетные трансферты бюджетам бюджетной системы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5210300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E240DF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6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5210300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E240DF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6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5210300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E240DF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6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5210300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E240DF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348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Целевые программы муниципальных образований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7950000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D12FA6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50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 xml:space="preserve">Муниципальная долгосрочная  целевая  программа "Благоустройство </w:t>
            </w:r>
            <w:r>
              <w:rPr>
                <w:rFonts w:ascii="Times New Roman" w:hAnsi="Times New Roman" w:cs="Times New Roman"/>
              </w:rPr>
              <w:t>Троицкого</w:t>
            </w:r>
            <w:r w:rsidRPr="00FF7B94">
              <w:rPr>
                <w:rFonts w:ascii="Times New Roman" w:hAnsi="Times New Roman" w:cs="Times New Roman"/>
              </w:rPr>
              <w:t xml:space="preserve"> сельского поселения на 201</w:t>
            </w:r>
            <w:r>
              <w:rPr>
                <w:rFonts w:ascii="Times New Roman" w:hAnsi="Times New Roman" w:cs="Times New Roman"/>
              </w:rPr>
              <w:t>2</w:t>
            </w:r>
            <w:r w:rsidRPr="00FF7B94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4</w:t>
            </w:r>
            <w:r w:rsidRPr="00FF7B94">
              <w:rPr>
                <w:rFonts w:ascii="Times New Roman" w:hAnsi="Times New Roman" w:cs="Times New Roman"/>
              </w:rPr>
              <w:t xml:space="preserve"> годы"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</w:t>
            </w:r>
            <w:r>
              <w:rPr>
                <w:rFonts w:ascii="Times New Roman" w:hAnsi="Times New Roman" w:cs="Times New Roman"/>
              </w:rPr>
              <w:t>3</w:t>
            </w:r>
            <w:r w:rsidRPr="00FF7B9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1871,2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50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E44FA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7953300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1871,2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50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E44FA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7953300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1871,2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50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E44FAB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</w:t>
            </w:r>
            <w:r>
              <w:rPr>
                <w:rFonts w:ascii="Times New Roman" w:hAnsi="Times New Roman" w:cs="Times New Roman"/>
              </w:rPr>
              <w:t>3</w:t>
            </w:r>
            <w:r w:rsidRPr="00FF7B9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1871,2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50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 xml:space="preserve">Муниципальная  долгосрочная целевая программа «Энергосбережения и повышения энергетической эффективности  </w:t>
            </w:r>
            <w:r>
              <w:rPr>
                <w:rFonts w:ascii="Times New Roman" w:hAnsi="Times New Roman" w:cs="Times New Roman"/>
              </w:rPr>
              <w:t>Троицкого</w:t>
            </w:r>
            <w:r w:rsidRPr="00FF7B94">
              <w:rPr>
                <w:rFonts w:ascii="Times New Roman" w:hAnsi="Times New Roman" w:cs="Times New Roman"/>
              </w:rPr>
              <w:t xml:space="preserve"> сельского поселения на 201</w:t>
            </w:r>
            <w:r>
              <w:rPr>
                <w:rFonts w:ascii="Times New Roman" w:hAnsi="Times New Roman" w:cs="Times New Roman"/>
              </w:rPr>
              <w:t>3</w:t>
            </w:r>
            <w:r w:rsidRPr="00FF7B94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5</w:t>
            </w:r>
            <w:r w:rsidRPr="00FF7B94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FF7B9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E2A4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50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50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50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FF7B9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E2A4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18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 КУЛЬТУРА, КИНЕМАТОГРАФИЯ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752730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1435,9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348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 Культура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752730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1435,9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168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Целевые программы муниципальных образований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7950000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752730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1435,9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50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 xml:space="preserve">Долгосрочная целевая программа «Развития культуры и искусства в </w:t>
            </w:r>
            <w:r>
              <w:rPr>
                <w:rFonts w:ascii="Times New Roman" w:hAnsi="Times New Roman" w:cs="Times New Roman"/>
              </w:rPr>
              <w:t xml:space="preserve">Троицком </w:t>
            </w:r>
            <w:r w:rsidRPr="00FF7B94">
              <w:rPr>
                <w:rFonts w:ascii="Times New Roman" w:hAnsi="Times New Roman" w:cs="Times New Roman"/>
              </w:rPr>
              <w:t>сельском поселении на 2010-201</w:t>
            </w:r>
            <w:r>
              <w:rPr>
                <w:rFonts w:ascii="Times New Roman" w:hAnsi="Times New Roman" w:cs="Times New Roman"/>
              </w:rPr>
              <w:t>5</w:t>
            </w:r>
            <w:r w:rsidRPr="00FF7B94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7953000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752730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1435,9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50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Региональные целевые программы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5220000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59,0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50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Областная долгосрочная целевая программа «Культура Дона» (2010-2014)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5220900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59,0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50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5220900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50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752730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 xml:space="preserve">Подпрограмма финансовое обеспечение выполнения муниципального задания муниципальным бюджетным учреждением культуры </w:t>
            </w:r>
            <w:r>
              <w:rPr>
                <w:rFonts w:ascii="Times New Roman" w:hAnsi="Times New Roman" w:cs="Times New Roman"/>
              </w:rPr>
              <w:t>Троицкого сельского поселения» МБУК ТП НР РО «Троицкий Дом культуры»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7953001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752730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1096,7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50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7953001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752730" w:rsidRDefault="00BA5F12" w:rsidP="008D5CB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1096,7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50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 xml:space="preserve">Подпрограмма финансовое обеспечение выполнения муниципального задания муниципальным бюджетным учреждением культуры  </w:t>
            </w:r>
            <w:r>
              <w:rPr>
                <w:rFonts w:ascii="Times New Roman" w:hAnsi="Times New Roman" w:cs="Times New Roman"/>
              </w:rPr>
              <w:t>Троицкого сельского поселения «МБУК ТСП «Троицкая СБ»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7953002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752730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280,3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509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7953002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752730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280,3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84620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146,3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84620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9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Целевые программы муниципальных образований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7950000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84620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2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Муниципальная долгосрочная целевая программа «</w:t>
            </w:r>
            <w:r>
              <w:rPr>
                <w:rFonts w:ascii="Times New Roman" w:hAnsi="Times New Roman" w:cs="Times New Roman"/>
              </w:rPr>
              <w:t>Пенсионное обеспечение лиц, замещавших муниципальные должности и должности муниципальной службы в Троицком сельском поселении 2011-2014 годы</w:t>
            </w:r>
            <w:r w:rsidRPr="00FF7B9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  <w:r w:rsidRPr="00FF7B9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84620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2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7953600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2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7953600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2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  <w:r w:rsidRPr="00FF7B9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84620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9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ФИЗИЧЕСКАЯ КУЛЬТУРА  И СПОРТ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55322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159,0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9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</w:t>
            </w:r>
            <w:r w:rsidRPr="00FF7B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5532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159,0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9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Целевые программы муниципальных образований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7950000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5532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159,0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 xml:space="preserve">Муниципальная долгосрочная целевая программа «Развитие физической культуры и спорта в </w:t>
            </w:r>
            <w:r>
              <w:rPr>
                <w:rFonts w:ascii="Times New Roman" w:hAnsi="Times New Roman" w:cs="Times New Roman"/>
              </w:rPr>
              <w:t>Троицком</w:t>
            </w:r>
            <w:r w:rsidRPr="00FF7B94">
              <w:rPr>
                <w:rFonts w:ascii="Times New Roman" w:hAnsi="Times New Roman" w:cs="Times New Roman"/>
              </w:rPr>
              <w:t xml:space="preserve"> сельском поселении на 201</w:t>
            </w:r>
            <w:r>
              <w:rPr>
                <w:rFonts w:ascii="Times New Roman" w:hAnsi="Times New Roman" w:cs="Times New Roman"/>
              </w:rPr>
              <w:t>2</w:t>
            </w:r>
            <w:r w:rsidRPr="00FF7B94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4</w:t>
            </w:r>
            <w:r w:rsidRPr="00FF7B94">
              <w:rPr>
                <w:rFonts w:ascii="Times New Roman" w:hAnsi="Times New Roman" w:cs="Times New Roman"/>
              </w:rPr>
              <w:t>годы»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FF7B9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5532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159,0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7953500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5532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159,0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7953500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5532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159,0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FF7B9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5532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159,0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873F00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70,0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Государственная поддержка в сфере культуры, кинематографии, средств массовой информации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4508500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4508500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752730" w:rsidRDefault="00BA5F12" w:rsidP="00BF2AB2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217,4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752730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217,4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5210000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752730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217,4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 из бюджетов поселений бюджету муниципального района из бюджетам муниципального района бюджетам поселений в соответствии с заключенными соглашениями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5210</w:t>
            </w:r>
            <w:r>
              <w:rPr>
                <w:rFonts w:ascii="Times New Roman" w:hAnsi="Times New Roman" w:cs="Times New Roman"/>
              </w:rPr>
              <w:t>6</w:t>
            </w:r>
            <w:r w:rsidRPr="00FF7B9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217,4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5210</w:t>
            </w:r>
            <w:r>
              <w:rPr>
                <w:rFonts w:ascii="Times New Roman" w:hAnsi="Times New Roman" w:cs="Times New Roman"/>
              </w:rPr>
              <w:t>6</w:t>
            </w:r>
            <w:r w:rsidRPr="00FF7B9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752730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217,4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2C536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5210</w:t>
            </w:r>
            <w:r>
              <w:rPr>
                <w:rFonts w:ascii="Times New Roman" w:hAnsi="Times New Roman" w:cs="Times New Roman"/>
              </w:rPr>
              <w:t>6</w:t>
            </w:r>
            <w:r w:rsidRPr="00FF7B9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752730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217,4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62BDC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14316,5</w:t>
            </w:r>
          </w:p>
        </w:tc>
      </w:tr>
      <w:tr w:rsidR="00BA5F12" w:rsidRPr="00893ACF">
        <w:tblPrEx>
          <w:tblCellMar>
            <w:left w:w="30" w:type="dxa"/>
            <w:right w:w="30" w:type="dxa"/>
          </w:tblCellMar>
        </w:tblPrEx>
        <w:trPr>
          <w:trHeight w:val="255"/>
        </w:trPr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BF2AB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BF2AB2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BA5F12" w:rsidRDefault="00BA5F12" w:rsidP="00490AB1">
      <w:pPr>
        <w:pStyle w:val="NoSpacing"/>
        <w:rPr>
          <w:rFonts w:ascii="Times New Roman" w:hAnsi="Times New Roman" w:cs="Times New Roman"/>
        </w:rPr>
      </w:pPr>
    </w:p>
    <w:tbl>
      <w:tblPr>
        <w:tblW w:w="10510" w:type="dxa"/>
        <w:tblInd w:w="-106" w:type="dxa"/>
        <w:tblLook w:val="0000"/>
      </w:tblPr>
      <w:tblGrid>
        <w:gridCol w:w="6620"/>
        <w:gridCol w:w="419"/>
        <w:gridCol w:w="494"/>
        <w:gridCol w:w="1140"/>
        <w:gridCol w:w="566"/>
        <w:gridCol w:w="1271"/>
      </w:tblGrid>
      <w:tr w:rsidR="00BA5F12" w:rsidRPr="00D94E21">
        <w:trPr>
          <w:trHeight w:val="264"/>
        </w:trPr>
        <w:tc>
          <w:tcPr>
            <w:tcW w:w="105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A5F12" w:rsidRPr="00D94E21" w:rsidRDefault="00BA5F12" w:rsidP="00CD133F">
            <w:pPr>
              <w:jc w:val="right"/>
              <w:rPr>
                <w:lang w:val="en-US"/>
              </w:rPr>
            </w:pPr>
            <w:r>
              <w:t xml:space="preserve">Приложение </w:t>
            </w:r>
            <w:r>
              <w:rPr>
                <w:lang w:val="en-US"/>
              </w:rPr>
              <w:t>4</w:t>
            </w:r>
          </w:p>
        </w:tc>
      </w:tr>
      <w:tr w:rsidR="00BA5F12">
        <w:trPr>
          <w:trHeight w:val="264"/>
        </w:trPr>
        <w:tc>
          <w:tcPr>
            <w:tcW w:w="105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A5F12" w:rsidRDefault="00BA5F12" w:rsidP="00CD133F">
            <w:pPr>
              <w:jc w:val="right"/>
            </w:pPr>
            <w:r>
              <w:t>к Решению Собрания депутатов Троицкого сельского поселения</w:t>
            </w:r>
          </w:p>
        </w:tc>
      </w:tr>
      <w:tr w:rsidR="00BA5F12">
        <w:trPr>
          <w:trHeight w:val="264"/>
        </w:trPr>
        <w:tc>
          <w:tcPr>
            <w:tcW w:w="105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A5F12" w:rsidRDefault="00BA5F12" w:rsidP="00CD133F">
            <w:pPr>
              <w:jc w:val="right"/>
            </w:pPr>
            <w:r>
              <w:t>"Об отчете об исполнении бюджета Троицкого сельского поселения</w:t>
            </w:r>
          </w:p>
        </w:tc>
      </w:tr>
      <w:tr w:rsidR="00BA5F12">
        <w:trPr>
          <w:trHeight w:val="264"/>
        </w:trPr>
        <w:tc>
          <w:tcPr>
            <w:tcW w:w="105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A5F12" w:rsidRDefault="00BA5F12" w:rsidP="00CD133F">
            <w:pPr>
              <w:jc w:val="right"/>
            </w:pPr>
            <w:r>
              <w:t>за 20</w:t>
            </w:r>
            <w:r>
              <w:rPr>
                <w:lang w:val="en-US"/>
              </w:rPr>
              <w:t>1</w:t>
            </w:r>
            <w:r>
              <w:t>2 год"</w:t>
            </w:r>
          </w:p>
        </w:tc>
      </w:tr>
      <w:tr w:rsidR="00BA5F12">
        <w:trPr>
          <w:trHeight w:val="264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</w:tcPr>
          <w:p w:rsidR="00BA5F12" w:rsidRDefault="00BA5F12" w:rsidP="00CD133F"/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BA5F12" w:rsidRDefault="00BA5F12" w:rsidP="00CD133F">
            <w:pPr>
              <w:jc w:val="center"/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 w:rsidR="00BA5F12" w:rsidRDefault="00BA5F12" w:rsidP="00CD133F"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BA5F12" w:rsidRDefault="00BA5F12" w:rsidP="00CD133F">
            <w:pPr>
              <w:jc w:val="center"/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BA5F12" w:rsidRDefault="00BA5F12" w:rsidP="00CD133F">
            <w:pPr>
              <w:jc w:val="center"/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BA5F12" w:rsidRDefault="00BA5F12" w:rsidP="00CD133F">
            <w:pPr>
              <w:jc w:val="center"/>
            </w:pPr>
          </w:p>
        </w:tc>
      </w:tr>
      <w:tr w:rsidR="00BA5F12" w:rsidRPr="000E683C">
        <w:trPr>
          <w:trHeight w:val="375"/>
        </w:trPr>
        <w:tc>
          <w:tcPr>
            <w:tcW w:w="105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A5F12" w:rsidRPr="000E683C" w:rsidRDefault="00BA5F12" w:rsidP="00CD133F">
            <w:pPr>
              <w:jc w:val="center"/>
              <w:rPr>
                <w:b/>
                <w:bCs/>
              </w:rPr>
            </w:pPr>
            <w:r w:rsidRPr="000E683C">
              <w:rPr>
                <w:b/>
                <w:bCs/>
              </w:rPr>
              <w:t xml:space="preserve">РАСХОДЫ БЮДЖЕТА </w:t>
            </w:r>
            <w:r>
              <w:rPr>
                <w:b/>
                <w:bCs/>
              </w:rPr>
              <w:t>ТРОИЦКОГО СЕЛЬСКОГО ПОСЕЛЕНИЯ</w:t>
            </w:r>
          </w:p>
        </w:tc>
      </w:tr>
      <w:tr w:rsidR="00BA5F12" w:rsidRPr="000E683C">
        <w:trPr>
          <w:trHeight w:val="264"/>
        </w:trPr>
        <w:tc>
          <w:tcPr>
            <w:tcW w:w="105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A5F12" w:rsidRPr="000E683C" w:rsidRDefault="00BA5F12" w:rsidP="00CD133F">
            <w:pPr>
              <w:jc w:val="center"/>
              <w:rPr>
                <w:b/>
                <w:bCs/>
              </w:rPr>
            </w:pPr>
            <w:r w:rsidRPr="000E683C">
              <w:rPr>
                <w:b/>
                <w:bCs/>
              </w:rPr>
              <w:t>ПО РАЗДЕЛАМ И ПОДРАЗДЕЛАМ, ЦЕЛЕВЫМ СТАТЬЯМ И ВИДАМ РАСХОДОВ</w:t>
            </w:r>
          </w:p>
        </w:tc>
      </w:tr>
      <w:tr w:rsidR="00BA5F12" w:rsidRPr="000E683C">
        <w:trPr>
          <w:trHeight w:val="264"/>
        </w:trPr>
        <w:tc>
          <w:tcPr>
            <w:tcW w:w="105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A5F12" w:rsidRPr="000E683C" w:rsidRDefault="00BA5F12" w:rsidP="00CD13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КЛАССИФИКАЦИИ РАСХОДОВ </w:t>
            </w:r>
            <w:r w:rsidRPr="000E683C">
              <w:rPr>
                <w:b/>
                <w:bCs/>
              </w:rPr>
              <w:t>БЮДЖЕТОВ ЗА 20</w:t>
            </w:r>
            <w:r w:rsidRPr="00325628"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  <w:r w:rsidRPr="000E683C">
              <w:rPr>
                <w:b/>
                <w:bCs/>
              </w:rPr>
              <w:t xml:space="preserve"> ГОД</w:t>
            </w:r>
          </w:p>
        </w:tc>
      </w:tr>
    </w:tbl>
    <w:p w:rsidR="00BA5F12" w:rsidRDefault="00BA5F12" w:rsidP="00490AB1">
      <w:pPr>
        <w:pStyle w:val="NoSpacing"/>
        <w:rPr>
          <w:rFonts w:ascii="Times New Roman" w:hAnsi="Times New Roman" w:cs="Times New Roman"/>
        </w:rPr>
      </w:pPr>
    </w:p>
    <w:p w:rsidR="00BA5F12" w:rsidRDefault="00BA5F12" w:rsidP="00490AB1">
      <w:pPr>
        <w:pStyle w:val="NoSpacing"/>
        <w:rPr>
          <w:rFonts w:ascii="Times New Roman" w:hAnsi="Times New Roman" w:cs="Times New Roman"/>
        </w:rPr>
      </w:pPr>
    </w:p>
    <w:p w:rsidR="00BA5F12" w:rsidRDefault="00BA5F12" w:rsidP="00490AB1">
      <w:pPr>
        <w:pStyle w:val="NoSpacing"/>
        <w:rPr>
          <w:rFonts w:ascii="Times New Roman" w:hAnsi="Times New Roman" w:cs="Times New Roman"/>
        </w:rPr>
      </w:pPr>
    </w:p>
    <w:p w:rsidR="00BA5F12" w:rsidRPr="00893ACF" w:rsidRDefault="00BA5F12" w:rsidP="00490AB1">
      <w:pPr>
        <w:pStyle w:val="NoSpacing"/>
        <w:rPr>
          <w:rFonts w:ascii="Times New Roman" w:hAnsi="Times New Roman" w:cs="Times New Roman"/>
        </w:rPr>
      </w:pPr>
    </w:p>
    <w:p w:rsidR="00BA5F12" w:rsidRPr="006622D1" w:rsidRDefault="00BA5F12" w:rsidP="00490AB1">
      <w:pPr>
        <w:rPr>
          <w:b/>
          <w:bCs/>
          <w:sz w:val="24"/>
          <w:szCs w:val="24"/>
        </w:rPr>
      </w:pPr>
    </w:p>
    <w:tbl>
      <w:tblPr>
        <w:tblW w:w="10129" w:type="dxa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237"/>
        <w:gridCol w:w="567"/>
        <w:gridCol w:w="709"/>
        <w:gridCol w:w="992"/>
        <w:gridCol w:w="567"/>
        <w:gridCol w:w="1057"/>
      </w:tblGrid>
      <w:tr w:rsidR="00BA5F12" w:rsidRPr="00FF7B94">
        <w:trPr>
          <w:trHeight w:val="27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Наименование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 исполнение</w:t>
            </w:r>
          </w:p>
        </w:tc>
      </w:tr>
      <w:tr w:rsidR="00BA5F12" w:rsidRPr="00C55322">
        <w:trPr>
          <w:trHeight w:val="255"/>
        </w:trPr>
        <w:tc>
          <w:tcPr>
            <w:tcW w:w="62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C14E24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C14E24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55322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4122,9</w:t>
            </w:r>
          </w:p>
        </w:tc>
      </w:tr>
      <w:tr w:rsidR="00BA5F12" w:rsidRPr="00EE0F6C">
        <w:trPr>
          <w:trHeight w:val="50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EE0F6C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678,0</w:t>
            </w:r>
          </w:p>
        </w:tc>
      </w:tr>
      <w:tr w:rsidR="00BA5F12" w:rsidRPr="00850D44">
        <w:trPr>
          <w:trHeight w:val="76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 xml:space="preserve"> 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0020000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850D4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678,0</w:t>
            </w:r>
          </w:p>
        </w:tc>
      </w:tr>
      <w:tr w:rsidR="00BA5F12" w:rsidRPr="00850D44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 Глава муниципального образования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0020300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850D4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678,0</w:t>
            </w:r>
          </w:p>
        </w:tc>
      </w:tr>
      <w:tr w:rsidR="00BA5F12" w:rsidRPr="00FF7B94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 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0020300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678,0</w:t>
            </w:r>
          </w:p>
        </w:tc>
      </w:tr>
      <w:tr w:rsidR="00BA5F12" w:rsidRPr="00FF7B94">
        <w:trPr>
          <w:trHeight w:val="446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0020300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120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678,0</w:t>
            </w:r>
          </w:p>
        </w:tc>
      </w:tr>
      <w:tr w:rsidR="00BA5F12" w:rsidRPr="00FF7B94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Фонд оплаты труда и страховые взносы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0020300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121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660,7</w:t>
            </w:r>
          </w:p>
        </w:tc>
      </w:tr>
      <w:tr w:rsidR="00BA5F12" w:rsidRPr="00FF7B94">
        <w:trPr>
          <w:trHeight w:val="286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Иные выплаты персоналу, за исключением фонда оплаты труда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0020300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122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17,3</w:t>
            </w:r>
          </w:p>
        </w:tc>
      </w:tr>
      <w:tr w:rsidR="00BA5F12" w:rsidRPr="009012D5">
        <w:trPr>
          <w:trHeight w:val="76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012D5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3089,2</w:t>
            </w:r>
          </w:p>
        </w:tc>
      </w:tr>
      <w:tr w:rsidR="00BA5F12" w:rsidRPr="00622834">
        <w:trPr>
          <w:trHeight w:val="76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 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0020000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2928.9</w:t>
            </w:r>
          </w:p>
          <w:p w:rsidR="00BA5F12" w:rsidRPr="0062283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A5F12" w:rsidRPr="00622834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 Центральный аппарат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0020400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2283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2928.9</w:t>
            </w:r>
          </w:p>
        </w:tc>
      </w:tr>
      <w:tr w:rsidR="00BA5F12" w:rsidRPr="00FF7B94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 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0020400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2518,5</w:t>
            </w:r>
          </w:p>
        </w:tc>
      </w:tr>
      <w:tr w:rsidR="00BA5F12" w:rsidRPr="00CC425C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0020400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120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C425C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2518,5</w:t>
            </w:r>
          </w:p>
        </w:tc>
      </w:tr>
      <w:tr w:rsidR="00BA5F12" w:rsidRPr="00CC425C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Фонд оплаты труда и страховые взносы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0020400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121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C425C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2444,1</w:t>
            </w:r>
          </w:p>
        </w:tc>
      </w:tr>
      <w:tr w:rsidR="00BA5F12" w:rsidRPr="00CC425C">
        <w:trPr>
          <w:trHeight w:val="382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Иные выплаты персоналу, за исключением фонда оплаты труда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0020400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122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C425C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74,4</w:t>
            </w:r>
          </w:p>
        </w:tc>
      </w:tr>
      <w:tr w:rsidR="00BA5F12" w:rsidRPr="00622834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0020400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2</w:t>
            </w:r>
            <w:r w:rsidRPr="00FF7B9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2283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402.1</w:t>
            </w:r>
          </w:p>
        </w:tc>
      </w:tr>
      <w:tr w:rsidR="00BA5F12" w:rsidRPr="005C12B4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0020400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24</w:t>
            </w:r>
            <w:r w:rsidRPr="00FF7B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12B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402.1</w:t>
            </w:r>
          </w:p>
        </w:tc>
      </w:tr>
      <w:tr w:rsidR="00BA5F12" w:rsidRPr="00743BC5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0020400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24</w:t>
            </w:r>
            <w:r w:rsidRPr="00FF7B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743BC5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18.0</w:t>
            </w:r>
          </w:p>
        </w:tc>
      </w:tr>
      <w:tr w:rsidR="00BA5F12" w:rsidRPr="00622834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0020400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244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2283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384.1</w:t>
            </w:r>
          </w:p>
        </w:tc>
      </w:tr>
      <w:tr w:rsidR="00BA5F12" w:rsidRPr="00622834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0020400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2283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8.3</w:t>
            </w:r>
          </w:p>
        </w:tc>
      </w:tr>
      <w:tr w:rsidR="00BA5F12" w:rsidRPr="00622834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0020400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2283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8.3</w:t>
            </w:r>
          </w:p>
        </w:tc>
      </w:tr>
      <w:tr w:rsidR="00BA5F12" w:rsidRPr="00622834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0020400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851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2283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</w:t>
            </w:r>
          </w:p>
        </w:tc>
      </w:tr>
      <w:tr w:rsidR="00BA5F12" w:rsidRPr="00622834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0020400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852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2283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6.8</w:t>
            </w:r>
          </w:p>
        </w:tc>
      </w:tr>
      <w:tr w:rsidR="00BA5F12" w:rsidRPr="00622834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5210000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2283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0.2</w:t>
            </w:r>
          </w:p>
        </w:tc>
      </w:tr>
      <w:tr w:rsidR="00BA5F12" w:rsidRPr="00622834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5210200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2283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0.2</w:t>
            </w:r>
          </w:p>
        </w:tc>
      </w:tr>
      <w:tr w:rsidR="00BA5F12" w:rsidRPr="00622834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D0326F" w:rsidRDefault="00BA5F12" w:rsidP="00CD133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субвенции бюджетам муниципальных районов, городских округов, городских и сельских поселений на 2013 год на осуществление полномочий по определению перечня должностных лиц, уполномоченных составлять протоколы об административных правонарушениях, предусмотренных </w:t>
            </w:r>
            <w:hyperlink r:id="rId24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статьями 2.1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25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2.2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6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2.4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7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2.7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8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3.2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9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3.3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 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30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4.1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, 4.4, </w:t>
            </w:r>
            <w:hyperlink r:id="rId31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5.1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, 5.2, </w:t>
            </w:r>
            <w:hyperlink r:id="rId32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6.2,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3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6.3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, 6.4, </w:t>
            </w:r>
            <w:hyperlink r:id="rId34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7.1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5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7.2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6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7.3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 (в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транспортом), </w:t>
            </w:r>
            <w:hyperlink r:id="rId37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8.1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hyperlink r:id="rId38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8.3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9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частью 2 статьи 9.1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0" w:history="1">
              <w:r w:rsidRPr="00D0326F">
                <w:rPr>
                  <w:rFonts w:ascii="Times New Roman" w:hAnsi="Times New Roman" w:cs="Times New Roman"/>
                  <w:sz w:val="24"/>
                  <w:szCs w:val="24"/>
                </w:rPr>
                <w:t>статьей 9.3</w:t>
              </w:r>
            </w:hyperlink>
            <w:r w:rsidRPr="00D0326F"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5210215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2283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0.2</w:t>
            </w:r>
          </w:p>
        </w:tc>
      </w:tr>
      <w:tr w:rsidR="00BA5F12" w:rsidRPr="00622834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5210215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2283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0.2</w:t>
            </w:r>
          </w:p>
        </w:tc>
      </w:tr>
      <w:tr w:rsidR="00BA5F12" w:rsidRPr="009C26FC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C26FC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9C26FC">
              <w:rPr>
                <w:rFonts w:ascii="Times New Roman" w:hAnsi="Times New Roman" w:cs="Times New Roman"/>
              </w:rPr>
              <w:t>Долгосрочная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26FC">
              <w:rPr>
                <w:rFonts w:ascii="Times New Roman" w:hAnsi="Times New Roman" w:cs="Times New Roman"/>
              </w:rPr>
              <w:t xml:space="preserve"> целевая программа</w:t>
            </w:r>
            <w:r>
              <w:rPr>
                <w:rFonts w:ascii="Times New Roman" w:hAnsi="Times New Roman" w:cs="Times New Roman"/>
              </w:rPr>
              <w:t xml:space="preserve"> «Развитие и использование информатизации в Администрации Троицкого сельского поселения на 2012-2014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7953700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C26FC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153,1</w:t>
            </w:r>
          </w:p>
        </w:tc>
      </w:tr>
      <w:tr w:rsidR="00BA5F12" w:rsidRPr="009C26FC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7953700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C26FC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145,3</w:t>
            </w:r>
          </w:p>
        </w:tc>
      </w:tr>
      <w:tr w:rsidR="00BA5F12" w:rsidRPr="009C26FC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7953700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C26FC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145,3</w:t>
            </w:r>
          </w:p>
        </w:tc>
      </w:tr>
      <w:tr w:rsidR="00BA5F12" w:rsidRPr="009C26FC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7953700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C26FC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</w:tr>
      <w:tr w:rsidR="00BA5F12" w:rsidRPr="009C26FC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7953700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C26FC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143,5</w:t>
            </w:r>
          </w:p>
        </w:tc>
      </w:tr>
      <w:tr w:rsidR="00BA5F12" w:rsidRPr="009C26FC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Долгосрочная целевая программа «Развитие муниципальной службы в Троицком сельском поселении 2012-2014»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7953900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C26FC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</w:tr>
      <w:tr w:rsidR="00BA5F12" w:rsidRPr="009C26FC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7953900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C26FC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</w:tr>
      <w:tr w:rsidR="00BA5F12" w:rsidRPr="009C26FC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7953900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C26FC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</w:tr>
      <w:tr w:rsidR="00BA5F12" w:rsidRPr="009C26FC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7953900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C26FC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</w:tr>
      <w:tr w:rsidR="00BA5F12" w:rsidRPr="008A52E8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 xml:space="preserve">Обеспечение проведения выборов и референдумов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8A52E8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230,8</w:t>
            </w:r>
          </w:p>
        </w:tc>
      </w:tr>
      <w:tr w:rsidR="00BA5F12" w:rsidRPr="00FF7B94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Проведение  выборов и референдумов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230,8</w:t>
            </w:r>
          </w:p>
        </w:tc>
      </w:tr>
      <w:tr w:rsidR="00BA5F12" w:rsidRPr="008A52E8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Проведение выборов Главы муниципального образования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0200800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8A52E8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180,8</w:t>
            </w:r>
          </w:p>
        </w:tc>
      </w:tr>
      <w:tr w:rsidR="00BA5F12" w:rsidRPr="008A52E8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Специальные расходы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0200800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8A52E8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180,8</w:t>
            </w:r>
          </w:p>
        </w:tc>
      </w:tr>
      <w:tr w:rsidR="00BA5F12" w:rsidRPr="008A52E8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Проведение выборов в представительные органы муниципальных образований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0200900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8A52E8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BA5F12" w:rsidRPr="008A52E8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Специальные расходы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0200900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8A52E8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BA5F12" w:rsidRPr="009012D5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012D5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124,9</w:t>
            </w:r>
          </w:p>
        </w:tc>
      </w:tr>
      <w:tr w:rsidR="00BA5F12" w:rsidRPr="00DA438A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0020000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DA438A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</w:tr>
      <w:tr w:rsidR="00BA5F12" w:rsidRPr="00DA438A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Обеспечение приватизации и проведение предпродажной подготовки объектов приватизации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0022900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DA438A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</w:tr>
      <w:tr w:rsidR="00BA5F12" w:rsidRPr="00DA438A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Закупка товаров, работ и услуг для государственных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0022900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DA438A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</w:tr>
      <w:tr w:rsidR="00BA5F12" w:rsidRPr="00DA438A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закупки товаров, работ и услуг для государственных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0022900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DA438A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</w:tr>
      <w:tr w:rsidR="00BA5F12" w:rsidRPr="009C7CD4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0022900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C7CD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</w:tr>
      <w:tr w:rsidR="00BA5F12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28,7</w:t>
            </w:r>
          </w:p>
        </w:tc>
      </w:tr>
      <w:tr w:rsidR="00BA5F12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0700500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28,7</w:t>
            </w:r>
          </w:p>
        </w:tc>
      </w:tr>
      <w:tr w:rsidR="00BA5F12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0700500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28,7</w:t>
            </w:r>
          </w:p>
        </w:tc>
      </w:tr>
      <w:tr w:rsidR="00BA5F12" w:rsidRPr="009012D5">
        <w:trPr>
          <w:trHeight w:val="50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государственных функций 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012D5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26,8</w:t>
            </w:r>
          </w:p>
        </w:tc>
      </w:tr>
      <w:tr w:rsidR="00BA5F12" w:rsidRPr="009012D5">
        <w:trPr>
          <w:trHeight w:val="22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0920300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012D5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26,8</w:t>
            </w:r>
          </w:p>
        </w:tc>
      </w:tr>
      <w:tr w:rsidR="00BA5F12" w:rsidRPr="009012D5">
        <w:trPr>
          <w:trHeight w:val="22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Закупка товаров, работ и услуг для государственных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012D5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26,8</w:t>
            </w:r>
          </w:p>
        </w:tc>
      </w:tr>
      <w:tr w:rsidR="00BA5F12" w:rsidRPr="009012D5">
        <w:trPr>
          <w:trHeight w:val="22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закупки товаров, работ и услуг для государственных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012D5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26,8</w:t>
            </w:r>
          </w:p>
        </w:tc>
      </w:tr>
      <w:tr w:rsidR="00BA5F12" w:rsidRPr="009012D5">
        <w:trPr>
          <w:trHeight w:val="22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0920300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9012D5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26,8</w:t>
            </w:r>
          </w:p>
        </w:tc>
      </w:tr>
      <w:tr w:rsidR="00BA5F12" w:rsidRPr="00C2203F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C14E24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C14E24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2203F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138,3</w:t>
            </w:r>
          </w:p>
        </w:tc>
      </w:tr>
      <w:tr w:rsidR="00BA5F12" w:rsidRPr="00C2203F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2203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138,3</w:t>
            </w:r>
          </w:p>
        </w:tc>
      </w:tr>
      <w:tr w:rsidR="00BA5F12" w:rsidRPr="00C2203F">
        <w:trPr>
          <w:trHeight w:val="316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0010000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2203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138,3</w:t>
            </w:r>
          </w:p>
        </w:tc>
      </w:tr>
      <w:tr w:rsidR="00BA5F12" w:rsidRPr="00C2203F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0013600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2203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138,3</w:t>
            </w:r>
          </w:p>
        </w:tc>
      </w:tr>
      <w:tr w:rsidR="00BA5F12" w:rsidRPr="00C2203F">
        <w:trPr>
          <w:trHeight w:val="217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Фонд оплаты труда и страховые взносы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0013600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2203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137,0</w:t>
            </w:r>
          </w:p>
        </w:tc>
      </w:tr>
      <w:tr w:rsidR="00BA5F12" w:rsidRPr="00C2203F">
        <w:trPr>
          <w:trHeight w:val="50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0013600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2203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BA5F12" w:rsidRPr="00C2203F">
        <w:trPr>
          <w:trHeight w:val="50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C14E24">
              <w:rPr>
                <w:rFonts w:ascii="Times New Roman" w:hAnsi="Times New Roman" w:cs="Times New Roman"/>
                <w:b/>
                <w:bCs/>
              </w:rPr>
              <w:t> 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C14E24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2203F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0,9</w:t>
            </w:r>
          </w:p>
        </w:tc>
      </w:tr>
      <w:tr w:rsidR="00BA5F12" w:rsidRPr="00C2203F">
        <w:trPr>
          <w:trHeight w:val="50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 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2203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BA5F12" w:rsidRPr="00C2203F">
        <w:trPr>
          <w:trHeight w:val="31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Мероприятия по гражданской обороне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2190000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2203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BA5F12" w:rsidRPr="00C2203F">
        <w:trPr>
          <w:trHeight w:val="50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2190100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2203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BA5F12" w:rsidRPr="00716D11">
        <w:trPr>
          <w:trHeight w:val="50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716D11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BA5F12" w:rsidRPr="00716D11">
        <w:trPr>
          <w:trHeight w:val="50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Иные закупки товаров, рабо</w:t>
            </w:r>
            <w:r>
              <w:rPr>
                <w:rFonts w:ascii="Times New Roman" w:hAnsi="Times New Roman" w:cs="Times New Roman"/>
              </w:rPr>
              <w:t>т и услуг для государственных м</w:t>
            </w:r>
            <w:r w:rsidRPr="005C574F">
              <w:rPr>
                <w:rFonts w:ascii="Times New Roman" w:hAnsi="Times New Roman" w:cs="Times New Roman"/>
              </w:rPr>
              <w:t>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716D11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BA5F12" w:rsidRPr="00C2203F">
        <w:trPr>
          <w:trHeight w:val="50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2190100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2203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BA5F12" w:rsidRPr="00666732">
        <w:trPr>
          <w:trHeight w:val="26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C14E24">
              <w:rPr>
                <w:rFonts w:ascii="Times New Roman" w:hAnsi="Times New Roman" w:cs="Times New Roman"/>
                <w:b/>
                <w:bCs/>
              </w:rPr>
              <w:t> НАЦИОНАЛЬНАЯ ЭКОНОМИКА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 w:rsidRPr="00C14E24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14E24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66732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5301,1</w:t>
            </w:r>
          </w:p>
        </w:tc>
      </w:tr>
      <w:tr w:rsidR="00BA5F12" w:rsidRPr="00666732">
        <w:trPr>
          <w:trHeight w:val="26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6673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5301,1</w:t>
            </w:r>
          </w:p>
        </w:tc>
      </w:tr>
      <w:tr w:rsidR="00BA5F12" w:rsidRPr="00666732">
        <w:trPr>
          <w:trHeight w:val="26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1Региональные целевые программы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6673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4687,8</w:t>
            </w:r>
          </w:p>
        </w:tc>
      </w:tr>
      <w:tr w:rsidR="00BA5F12" w:rsidRPr="00666732">
        <w:trPr>
          <w:trHeight w:val="26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Областная целевая программа «Развитие сети автомобильных дорог общего пользования в Ростовской области на2010-2014»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5222700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6673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4687,8</w:t>
            </w:r>
          </w:p>
        </w:tc>
      </w:tr>
      <w:tr w:rsidR="00BA5F12" w:rsidRPr="00666732">
        <w:trPr>
          <w:trHeight w:val="26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Закупка товаров,работ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5222700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6673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4687,8</w:t>
            </w:r>
          </w:p>
        </w:tc>
      </w:tr>
      <w:tr w:rsidR="00BA5F12" w:rsidRPr="00666732">
        <w:trPr>
          <w:trHeight w:val="26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Целевые программы муниципальных образований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6673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613,4</w:t>
            </w:r>
          </w:p>
        </w:tc>
      </w:tr>
      <w:tr w:rsidR="00BA5F12" w:rsidRPr="00666732">
        <w:trPr>
          <w:trHeight w:val="26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 xml:space="preserve">Долгосрочная целевая программа «Развития сети внутрипоселковых дорог в </w:t>
            </w:r>
            <w:r>
              <w:rPr>
                <w:rFonts w:ascii="Times New Roman" w:hAnsi="Times New Roman" w:cs="Times New Roman"/>
              </w:rPr>
              <w:t>Троицком</w:t>
            </w:r>
            <w:r w:rsidRPr="00FF7B94">
              <w:rPr>
                <w:rFonts w:ascii="Times New Roman" w:hAnsi="Times New Roman" w:cs="Times New Roman"/>
              </w:rPr>
              <w:t xml:space="preserve"> сельском поселении на 2010-201</w:t>
            </w:r>
            <w:r>
              <w:rPr>
                <w:rFonts w:ascii="Times New Roman" w:hAnsi="Times New Roman" w:cs="Times New Roman"/>
              </w:rPr>
              <w:t>4</w:t>
            </w:r>
            <w:r w:rsidRPr="00FF7B94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6673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575,4</w:t>
            </w:r>
          </w:p>
        </w:tc>
      </w:tr>
      <w:tr w:rsidR="00BA5F12" w:rsidRPr="00666732">
        <w:trPr>
          <w:trHeight w:val="26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6673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575,4</w:t>
            </w:r>
          </w:p>
        </w:tc>
      </w:tr>
      <w:tr w:rsidR="00BA5F12" w:rsidRPr="00666732">
        <w:trPr>
          <w:trHeight w:val="26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6673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575,4</w:t>
            </w:r>
          </w:p>
        </w:tc>
      </w:tr>
      <w:tr w:rsidR="00BA5F12" w:rsidRPr="00666732">
        <w:trPr>
          <w:trHeight w:val="26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244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6673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575,4</w:t>
            </w:r>
          </w:p>
        </w:tc>
      </w:tr>
      <w:tr w:rsidR="00BA5F12" w:rsidRPr="00666732">
        <w:trPr>
          <w:trHeight w:val="26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Долгосрочная целевая программа «</w:t>
            </w:r>
            <w:r>
              <w:rPr>
                <w:rFonts w:ascii="Times New Roman" w:hAnsi="Times New Roman" w:cs="Times New Roman"/>
              </w:rPr>
              <w:t>Повышение безопасности дорожного движения на территории Троицкого сельского поселения 2012-2014</w:t>
            </w:r>
            <w:r w:rsidRPr="00FF7B94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</w:t>
            </w:r>
            <w:r>
              <w:rPr>
                <w:rFonts w:ascii="Times New Roman" w:hAnsi="Times New Roman" w:cs="Times New Roman"/>
              </w:rPr>
              <w:t>8</w:t>
            </w:r>
            <w:r w:rsidRPr="00FF7B9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6673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</w:tr>
      <w:tr w:rsidR="00BA5F12" w:rsidRPr="00666732">
        <w:trPr>
          <w:trHeight w:val="26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7953800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6673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</w:tr>
      <w:tr w:rsidR="00BA5F12" w:rsidRPr="00666732">
        <w:trPr>
          <w:trHeight w:val="26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7953800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6673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</w:tr>
      <w:tr w:rsidR="00BA5F12" w:rsidRPr="00666732">
        <w:trPr>
          <w:trHeight w:val="26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</w:t>
            </w:r>
            <w:r>
              <w:rPr>
                <w:rFonts w:ascii="Times New Roman" w:hAnsi="Times New Roman" w:cs="Times New Roman"/>
              </w:rPr>
              <w:t>8</w:t>
            </w:r>
            <w:r w:rsidRPr="00FF7B9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244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6673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</w:tr>
      <w:tr w:rsidR="00BA5F12" w:rsidRPr="00AB26BB">
        <w:trPr>
          <w:trHeight w:val="26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 ЖИЛИЩНО-КОММУНАЛЬНОЕ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AB26BB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2724,7</w:t>
            </w:r>
          </w:p>
        </w:tc>
      </w:tr>
      <w:tr w:rsidR="00BA5F12" w:rsidRPr="0082302A">
        <w:trPr>
          <w:trHeight w:val="30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82302A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361,6</w:t>
            </w:r>
          </w:p>
        </w:tc>
      </w:tr>
      <w:tr w:rsidR="00BA5F12" w:rsidRPr="0082302A">
        <w:trPr>
          <w:trHeight w:val="234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Целевые программы муниципальных образований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82302A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361,6</w:t>
            </w:r>
          </w:p>
        </w:tc>
      </w:tr>
      <w:tr w:rsidR="00BA5F12" w:rsidRPr="0082302A">
        <w:trPr>
          <w:trHeight w:val="50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Муниципальная долгосрочная целевая программа «Повышение качества водоснабжения населения в муниципальном образовании «</w:t>
            </w:r>
            <w:r>
              <w:rPr>
                <w:rFonts w:ascii="Times New Roman" w:hAnsi="Times New Roman" w:cs="Times New Roman"/>
              </w:rPr>
              <w:t>Троицкое</w:t>
            </w:r>
            <w:r w:rsidRPr="00FF7B94">
              <w:rPr>
                <w:rFonts w:ascii="Times New Roman" w:hAnsi="Times New Roman" w:cs="Times New Roman"/>
              </w:rPr>
              <w:t xml:space="preserve"> сельское поселение на 201</w:t>
            </w:r>
            <w:r>
              <w:rPr>
                <w:rFonts w:ascii="Times New Roman" w:hAnsi="Times New Roman" w:cs="Times New Roman"/>
              </w:rPr>
              <w:t>1</w:t>
            </w:r>
            <w:r w:rsidRPr="00FF7B94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4</w:t>
            </w:r>
            <w:r w:rsidRPr="00FF7B94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 w:rsidRPr="00FF7B9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82302A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361,6</w:t>
            </w:r>
          </w:p>
        </w:tc>
      </w:tr>
      <w:tr w:rsidR="00BA5F12" w:rsidRPr="0082302A">
        <w:trPr>
          <w:trHeight w:val="50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7953200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82302A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361,6</w:t>
            </w:r>
          </w:p>
        </w:tc>
      </w:tr>
      <w:tr w:rsidR="00BA5F12" w:rsidRPr="0082302A">
        <w:trPr>
          <w:trHeight w:val="50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7953200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82302A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361,6</w:t>
            </w:r>
          </w:p>
        </w:tc>
      </w:tr>
      <w:tr w:rsidR="00BA5F12" w:rsidRPr="0082302A">
        <w:trPr>
          <w:trHeight w:val="50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 w:rsidRPr="00FF7B9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244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82302A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361,6</w:t>
            </w:r>
          </w:p>
        </w:tc>
      </w:tr>
      <w:tr w:rsidR="00BA5F12" w:rsidRPr="00873F00">
        <w:trPr>
          <w:trHeight w:val="26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873F00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2363,1</w:t>
            </w:r>
          </w:p>
        </w:tc>
      </w:tr>
      <w:tr w:rsidR="00BA5F12" w:rsidRPr="00455A24">
        <w:trPr>
          <w:trHeight w:val="26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0700500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455A2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455A24">
              <w:rPr>
                <w:rFonts w:ascii="Times New Roman" w:hAnsi="Times New Roman" w:cs="Times New Roman"/>
              </w:rPr>
              <w:t>59,9</w:t>
            </w:r>
          </w:p>
        </w:tc>
      </w:tr>
      <w:tr w:rsidR="00BA5F12" w:rsidRPr="00455A24">
        <w:trPr>
          <w:trHeight w:val="26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0700500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455A2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455A24">
              <w:rPr>
                <w:rFonts w:ascii="Times New Roman" w:hAnsi="Times New Roman" w:cs="Times New Roman"/>
              </w:rPr>
              <w:t>59,9</w:t>
            </w:r>
          </w:p>
        </w:tc>
      </w:tr>
      <w:tr w:rsidR="00BA5F12" w:rsidRPr="00455A24">
        <w:trPr>
          <w:trHeight w:val="26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0700500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455A2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455A24">
              <w:rPr>
                <w:rFonts w:ascii="Times New Roman" w:hAnsi="Times New Roman" w:cs="Times New Roman"/>
              </w:rPr>
              <w:t>59,9</w:t>
            </w:r>
          </w:p>
        </w:tc>
      </w:tr>
      <w:tr w:rsidR="00BA5F12" w:rsidRPr="00455A24">
        <w:trPr>
          <w:trHeight w:val="26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0700500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244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455A2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455A24">
              <w:rPr>
                <w:rFonts w:ascii="Times New Roman" w:hAnsi="Times New Roman" w:cs="Times New Roman"/>
              </w:rPr>
              <w:t>59,9</w:t>
            </w:r>
          </w:p>
        </w:tc>
      </w:tr>
      <w:tr w:rsidR="00BA5F12" w:rsidRPr="00E240DF">
        <w:trPr>
          <w:trHeight w:val="26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E240D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E240D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BA5F12" w:rsidRPr="00E240DF">
        <w:trPr>
          <w:trHeight w:val="26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межбюджетные трансферты бюджетам бюджетной системы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5210300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E240D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BA5F12" w:rsidRPr="00E240DF">
        <w:trPr>
          <w:trHeight w:val="26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5210300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E240D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BA5F12" w:rsidRPr="00E240DF">
        <w:trPr>
          <w:trHeight w:val="26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5210300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E240D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BA5F12" w:rsidRPr="00E240DF">
        <w:trPr>
          <w:trHeight w:val="26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5210300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E240D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BA5F12" w:rsidRPr="00D12FA6">
        <w:trPr>
          <w:trHeight w:val="348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Целевые программы муниципальных образований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D12FA6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A5F12" w:rsidRPr="00FF7B94">
        <w:trPr>
          <w:trHeight w:val="50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 xml:space="preserve">Муниципальная долгосрочная  целевая  программа "Благоустройство </w:t>
            </w:r>
            <w:r>
              <w:rPr>
                <w:rFonts w:ascii="Times New Roman" w:hAnsi="Times New Roman" w:cs="Times New Roman"/>
              </w:rPr>
              <w:t>Троицкого</w:t>
            </w:r>
            <w:r w:rsidRPr="00FF7B94">
              <w:rPr>
                <w:rFonts w:ascii="Times New Roman" w:hAnsi="Times New Roman" w:cs="Times New Roman"/>
              </w:rPr>
              <w:t xml:space="preserve"> сельского поселения на 201</w:t>
            </w:r>
            <w:r>
              <w:rPr>
                <w:rFonts w:ascii="Times New Roman" w:hAnsi="Times New Roman" w:cs="Times New Roman"/>
              </w:rPr>
              <w:t>2</w:t>
            </w:r>
            <w:r w:rsidRPr="00FF7B94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4</w:t>
            </w:r>
            <w:r w:rsidRPr="00FF7B94">
              <w:rPr>
                <w:rFonts w:ascii="Times New Roman" w:hAnsi="Times New Roman" w:cs="Times New Roman"/>
              </w:rPr>
              <w:t xml:space="preserve"> годы"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</w:t>
            </w:r>
            <w:r>
              <w:rPr>
                <w:rFonts w:ascii="Times New Roman" w:hAnsi="Times New Roman" w:cs="Times New Roman"/>
              </w:rPr>
              <w:t>3</w:t>
            </w:r>
            <w:r w:rsidRPr="00FF7B9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1871,2</w:t>
            </w:r>
          </w:p>
        </w:tc>
      </w:tr>
      <w:tr w:rsidR="00BA5F12" w:rsidRPr="00FF7B94">
        <w:trPr>
          <w:trHeight w:val="50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7953300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1871,2</w:t>
            </w:r>
          </w:p>
        </w:tc>
      </w:tr>
      <w:tr w:rsidR="00BA5F12" w:rsidRPr="00FF7B94">
        <w:trPr>
          <w:trHeight w:val="50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7953300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1871,2</w:t>
            </w:r>
          </w:p>
        </w:tc>
      </w:tr>
      <w:tr w:rsidR="00BA5F12" w:rsidRPr="00FF7B94">
        <w:trPr>
          <w:trHeight w:val="50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</w:t>
            </w:r>
            <w:r>
              <w:rPr>
                <w:rFonts w:ascii="Times New Roman" w:hAnsi="Times New Roman" w:cs="Times New Roman"/>
              </w:rPr>
              <w:t>3</w:t>
            </w:r>
            <w:r w:rsidRPr="00FF7B9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1871,2</w:t>
            </w:r>
          </w:p>
        </w:tc>
      </w:tr>
      <w:tr w:rsidR="00BA5F12" w:rsidRPr="006E2A44">
        <w:trPr>
          <w:trHeight w:val="50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 xml:space="preserve">Муниципальная  долгосрочная целевая программа «Энергосбережения и повышения энергетической эффективности  </w:t>
            </w:r>
            <w:r>
              <w:rPr>
                <w:rFonts w:ascii="Times New Roman" w:hAnsi="Times New Roman" w:cs="Times New Roman"/>
              </w:rPr>
              <w:t>Троицкого</w:t>
            </w:r>
            <w:r w:rsidRPr="00FF7B94">
              <w:rPr>
                <w:rFonts w:ascii="Times New Roman" w:hAnsi="Times New Roman" w:cs="Times New Roman"/>
              </w:rPr>
              <w:t xml:space="preserve"> сельского поселения на 201</w:t>
            </w:r>
            <w:r>
              <w:rPr>
                <w:rFonts w:ascii="Times New Roman" w:hAnsi="Times New Roman" w:cs="Times New Roman"/>
              </w:rPr>
              <w:t>3</w:t>
            </w:r>
            <w:r w:rsidRPr="00FF7B94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5</w:t>
            </w:r>
            <w:r w:rsidRPr="00FF7B94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FF7B9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E2A4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BA5F12">
        <w:trPr>
          <w:trHeight w:val="50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BA5F12">
        <w:trPr>
          <w:trHeight w:val="50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BA5F12" w:rsidRPr="006E2A44">
        <w:trPr>
          <w:trHeight w:val="50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FF7B9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E2A4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BA5F12" w:rsidRPr="00752730">
        <w:trPr>
          <w:trHeight w:val="218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 КУЛЬТУРА, КИНЕМАТОГРАФИЯ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752730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1435,9</w:t>
            </w:r>
          </w:p>
        </w:tc>
      </w:tr>
      <w:tr w:rsidR="00BA5F12" w:rsidRPr="00752730">
        <w:trPr>
          <w:trHeight w:val="348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 Культура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752730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1435,9</w:t>
            </w:r>
          </w:p>
        </w:tc>
      </w:tr>
      <w:tr w:rsidR="00BA5F12" w:rsidRPr="00752730">
        <w:trPr>
          <w:trHeight w:val="168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Целевые программы муниципальных образований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752730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1435,9</w:t>
            </w:r>
          </w:p>
        </w:tc>
      </w:tr>
      <w:tr w:rsidR="00BA5F12" w:rsidRPr="00752730">
        <w:trPr>
          <w:trHeight w:val="50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 xml:space="preserve">Долгосрочная целевая программа «Развития культуры и искусства в </w:t>
            </w:r>
            <w:r>
              <w:rPr>
                <w:rFonts w:ascii="Times New Roman" w:hAnsi="Times New Roman" w:cs="Times New Roman"/>
              </w:rPr>
              <w:t xml:space="preserve">Троицком </w:t>
            </w:r>
            <w:r w:rsidRPr="00FF7B94">
              <w:rPr>
                <w:rFonts w:ascii="Times New Roman" w:hAnsi="Times New Roman" w:cs="Times New Roman"/>
              </w:rPr>
              <w:t>сельском поселении на 2010-201</w:t>
            </w:r>
            <w:r>
              <w:rPr>
                <w:rFonts w:ascii="Times New Roman" w:hAnsi="Times New Roman" w:cs="Times New Roman"/>
              </w:rPr>
              <w:t>5</w:t>
            </w:r>
            <w:r w:rsidRPr="00FF7B94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752730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1435,9</w:t>
            </w:r>
          </w:p>
        </w:tc>
      </w:tr>
      <w:tr w:rsidR="00BA5F12">
        <w:trPr>
          <w:trHeight w:val="50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Региональные целевые программы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59,0</w:t>
            </w:r>
          </w:p>
        </w:tc>
      </w:tr>
      <w:tr w:rsidR="00BA5F12">
        <w:trPr>
          <w:trHeight w:val="50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Областная долгосрочная целевая программа «Культура Дона» (2010-2014)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5220900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59,0</w:t>
            </w:r>
          </w:p>
        </w:tc>
      </w:tr>
      <w:tr w:rsidR="00BA5F12">
        <w:trPr>
          <w:trHeight w:val="50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5220900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A5F12" w:rsidRPr="00752730">
        <w:trPr>
          <w:trHeight w:val="50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 xml:space="preserve">Подпрограмма финансовое обеспечение выполнения муниципального задания муниципальным бюджетным учреждением культуры </w:t>
            </w:r>
            <w:r>
              <w:rPr>
                <w:rFonts w:ascii="Times New Roman" w:hAnsi="Times New Roman" w:cs="Times New Roman"/>
              </w:rPr>
              <w:t>Троицкого сельского поселения» МБУК ТП НР РО «Троицкий Дом культуры»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7953001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752730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1096,7</w:t>
            </w:r>
          </w:p>
        </w:tc>
      </w:tr>
      <w:tr w:rsidR="00BA5F12" w:rsidRPr="00752730">
        <w:trPr>
          <w:trHeight w:val="50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7953001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752730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1096,7</w:t>
            </w:r>
          </w:p>
        </w:tc>
      </w:tr>
      <w:tr w:rsidR="00BA5F12" w:rsidRPr="00752730">
        <w:trPr>
          <w:trHeight w:val="50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 xml:space="preserve">Подпрограмма финансовое обеспечение выполнения муниципального задания муниципальным бюджетным учреждением культуры  </w:t>
            </w:r>
            <w:r>
              <w:rPr>
                <w:rFonts w:ascii="Times New Roman" w:hAnsi="Times New Roman" w:cs="Times New Roman"/>
              </w:rPr>
              <w:t>Троицкого сельского поселения «МБУК ТСП «Троицкая СБ»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7953002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752730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280,3</w:t>
            </w:r>
          </w:p>
        </w:tc>
      </w:tr>
      <w:tr w:rsidR="00BA5F12" w:rsidRPr="00752730">
        <w:trPr>
          <w:trHeight w:val="509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7953002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752730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280,3</w:t>
            </w:r>
          </w:p>
        </w:tc>
      </w:tr>
      <w:tr w:rsidR="00BA5F12" w:rsidRPr="00C84620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84620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146,3</w:t>
            </w:r>
          </w:p>
        </w:tc>
      </w:tr>
      <w:tr w:rsidR="00BA5F12" w:rsidRPr="00C84620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84620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</w:t>
            </w:r>
          </w:p>
        </w:tc>
      </w:tr>
      <w:tr w:rsidR="00BA5F12" w:rsidRPr="00C84620">
        <w:trPr>
          <w:trHeight w:val="29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Целевые программы муниципальных образований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84620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</w:t>
            </w:r>
          </w:p>
        </w:tc>
      </w:tr>
      <w:tr w:rsidR="00BA5F12" w:rsidRPr="00C84620">
        <w:trPr>
          <w:trHeight w:val="22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7471E5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Муниципальная долгосрочная целевая программа «</w:t>
            </w:r>
            <w:r>
              <w:rPr>
                <w:rFonts w:ascii="Times New Roman" w:hAnsi="Times New Roman" w:cs="Times New Roman"/>
              </w:rPr>
              <w:t>Социальная поддержка населения Троицкого сельского поселения  2011-2014 годы</w:t>
            </w:r>
            <w:r w:rsidRPr="00FF7B9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  <w:r w:rsidRPr="00FF7B9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84620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</w:t>
            </w:r>
          </w:p>
        </w:tc>
      </w:tr>
      <w:tr w:rsidR="00BA5F12">
        <w:trPr>
          <w:trHeight w:val="22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7953600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</w:t>
            </w:r>
          </w:p>
        </w:tc>
      </w:tr>
      <w:tr w:rsidR="00BA5F12">
        <w:trPr>
          <w:trHeight w:val="22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7953600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</w:t>
            </w:r>
          </w:p>
        </w:tc>
      </w:tr>
      <w:tr w:rsidR="00BA5F12" w:rsidRPr="00C84620">
        <w:trPr>
          <w:trHeight w:val="22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  <w:r w:rsidRPr="00FF7B9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84620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</w:t>
            </w:r>
          </w:p>
        </w:tc>
      </w:tr>
      <w:tr w:rsidR="00BA5F12" w:rsidRPr="00C55322">
        <w:trPr>
          <w:trHeight w:val="29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ФИЗИЧЕСКАЯ КУЛЬТУРА  И СПОРТ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55322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159,0</w:t>
            </w:r>
          </w:p>
        </w:tc>
      </w:tr>
      <w:tr w:rsidR="00BA5F12" w:rsidRPr="00C55322">
        <w:trPr>
          <w:trHeight w:val="29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  <w:lang w:val="en-US"/>
              </w:rPr>
              <w:t>0</w:t>
            </w:r>
            <w:r w:rsidRPr="00FF7B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5532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159,0</w:t>
            </w:r>
          </w:p>
        </w:tc>
      </w:tr>
      <w:tr w:rsidR="00BA5F12" w:rsidRPr="00C55322">
        <w:trPr>
          <w:trHeight w:val="29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Целевые программы муниципальных образований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5532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159,0</w:t>
            </w:r>
          </w:p>
        </w:tc>
      </w:tr>
      <w:tr w:rsidR="00BA5F12" w:rsidRPr="00C55322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 xml:space="preserve">Муниципальная долгосрочная целевая программа «Развитие физической культуры и спорта в </w:t>
            </w:r>
            <w:r>
              <w:rPr>
                <w:rFonts w:ascii="Times New Roman" w:hAnsi="Times New Roman" w:cs="Times New Roman"/>
              </w:rPr>
              <w:t>Троицком</w:t>
            </w:r>
            <w:r w:rsidRPr="00FF7B94">
              <w:rPr>
                <w:rFonts w:ascii="Times New Roman" w:hAnsi="Times New Roman" w:cs="Times New Roman"/>
              </w:rPr>
              <w:t xml:space="preserve"> сельском поселении на 201</w:t>
            </w:r>
            <w:r>
              <w:rPr>
                <w:rFonts w:ascii="Times New Roman" w:hAnsi="Times New Roman" w:cs="Times New Roman"/>
              </w:rPr>
              <w:t>2</w:t>
            </w:r>
            <w:r w:rsidRPr="00FF7B94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4</w:t>
            </w:r>
            <w:r w:rsidRPr="00FF7B94">
              <w:rPr>
                <w:rFonts w:ascii="Times New Roman" w:hAnsi="Times New Roman" w:cs="Times New Roman"/>
              </w:rPr>
              <w:t>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FF7B9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5532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159,0</w:t>
            </w:r>
          </w:p>
        </w:tc>
      </w:tr>
      <w:tr w:rsidR="00BA5F12" w:rsidRPr="00C55322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7953500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5532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159,0</w:t>
            </w:r>
          </w:p>
        </w:tc>
      </w:tr>
      <w:tr w:rsidR="00BA5F12" w:rsidRPr="00C55322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5C574F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5C574F">
              <w:rPr>
                <w:rFonts w:ascii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7953500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5532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159,0</w:t>
            </w:r>
          </w:p>
        </w:tc>
      </w:tr>
      <w:tr w:rsidR="00BA5F12" w:rsidRPr="00C55322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7953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Pr="00FF7B9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C55322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159,0</w:t>
            </w:r>
          </w:p>
        </w:tc>
      </w:tr>
      <w:tr w:rsidR="00BA5F12" w:rsidRPr="00873F00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873F00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70,0</w:t>
            </w:r>
          </w:p>
        </w:tc>
      </w:tr>
      <w:tr w:rsidR="00BA5F12" w:rsidRPr="00FF7B94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</w:tr>
      <w:tr w:rsidR="00BA5F12" w:rsidRPr="00FF7B94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Государственная поддержка в сфере культуры, кинематографии, средств массовой информации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4508500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</w:tr>
      <w:tr w:rsidR="00BA5F12" w:rsidRPr="00FF7B94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4508500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</w:tr>
      <w:tr w:rsidR="00BA5F12" w:rsidRPr="00752730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752730" w:rsidRDefault="00BA5F12" w:rsidP="00CD133F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217,4</w:t>
            </w:r>
          </w:p>
        </w:tc>
      </w:tr>
      <w:tr w:rsidR="00BA5F12" w:rsidRPr="00752730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752730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217,4</w:t>
            </w:r>
          </w:p>
        </w:tc>
      </w:tr>
      <w:tr w:rsidR="00BA5F12" w:rsidRPr="00752730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5210000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752730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217,4</w:t>
            </w:r>
          </w:p>
        </w:tc>
      </w:tr>
      <w:tr w:rsidR="00BA5F12" w:rsidRPr="00FF7B94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 из бюджетов поселений бюджету муниципального района из бюджетам муниципального района бюджетам поселений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5210</w:t>
            </w:r>
            <w:r>
              <w:rPr>
                <w:rFonts w:ascii="Times New Roman" w:hAnsi="Times New Roman" w:cs="Times New Roman"/>
              </w:rPr>
              <w:t>6</w:t>
            </w:r>
            <w:r w:rsidRPr="00FF7B9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217,4</w:t>
            </w:r>
          </w:p>
        </w:tc>
      </w:tr>
      <w:tr w:rsidR="00BA5F12" w:rsidRPr="00752730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5210</w:t>
            </w:r>
            <w:r>
              <w:rPr>
                <w:rFonts w:ascii="Times New Roman" w:hAnsi="Times New Roman" w:cs="Times New Roman"/>
              </w:rPr>
              <w:t>6</w:t>
            </w:r>
            <w:r w:rsidRPr="00FF7B9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752730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217,4</w:t>
            </w:r>
          </w:p>
        </w:tc>
      </w:tr>
      <w:tr w:rsidR="00BA5F12" w:rsidRPr="00752730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5210</w:t>
            </w:r>
            <w:r>
              <w:rPr>
                <w:rFonts w:ascii="Times New Roman" w:hAnsi="Times New Roman" w:cs="Times New Roman"/>
              </w:rPr>
              <w:t>6</w:t>
            </w:r>
            <w:r w:rsidRPr="00FF7B9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 w:rsidRPr="00FF7B9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752730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217,4</w:t>
            </w:r>
          </w:p>
        </w:tc>
      </w:tr>
      <w:tr w:rsidR="00BA5F12" w:rsidRPr="00662BDC">
        <w:trPr>
          <w:trHeight w:val="255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FF7B94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F12" w:rsidRPr="00662BDC" w:rsidRDefault="00BA5F12" w:rsidP="00CD133F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14316,5</w:t>
            </w:r>
          </w:p>
        </w:tc>
      </w:tr>
    </w:tbl>
    <w:p w:rsidR="00BA5F12" w:rsidRPr="00F1751C" w:rsidRDefault="00BA5F12" w:rsidP="006C266A">
      <w:pPr>
        <w:jc w:val="both"/>
      </w:pPr>
    </w:p>
    <w:tbl>
      <w:tblPr>
        <w:tblW w:w="10718" w:type="dxa"/>
        <w:tblInd w:w="-106" w:type="dxa"/>
        <w:tblLook w:val="0000"/>
      </w:tblPr>
      <w:tblGrid>
        <w:gridCol w:w="2870"/>
        <w:gridCol w:w="3885"/>
        <w:gridCol w:w="428"/>
        <w:gridCol w:w="504"/>
        <w:gridCol w:w="1161"/>
        <w:gridCol w:w="332"/>
        <w:gridCol w:w="244"/>
        <w:gridCol w:w="1294"/>
      </w:tblGrid>
      <w:tr w:rsidR="00BA5F12">
        <w:trPr>
          <w:trHeight w:val="264"/>
        </w:trPr>
        <w:tc>
          <w:tcPr>
            <w:tcW w:w="107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A5F12" w:rsidRPr="00D94E21" w:rsidRDefault="00BA5F12" w:rsidP="001A2C06">
            <w:pPr>
              <w:jc w:val="right"/>
              <w:rPr>
                <w:lang w:val="en-US"/>
              </w:rPr>
            </w:pPr>
          </w:p>
        </w:tc>
      </w:tr>
      <w:tr w:rsidR="00BA5F12">
        <w:trPr>
          <w:trHeight w:val="1610"/>
        </w:trPr>
        <w:tc>
          <w:tcPr>
            <w:tcW w:w="10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5F12" w:rsidRDefault="00BA5F12" w:rsidP="00BE784E">
            <w:pPr>
              <w:tabs>
                <w:tab w:val="left" w:pos="9170"/>
              </w:tabs>
            </w:pPr>
            <w:r>
              <w:tab/>
              <w:t>Приложение 5</w:t>
            </w:r>
          </w:p>
          <w:p w:rsidR="00BA5F12" w:rsidRDefault="00BA5F12" w:rsidP="00BE784E">
            <w:pPr>
              <w:tabs>
                <w:tab w:val="left" w:pos="9170"/>
              </w:tabs>
              <w:jc w:val="right"/>
            </w:pPr>
            <w:r>
              <w:t xml:space="preserve">к решению Собрания депутатов Троицкого сельского </w:t>
            </w:r>
          </w:p>
          <w:p w:rsidR="00BA5F12" w:rsidRDefault="00BA5F12" w:rsidP="00BE784E">
            <w:pPr>
              <w:tabs>
                <w:tab w:val="left" w:pos="9170"/>
              </w:tabs>
              <w:jc w:val="center"/>
            </w:pPr>
            <w:r>
              <w:t xml:space="preserve">                                                                                                                                поселения «Об отчете об исполнении бюджета </w:t>
            </w:r>
          </w:p>
          <w:p w:rsidR="00BA5F12" w:rsidRDefault="00BA5F12" w:rsidP="00BE784E">
            <w:pPr>
              <w:tabs>
                <w:tab w:val="left" w:pos="9170"/>
              </w:tabs>
              <w:jc w:val="center"/>
            </w:pPr>
            <w:r>
              <w:t xml:space="preserve">                                                                                                                               Троицкого сельского поселения за 2012 год»</w:t>
            </w:r>
          </w:p>
          <w:p w:rsidR="00BA5F12" w:rsidRDefault="00BA5F12" w:rsidP="00BE784E">
            <w:pPr>
              <w:tabs>
                <w:tab w:val="left" w:pos="9170"/>
              </w:tabs>
              <w:jc w:val="center"/>
            </w:pPr>
          </w:p>
          <w:p w:rsidR="00BA5F12" w:rsidRDefault="00BA5F12" w:rsidP="00BE784E">
            <w:pPr>
              <w:tabs>
                <w:tab w:val="left" w:pos="9170"/>
              </w:tabs>
              <w:jc w:val="center"/>
              <w:rPr>
                <w:b/>
                <w:bCs/>
              </w:rPr>
            </w:pPr>
            <w:r w:rsidRPr="00CF03BF">
              <w:rPr>
                <w:b/>
                <w:bCs/>
              </w:rPr>
              <w:t xml:space="preserve">ИСТОЧНИКИ ФИНАНСИРОВАНИЯ ДЕФИЦИТА БЮДЖЕТА ТРОИЦКОГО </w:t>
            </w:r>
          </w:p>
          <w:p w:rsidR="00BA5F12" w:rsidRPr="00CF03BF" w:rsidRDefault="00BA5F12" w:rsidP="00BE784E">
            <w:pPr>
              <w:tabs>
                <w:tab w:val="left" w:pos="91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СЕЛЬСКОГО ПОСЕЛЕНИЯ ПО КОДАМ КЛАССИФИКАЦИИ ИСТОЧНИКОВ ФИНАНСИРОВАНИЯ ДЕФИЦИТА БЮДЖЕТА ЗА2012 ГОД</w:t>
            </w:r>
          </w:p>
          <w:p w:rsidR="00BA5F12" w:rsidRDefault="00BA5F12" w:rsidP="00CF03BF">
            <w:pPr>
              <w:tabs>
                <w:tab w:val="left" w:pos="9170"/>
              </w:tabs>
              <w:jc w:val="right"/>
            </w:pPr>
            <w:r>
              <w:t>Тыс.руб.</w:t>
            </w:r>
          </w:p>
        </w:tc>
      </w:tr>
      <w:tr w:rsidR="00BA5F12">
        <w:trPr>
          <w:trHeight w:val="230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Pr="00CF03BF" w:rsidRDefault="00BA5F12" w:rsidP="00BE784E">
            <w:pPr>
              <w:tabs>
                <w:tab w:val="left" w:pos="9170"/>
              </w:tabs>
              <w:jc w:val="center"/>
              <w:rPr>
                <w:b/>
                <w:bCs/>
              </w:rPr>
            </w:pPr>
          </w:p>
          <w:p w:rsidR="00BA5F12" w:rsidRPr="00CF03BF" w:rsidRDefault="00BA5F12" w:rsidP="00CF03BF">
            <w:pPr>
              <w:tabs>
                <w:tab w:val="left" w:pos="9170"/>
              </w:tabs>
              <w:jc w:val="center"/>
              <w:rPr>
                <w:b/>
                <w:bCs/>
              </w:rPr>
            </w:pPr>
            <w:r w:rsidRPr="00CF03BF">
              <w:rPr>
                <w:b/>
                <w:bCs/>
              </w:rPr>
              <w:t>Код БК РФ</w:t>
            </w:r>
          </w:p>
        </w:tc>
        <w:tc>
          <w:tcPr>
            <w:tcW w:w="6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Pr="00CF03BF" w:rsidRDefault="00BA5F12" w:rsidP="00BE784E">
            <w:pPr>
              <w:tabs>
                <w:tab w:val="left" w:pos="9170"/>
              </w:tabs>
              <w:jc w:val="center"/>
              <w:rPr>
                <w:b/>
                <w:bCs/>
              </w:rPr>
            </w:pPr>
          </w:p>
          <w:p w:rsidR="00BA5F12" w:rsidRPr="00CF03BF" w:rsidRDefault="00BA5F12" w:rsidP="00CF03BF">
            <w:pPr>
              <w:tabs>
                <w:tab w:val="left" w:pos="9170"/>
              </w:tabs>
              <w:jc w:val="center"/>
              <w:rPr>
                <w:b/>
                <w:bCs/>
              </w:rPr>
            </w:pPr>
            <w:r w:rsidRPr="00CF03BF">
              <w:rPr>
                <w:b/>
                <w:bCs/>
              </w:rPr>
              <w:t>Наименование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Pr="00CF03BF" w:rsidRDefault="00BA5F12" w:rsidP="00BE784E">
            <w:pPr>
              <w:tabs>
                <w:tab w:val="left" w:pos="9170"/>
              </w:tabs>
              <w:jc w:val="center"/>
              <w:rPr>
                <w:b/>
                <w:bCs/>
              </w:rPr>
            </w:pPr>
          </w:p>
          <w:p w:rsidR="00BA5F12" w:rsidRPr="00CF03BF" w:rsidRDefault="00BA5F12" w:rsidP="00BE784E">
            <w:pPr>
              <w:tabs>
                <w:tab w:val="left" w:pos="9170"/>
              </w:tabs>
              <w:jc w:val="center"/>
              <w:rPr>
                <w:b/>
                <w:bCs/>
              </w:rPr>
            </w:pPr>
            <w:r w:rsidRPr="00CF03BF">
              <w:rPr>
                <w:b/>
                <w:bCs/>
              </w:rPr>
              <w:t>Сумма</w:t>
            </w:r>
          </w:p>
        </w:tc>
      </w:tr>
      <w:tr w:rsidR="00BA5F12">
        <w:trPr>
          <w:trHeight w:val="130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5F12" w:rsidRDefault="00BA5F12" w:rsidP="00BE784E">
            <w:pPr>
              <w:tabs>
                <w:tab w:val="left" w:pos="9170"/>
              </w:tabs>
              <w:jc w:val="center"/>
            </w:pPr>
          </w:p>
        </w:tc>
        <w:tc>
          <w:tcPr>
            <w:tcW w:w="631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5F12" w:rsidRDefault="00BA5F12" w:rsidP="00BE784E">
            <w:pPr>
              <w:tabs>
                <w:tab w:val="left" w:pos="9170"/>
              </w:tabs>
              <w:jc w:val="center"/>
            </w:pP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5F12" w:rsidRDefault="00BA5F12" w:rsidP="00BE784E">
            <w:pPr>
              <w:tabs>
                <w:tab w:val="left" w:pos="9170"/>
              </w:tabs>
              <w:jc w:val="center"/>
            </w:pPr>
          </w:p>
        </w:tc>
      </w:tr>
      <w:tr w:rsidR="00BA5F12">
        <w:trPr>
          <w:trHeight w:val="60"/>
        </w:trPr>
        <w:tc>
          <w:tcPr>
            <w:tcW w:w="2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Default="00BA5F12" w:rsidP="00CF03BF">
            <w:pPr>
              <w:jc w:val="center"/>
            </w:pPr>
            <w:r>
              <w:t>951 01 00 00 00 00 0000 000</w:t>
            </w:r>
          </w:p>
        </w:tc>
        <w:tc>
          <w:tcPr>
            <w:tcW w:w="631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Default="00BA5F12" w:rsidP="00CF03BF">
            <w:r>
              <w:t>ИСТОЧНИКИ ВНУТРЕННЕГО ФИНАНСИРОВАНИЯ ДЕФИЦИТА БЮДЖЕТА</w:t>
            </w:r>
          </w:p>
        </w:tc>
        <w:tc>
          <w:tcPr>
            <w:tcW w:w="1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Default="00BA5F12" w:rsidP="00CF03BF">
            <w:pPr>
              <w:jc w:val="right"/>
            </w:pPr>
            <w:r>
              <w:t>22,8</w:t>
            </w:r>
          </w:p>
        </w:tc>
      </w:tr>
      <w:tr w:rsidR="00BA5F12">
        <w:trPr>
          <w:trHeight w:val="190"/>
        </w:trPr>
        <w:tc>
          <w:tcPr>
            <w:tcW w:w="2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Default="00BA5F12" w:rsidP="00CF03BF">
            <w:pPr>
              <w:jc w:val="center"/>
            </w:pPr>
            <w:r>
              <w:t>951 01 05 00 00 00 0000 000</w:t>
            </w:r>
          </w:p>
        </w:tc>
        <w:tc>
          <w:tcPr>
            <w:tcW w:w="631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Default="00BA5F12" w:rsidP="00CF03BF">
            <w:r>
              <w:t>Изменение остатков средств на счетах по учету средств бюджета</w:t>
            </w:r>
          </w:p>
        </w:tc>
        <w:tc>
          <w:tcPr>
            <w:tcW w:w="1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Default="00BA5F12" w:rsidP="00CF03BF">
            <w:pPr>
              <w:jc w:val="right"/>
            </w:pPr>
            <w:r>
              <w:t>22,8</w:t>
            </w:r>
          </w:p>
        </w:tc>
      </w:tr>
      <w:tr w:rsidR="00BA5F12">
        <w:trPr>
          <w:trHeight w:val="190"/>
        </w:trPr>
        <w:tc>
          <w:tcPr>
            <w:tcW w:w="2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Default="00BA5F12" w:rsidP="00CF03BF">
            <w:pPr>
              <w:jc w:val="center"/>
            </w:pPr>
            <w:r>
              <w:t>951 01 05 00 00 00 0000 500</w:t>
            </w:r>
          </w:p>
        </w:tc>
        <w:tc>
          <w:tcPr>
            <w:tcW w:w="631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Default="00BA5F12" w:rsidP="00CF03BF">
            <w:r>
              <w:t>Увеличение остатков средств бюджетов</w:t>
            </w:r>
          </w:p>
        </w:tc>
        <w:tc>
          <w:tcPr>
            <w:tcW w:w="15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Default="00BA5F12" w:rsidP="00CF03BF">
            <w:pPr>
              <w:jc w:val="right"/>
            </w:pPr>
            <w:r>
              <w:t>14339,3</w:t>
            </w:r>
          </w:p>
        </w:tc>
      </w:tr>
      <w:tr w:rsidR="00BA5F12">
        <w:trPr>
          <w:trHeight w:val="64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Default="00BA5F12" w:rsidP="00CF03BF">
            <w:pPr>
              <w:jc w:val="center"/>
            </w:pPr>
            <w:r>
              <w:t>951 01 05 02 00 00 0000 500</w:t>
            </w:r>
          </w:p>
        </w:tc>
        <w:tc>
          <w:tcPr>
            <w:tcW w:w="6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Default="00BA5F12" w:rsidP="00CF03BF">
            <w:r>
              <w:t>Увеличение прочих остатков средств бюджетов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Default="00BA5F12" w:rsidP="006B2854">
            <w:pPr>
              <w:jc w:val="right"/>
            </w:pPr>
            <w:r>
              <w:t>14339,3</w:t>
            </w:r>
          </w:p>
        </w:tc>
      </w:tr>
      <w:tr w:rsidR="00BA5F12">
        <w:trPr>
          <w:trHeight w:val="64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Default="00BA5F12" w:rsidP="00CF03BF">
            <w:pPr>
              <w:jc w:val="center"/>
            </w:pPr>
            <w:r>
              <w:t>951 01 05 02 01 00 0000 510</w:t>
            </w:r>
          </w:p>
        </w:tc>
        <w:tc>
          <w:tcPr>
            <w:tcW w:w="6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Default="00BA5F12" w:rsidP="00CF03BF">
            <w:r>
              <w:t>Увеличение прочих остатков денежных средств бюджетов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Default="00BA5F12" w:rsidP="006B2854">
            <w:pPr>
              <w:jc w:val="right"/>
            </w:pPr>
            <w:r>
              <w:t>14339,3</w:t>
            </w:r>
          </w:p>
        </w:tc>
      </w:tr>
      <w:tr w:rsidR="00BA5F12">
        <w:trPr>
          <w:trHeight w:val="64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Default="00BA5F12" w:rsidP="00CF03BF">
            <w:pPr>
              <w:jc w:val="center"/>
            </w:pPr>
            <w:r>
              <w:t>951 01 05 02 01 10 0000 510</w:t>
            </w:r>
          </w:p>
        </w:tc>
        <w:tc>
          <w:tcPr>
            <w:tcW w:w="6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Default="00BA5F12" w:rsidP="00CF03BF">
            <w:r>
              <w:t>Увеличение прочих остатков денежных средств бюджетов поселений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Default="00BA5F12" w:rsidP="006B2854">
            <w:pPr>
              <w:jc w:val="right"/>
            </w:pPr>
            <w:r>
              <w:t>14339,3</w:t>
            </w:r>
          </w:p>
        </w:tc>
      </w:tr>
      <w:tr w:rsidR="00BA5F12">
        <w:trPr>
          <w:trHeight w:val="64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Default="00BA5F12" w:rsidP="00CF03BF">
            <w:pPr>
              <w:jc w:val="center"/>
            </w:pPr>
            <w:r>
              <w:t>951 01 05 00 00 00 0000 600</w:t>
            </w:r>
          </w:p>
        </w:tc>
        <w:tc>
          <w:tcPr>
            <w:tcW w:w="6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Default="00BA5F12" w:rsidP="00CF03BF">
            <w:r>
              <w:t>Уменьшение остатков средств бюджетов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Default="00BA5F12" w:rsidP="00CF03BF">
            <w:pPr>
              <w:jc w:val="right"/>
            </w:pPr>
            <w:r>
              <w:t>14316,5</w:t>
            </w:r>
          </w:p>
        </w:tc>
      </w:tr>
      <w:tr w:rsidR="00BA5F12">
        <w:trPr>
          <w:trHeight w:val="64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Default="00BA5F12" w:rsidP="00CF03BF">
            <w:pPr>
              <w:jc w:val="center"/>
            </w:pPr>
            <w:r>
              <w:t>951 01 05 02 00 00 0000 600</w:t>
            </w:r>
          </w:p>
        </w:tc>
        <w:tc>
          <w:tcPr>
            <w:tcW w:w="6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Default="00BA5F12" w:rsidP="00CF03BF">
            <w:r>
              <w:t>Уменьшение прочих остатков средств бюджетов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Default="00BA5F12" w:rsidP="006B2854">
            <w:pPr>
              <w:jc w:val="right"/>
            </w:pPr>
            <w:r>
              <w:t>14316,5</w:t>
            </w:r>
          </w:p>
        </w:tc>
      </w:tr>
      <w:tr w:rsidR="00BA5F12">
        <w:trPr>
          <w:trHeight w:val="64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Default="00BA5F12" w:rsidP="00CF03BF">
            <w:pPr>
              <w:jc w:val="center"/>
            </w:pPr>
            <w:r>
              <w:t>951 01 05 02 01 00 0000 610</w:t>
            </w:r>
          </w:p>
        </w:tc>
        <w:tc>
          <w:tcPr>
            <w:tcW w:w="6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Default="00BA5F12" w:rsidP="00CF03BF">
            <w:r>
              <w:t>Уменьшение прочих остатков денежных средств бюджетов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Default="00BA5F12" w:rsidP="006B2854">
            <w:pPr>
              <w:jc w:val="right"/>
            </w:pPr>
            <w:r>
              <w:t>14316,5</w:t>
            </w:r>
          </w:p>
        </w:tc>
      </w:tr>
      <w:tr w:rsidR="00BA5F12">
        <w:trPr>
          <w:trHeight w:val="64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Default="00BA5F12" w:rsidP="00CF03BF">
            <w:pPr>
              <w:jc w:val="center"/>
            </w:pPr>
            <w:r>
              <w:t>951 01 05 02 01 10 0000 610</w:t>
            </w:r>
          </w:p>
        </w:tc>
        <w:tc>
          <w:tcPr>
            <w:tcW w:w="6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Default="00BA5F12" w:rsidP="00CF03BF">
            <w:r>
              <w:t>Уменьшение прочих остатков денежных средств бюджетов поселений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12" w:rsidRDefault="00BA5F12" w:rsidP="006B2854">
            <w:pPr>
              <w:jc w:val="right"/>
            </w:pPr>
            <w:r>
              <w:t>14316,5</w:t>
            </w:r>
          </w:p>
        </w:tc>
      </w:tr>
      <w:tr w:rsidR="00BA5F12">
        <w:trPr>
          <w:trHeight w:val="264"/>
        </w:trPr>
        <w:tc>
          <w:tcPr>
            <w:tcW w:w="107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pPr w:leftFromText="180" w:rightFromText="180" w:vertAnchor="text" w:horzAnchor="margin" w:tblpY="-40"/>
              <w:tblW w:w="10502" w:type="dxa"/>
              <w:tblLook w:val="0000"/>
            </w:tblPr>
            <w:tblGrid>
              <w:gridCol w:w="2920"/>
              <w:gridCol w:w="6306"/>
              <w:gridCol w:w="1276"/>
            </w:tblGrid>
            <w:tr w:rsidR="00BA5F12">
              <w:trPr>
                <w:trHeight w:val="264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5F12" w:rsidRDefault="00BA5F12" w:rsidP="00FE6B91">
                  <w:pPr>
                    <w:jc w:val="center"/>
                  </w:pPr>
                </w:p>
              </w:tc>
              <w:tc>
                <w:tcPr>
                  <w:tcW w:w="758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5F12" w:rsidRDefault="00BA5F12" w:rsidP="007471E5">
                  <w:pPr>
                    <w:jc w:val="right"/>
                  </w:pPr>
                </w:p>
                <w:p w:rsidR="00BA5F12" w:rsidRDefault="00BA5F12" w:rsidP="007471E5">
                  <w:pPr>
                    <w:jc w:val="right"/>
                  </w:pPr>
                </w:p>
                <w:p w:rsidR="00BA5F12" w:rsidRDefault="00BA5F12" w:rsidP="007471E5">
                  <w:pPr>
                    <w:jc w:val="right"/>
                  </w:pPr>
                  <w:r>
                    <w:t>Приложение 6</w:t>
                  </w:r>
                </w:p>
                <w:p w:rsidR="00BA5F12" w:rsidRDefault="00BA5F12" w:rsidP="007471E5">
                  <w:pPr>
                    <w:jc w:val="right"/>
                  </w:pPr>
                  <w:r>
                    <w:t>к решению Собрания депутатов Троицкого сельского поселения</w:t>
                  </w:r>
                </w:p>
              </w:tc>
            </w:tr>
            <w:tr w:rsidR="00BA5F12">
              <w:trPr>
                <w:trHeight w:val="264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5F12" w:rsidRDefault="00BA5F12" w:rsidP="00FE6B91">
                  <w:pPr>
                    <w:jc w:val="center"/>
                  </w:pPr>
                </w:p>
              </w:tc>
              <w:tc>
                <w:tcPr>
                  <w:tcW w:w="758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5F12" w:rsidRDefault="00BA5F12" w:rsidP="00FE6B91">
                  <w:pPr>
                    <w:jc w:val="right"/>
                  </w:pPr>
                  <w:r>
                    <w:t>"Об отчете об исполнении бюджета Троицкого сельского поселения</w:t>
                  </w:r>
                </w:p>
              </w:tc>
            </w:tr>
            <w:tr w:rsidR="00BA5F12">
              <w:trPr>
                <w:trHeight w:val="264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5F12" w:rsidRDefault="00BA5F12" w:rsidP="00FE6B91">
                  <w:pPr>
                    <w:jc w:val="center"/>
                  </w:pPr>
                </w:p>
              </w:tc>
              <w:tc>
                <w:tcPr>
                  <w:tcW w:w="758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5F12" w:rsidRDefault="00BA5F12" w:rsidP="007338FC">
                  <w:pPr>
                    <w:jc w:val="right"/>
                  </w:pPr>
                  <w:r>
                    <w:t>за 201</w:t>
                  </w:r>
                  <w:r>
                    <w:rPr>
                      <w:lang w:val="en-US"/>
                    </w:rPr>
                    <w:t>2</w:t>
                  </w:r>
                  <w:r>
                    <w:t xml:space="preserve"> год"</w:t>
                  </w:r>
                </w:p>
              </w:tc>
            </w:tr>
            <w:tr w:rsidR="00BA5F12">
              <w:trPr>
                <w:trHeight w:val="264"/>
              </w:trPr>
              <w:tc>
                <w:tcPr>
                  <w:tcW w:w="292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5F12" w:rsidRDefault="00BA5F12" w:rsidP="00FE6B91">
                  <w:pPr>
                    <w:jc w:val="center"/>
                  </w:pPr>
                </w:p>
              </w:tc>
              <w:tc>
                <w:tcPr>
                  <w:tcW w:w="630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5F12" w:rsidRDefault="00BA5F12" w:rsidP="00FE6B91">
                  <w:pPr>
                    <w:jc w:val="right"/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5F12" w:rsidRDefault="00BA5F12" w:rsidP="00FE6B91">
                  <w:pPr>
                    <w:jc w:val="right"/>
                  </w:pPr>
                </w:p>
              </w:tc>
            </w:tr>
            <w:tr w:rsidR="00BA5F12" w:rsidRPr="00625F4B">
              <w:trPr>
                <w:trHeight w:val="264"/>
              </w:trPr>
              <w:tc>
                <w:tcPr>
                  <w:tcW w:w="105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5F12" w:rsidRPr="00AD1412" w:rsidRDefault="00BA5F12" w:rsidP="00FE6B91">
                  <w:pPr>
                    <w:jc w:val="center"/>
                    <w:rPr>
                      <w:b/>
                      <w:bCs/>
                    </w:rPr>
                  </w:pPr>
                  <w:r w:rsidRPr="00AD1412">
                    <w:rPr>
                      <w:b/>
                      <w:bCs/>
                    </w:rPr>
                    <w:t xml:space="preserve">ИСТОЧНИКИ ФИНАНСИРОВАНИЯ ДЕФИЦИТА БЮДЖЕТА </w:t>
                  </w:r>
                  <w:r>
                    <w:rPr>
                      <w:b/>
                      <w:bCs/>
                    </w:rPr>
                    <w:t>ТРОИЦКОГО</w:t>
                  </w:r>
                  <w:r w:rsidRPr="00AD1412">
                    <w:rPr>
                      <w:b/>
                      <w:bCs/>
                    </w:rPr>
                    <w:t xml:space="preserve"> СЕЛЬСКОГО ПОСЕЛЕНИЯ</w:t>
                  </w:r>
                </w:p>
              </w:tc>
            </w:tr>
            <w:tr w:rsidR="00BA5F12" w:rsidRPr="00625F4B">
              <w:trPr>
                <w:trHeight w:val="264"/>
              </w:trPr>
              <w:tc>
                <w:tcPr>
                  <w:tcW w:w="105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5F12" w:rsidRPr="00AD1412" w:rsidRDefault="00BA5F12" w:rsidP="00FE6B91">
                  <w:pPr>
                    <w:jc w:val="center"/>
                    <w:rPr>
                      <w:b/>
                      <w:bCs/>
                    </w:rPr>
                  </w:pPr>
                  <w:r w:rsidRPr="00AD1412">
                    <w:rPr>
                      <w:b/>
                      <w:bCs/>
                    </w:rPr>
                    <w:t>ПО КОДАМ ГРУПП, ПОДГРУПП, СТАТЕЙ, ВИДОВ ИСТОЧНИКОВ ФИНАНСИРОВАНИЯ ДЕФИЦИТОВ</w:t>
                  </w:r>
                </w:p>
              </w:tc>
            </w:tr>
            <w:tr w:rsidR="00BA5F12" w:rsidRPr="00625F4B">
              <w:trPr>
                <w:trHeight w:val="264"/>
              </w:trPr>
              <w:tc>
                <w:tcPr>
                  <w:tcW w:w="105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5F12" w:rsidRPr="00AD1412" w:rsidRDefault="00BA5F12" w:rsidP="00FE6B91">
                  <w:pPr>
                    <w:jc w:val="center"/>
                    <w:rPr>
                      <w:b/>
                      <w:bCs/>
                    </w:rPr>
                  </w:pPr>
                  <w:r w:rsidRPr="00AD1412">
                    <w:rPr>
                      <w:b/>
                      <w:bCs/>
                    </w:rPr>
                    <w:t xml:space="preserve">БЮДЖЕТА </w:t>
                  </w:r>
                  <w:r>
                    <w:rPr>
                      <w:b/>
                      <w:bCs/>
                    </w:rPr>
                    <w:t>ТРОИЦКОГО</w:t>
                  </w:r>
                  <w:r w:rsidRPr="00AD1412">
                    <w:rPr>
                      <w:b/>
                      <w:bCs/>
                    </w:rPr>
                    <w:t xml:space="preserve"> СЕЛЬСКОГО ПОСЕЛЕНИЯ, КЛАССИФИКАЦИИ ОПЕРАЦИЙ СЕКТОРА</w:t>
                  </w:r>
                </w:p>
              </w:tc>
            </w:tr>
            <w:tr w:rsidR="00BA5F12" w:rsidRPr="00625F4B">
              <w:trPr>
                <w:trHeight w:val="264"/>
              </w:trPr>
              <w:tc>
                <w:tcPr>
                  <w:tcW w:w="105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5F12" w:rsidRPr="00AD1412" w:rsidRDefault="00BA5F12" w:rsidP="00FE6B91">
                  <w:pPr>
                    <w:jc w:val="center"/>
                    <w:rPr>
                      <w:b/>
                      <w:bCs/>
                    </w:rPr>
                  </w:pPr>
                  <w:r w:rsidRPr="00AD1412">
                    <w:rPr>
                      <w:b/>
                      <w:bCs/>
                    </w:rPr>
                    <w:t>ГОСУДАРСТВЕННОГО УПРАВЛЕНИЯ, ОТНОСЯЩИХСЯ К ИСТОЧНИКАМ ФИНАНСИРОВАНИЯ</w:t>
                  </w:r>
                </w:p>
              </w:tc>
            </w:tr>
            <w:tr w:rsidR="00BA5F12" w:rsidRPr="00625F4B">
              <w:trPr>
                <w:trHeight w:val="264"/>
              </w:trPr>
              <w:tc>
                <w:tcPr>
                  <w:tcW w:w="105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5F12" w:rsidRPr="00AD1412" w:rsidRDefault="00BA5F12" w:rsidP="007338FC">
                  <w:pPr>
                    <w:jc w:val="center"/>
                    <w:rPr>
                      <w:b/>
                      <w:bCs/>
                    </w:rPr>
                  </w:pPr>
                  <w:r w:rsidRPr="00AD1412">
                    <w:rPr>
                      <w:b/>
                      <w:bCs/>
                    </w:rPr>
                    <w:t>ДЕФИЦИТОВ БЮДЖЕТОВ ЗА 201</w:t>
                  </w:r>
                  <w:r>
                    <w:rPr>
                      <w:b/>
                      <w:bCs/>
                      <w:lang w:val="en-US"/>
                    </w:rPr>
                    <w:t>2</w:t>
                  </w:r>
                  <w:r w:rsidRPr="00AD1412">
                    <w:rPr>
                      <w:b/>
                      <w:bCs/>
                    </w:rPr>
                    <w:t xml:space="preserve"> ГОД</w:t>
                  </w:r>
                </w:p>
              </w:tc>
            </w:tr>
            <w:tr w:rsidR="00BA5F12" w:rsidRPr="00625F4B">
              <w:trPr>
                <w:trHeight w:val="264"/>
              </w:trPr>
              <w:tc>
                <w:tcPr>
                  <w:tcW w:w="105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5F12" w:rsidRPr="00AD1412" w:rsidRDefault="00BA5F12" w:rsidP="00FE6B91">
                  <w:pPr>
                    <w:jc w:val="center"/>
                    <w:rPr>
                      <w:b/>
                      <w:bCs/>
                    </w:rPr>
                  </w:pPr>
                  <w:r w:rsidRPr="00AD1412">
                    <w:rPr>
                      <w:b/>
                      <w:bCs/>
                    </w:rPr>
                    <w:t xml:space="preserve">ИСТОЧНИКИ ФИНАНСИРОВАНИЯ ДЕФИЦИТА БЮДЖЕТА </w:t>
                  </w:r>
                  <w:r>
                    <w:rPr>
                      <w:b/>
                      <w:bCs/>
                    </w:rPr>
                    <w:t>ТРОИЦКОГО</w:t>
                  </w:r>
                  <w:r w:rsidRPr="00AD1412">
                    <w:rPr>
                      <w:b/>
                      <w:bCs/>
                    </w:rPr>
                    <w:t xml:space="preserve"> СЕЛЬСКОГО ПОСЕЛЕНИЯ</w:t>
                  </w:r>
                </w:p>
              </w:tc>
            </w:tr>
            <w:tr w:rsidR="00BA5F12" w:rsidRPr="00625F4B">
              <w:trPr>
                <w:trHeight w:val="264"/>
              </w:trPr>
              <w:tc>
                <w:tcPr>
                  <w:tcW w:w="105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5F12" w:rsidRPr="00AD1412" w:rsidRDefault="00BA5F12" w:rsidP="00FE6B91">
                  <w:pPr>
                    <w:jc w:val="center"/>
                    <w:rPr>
                      <w:b/>
                      <w:bCs/>
                    </w:rPr>
                  </w:pPr>
                  <w:r w:rsidRPr="00AD1412">
                    <w:rPr>
                      <w:b/>
                      <w:bCs/>
                    </w:rPr>
                    <w:t>ПО КОДАМ ГРУПП, ПОДГРУПП, СТАТЕЙ, ВИДОВ ИСТОЧНИКОВ ФИНАНСИРОВАНИЯ ДЕФИЦИТОВ</w:t>
                  </w:r>
                </w:p>
              </w:tc>
            </w:tr>
            <w:tr w:rsidR="00BA5F12" w:rsidRPr="00625F4B">
              <w:trPr>
                <w:trHeight w:val="264"/>
              </w:trPr>
              <w:tc>
                <w:tcPr>
                  <w:tcW w:w="105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A5F12" w:rsidRPr="00AD1412" w:rsidRDefault="00BA5F12" w:rsidP="00CF03BF">
                  <w:pPr>
                    <w:jc w:val="center"/>
                    <w:rPr>
                      <w:b/>
                      <w:bCs/>
                    </w:rPr>
                  </w:pPr>
                  <w:r w:rsidRPr="00AD1412">
                    <w:rPr>
                      <w:b/>
                      <w:bCs/>
                    </w:rPr>
                    <w:t xml:space="preserve">БЮДЖЕТА </w:t>
                  </w:r>
                  <w:r>
                    <w:rPr>
                      <w:b/>
                      <w:bCs/>
                    </w:rPr>
                    <w:t>ТРОИЦКОГО</w:t>
                  </w:r>
                  <w:r w:rsidRPr="00AD1412">
                    <w:rPr>
                      <w:b/>
                      <w:bCs/>
                    </w:rPr>
                    <w:t xml:space="preserve"> СЕЛЬСКОГО ПОСЕЛЕНИЯ, КЛАССИФИКАЦИИ ОПЕРАЦИЙ СЕКТОРА</w:t>
                  </w:r>
                </w:p>
              </w:tc>
            </w:tr>
            <w:tr w:rsidR="00BA5F12">
              <w:trPr>
                <w:trHeight w:val="264"/>
              </w:trPr>
              <w:tc>
                <w:tcPr>
                  <w:tcW w:w="1050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BA5F12" w:rsidRDefault="00BA5F12" w:rsidP="00FE6B91">
                  <w:pPr>
                    <w:jc w:val="right"/>
                  </w:pPr>
                  <w:r>
                    <w:t>(тыс. рублей)</w:t>
                  </w:r>
                </w:p>
              </w:tc>
            </w:tr>
            <w:tr w:rsidR="00BA5F12" w:rsidRPr="00625F4B">
              <w:trPr>
                <w:trHeight w:val="375"/>
              </w:trPr>
              <w:tc>
                <w:tcPr>
                  <w:tcW w:w="2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12" w:rsidRPr="00625F4B" w:rsidRDefault="00BA5F12" w:rsidP="00FE6B91">
                  <w:pPr>
                    <w:jc w:val="center"/>
                    <w:rPr>
                      <w:b/>
                      <w:bCs/>
                    </w:rPr>
                  </w:pPr>
                  <w:r w:rsidRPr="00625F4B">
                    <w:rPr>
                      <w:b/>
                      <w:bCs/>
                    </w:rPr>
                    <w:t>Код БК РФ</w:t>
                  </w:r>
                </w:p>
              </w:tc>
              <w:tc>
                <w:tcPr>
                  <w:tcW w:w="6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12" w:rsidRPr="00625F4B" w:rsidRDefault="00BA5F12" w:rsidP="00FE6B91">
                  <w:pPr>
                    <w:jc w:val="center"/>
                    <w:rPr>
                      <w:b/>
                      <w:bCs/>
                    </w:rPr>
                  </w:pPr>
                  <w:r w:rsidRPr="00625F4B">
                    <w:rPr>
                      <w:b/>
                      <w:bCs/>
                    </w:rPr>
                    <w:t>Наименование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12" w:rsidRPr="00625F4B" w:rsidRDefault="00BA5F12" w:rsidP="00FE6B91">
                  <w:pPr>
                    <w:jc w:val="center"/>
                    <w:rPr>
                      <w:b/>
                      <w:bCs/>
                    </w:rPr>
                  </w:pPr>
                  <w:r w:rsidRPr="00625F4B">
                    <w:rPr>
                      <w:b/>
                      <w:bCs/>
                    </w:rPr>
                    <w:t>Сумма</w:t>
                  </w:r>
                </w:p>
              </w:tc>
            </w:tr>
            <w:tr w:rsidR="00BA5F12" w:rsidRPr="001B4CC8">
              <w:trPr>
                <w:trHeight w:val="264"/>
              </w:trPr>
              <w:tc>
                <w:tcPr>
                  <w:tcW w:w="2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12" w:rsidRDefault="00BA5F12" w:rsidP="00FE6B91">
                  <w:pPr>
                    <w:jc w:val="center"/>
                  </w:pPr>
                  <w:r>
                    <w:t>951 01 00 00 00 00 0000 000</w:t>
                  </w:r>
                </w:p>
              </w:tc>
              <w:tc>
                <w:tcPr>
                  <w:tcW w:w="6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12" w:rsidRDefault="00BA5F12" w:rsidP="00FE6B91">
                  <w:r>
                    <w:t>ИСТОЧНИКИ ВНУТРЕННЕГО ФИНАНСИРОВАНИЯ ДЕФИЦИТА БЮДЖЕТА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A5F12" w:rsidRDefault="00BA5F12" w:rsidP="006B2854">
                  <w:pPr>
                    <w:jc w:val="right"/>
                  </w:pPr>
                  <w:r>
                    <w:t>22,8</w:t>
                  </w:r>
                </w:p>
              </w:tc>
            </w:tr>
            <w:tr w:rsidR="00BA5F12" w:rsidRPr="001B4CC8">
              <w:trPr>
                <w:trHeight w:val="264"/>
              </w:trPr>
              <w:tc>
                <w:tcPr>
                  <w:tcW w:w="2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12" w:rsidRDefault="00BA5F12" w:rsidP="00FE6B91">
                  <w:pPr>
                    <w:jc w:val="center"/>
                  </w:pPr>
                  <w:r>
                    <w:t>951 01 05 00 00 00 0000 000</w:t>
                  </w:r>
                </w:p>
              </w:tc>
              <w:tc>
                <w:tcPr>
                  <w:tcW w:w="6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12" w:rsidRDefault="00BA5F12" w:rsidP="00FE6B91">
                  <w:r>
                    <w:t>Изменение остатков средств на счетах по учету средств бюджета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A5F12" w:rsidRDefault="00BA5F12" w:rsidP="006B2854">
                  <w:pPr>
                    <w:jc w:val="right"/>
                  </w:pPr>
                  <w:r>
                    <w:t>22,8</w:t>
                  </w:r>
                </w:p>
              </w:tc>
            </w:tr>
            <w:tr w:rsidR="00BA5F12" w:rsidRPr="001B4CC8">
              <w:trPr>
                <w:trHeight w:val="264"/>
              </w:trPr>
              <w:tc>
                <w:tcPr>
                  <w:tcW w:w="2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12" w:rsidRDefault="00BA5F12" w:rsidP="00FE6B91">
                  <w:pPr>
                    <w:jc w:val="center"/>
                  </w:pPr>
                  <w:r>
                    <w:t>951 01 05 00 00 00 0000 500</w:t>
                  </w:r>
                </w:p>
              </w:tc>
              <w:tc>
                <w:tcPr>
                  <w:tcW w:w="6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12" w:rsidRDefault="00BA5F12" w:rsidP="00FE6B91">
                  <w:r>
                    <w:t>Увеличение остатков средств бюджетов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A5F12" w:rsidRDefault="00BA5F12" w:rsidP="006B2854">
                  <w:pPr>
                    <w:jc w:val="right"/>
                  </w:pPr>
                  <w:r>
                    <w:t>14339,3</w:t>
                  </w:r>
                </w:p>
              </w:tc>
            </w:tr>
            <w:tr w:rsidR="00BA5F12" w:rsidRPr="001B4CC8">
              <w:trPr>
                <w:trHeight w:val="264"/>
              </w:trPr>
              <w:tc>
                <w:tcPr>
                  <w:tcW w:w="2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12" w:rsidRDefault="00BA5F12" w:rsidP="00FE6B91">
                  <w:pPr>
                    <w:jc w:val="center"/>
                  </w:pPr>
                  <w:r>
                    <w:t>951 01 05 02 00 00 0000 500</w:t>
                  </w:r>
                </w:p>
              </w:tc>
              <w:tc>
                <w:tcPr>
                  <w:tcW w:w="6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12" w:rsidRDefault="00BA5F12" w:rsidP="00FE6B91">
                  <w:r>
                    <w:t>Увеличение прочих остатков средств бюджетов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A5F12" w:rsidRDefault="00BA5F12" w:rsidP="006B2854">
                  <w:pPr>
                    <w:jc w:val="right"/>
                  </w:pPr>
                  <w:r>
                    <w:t>14339,3</w:t>
                  </w:r>
                </w:p>
              </w:tc>
            </w:tr>
            <w:tr w:rsidR="00BA5F12" w:rsidRPr="001B4CC8">
              <w:trPr>
                <w:trHeight w:val="264"/>
              </w:trPr>
              <w:tc>
                <w:tcPr>
                  <w:tcW w:w="2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12" w:rsidRDefault="00BA5F12" w:rsidP="00FE6B91">
                  <w:pPr>
                    <w:jc w:val="center"/>
                  </w:pPr>
                  <w:r>
                    <w:t>951 01 05 02 01 00 0000 510</w:t>
                  </w:r>
                </w:p>
              </w:tc>
              <w:tc>
                <w:tcPr>
                  <w:tcW w:w="6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12" w:rsidRDefault="00BA5F12" w:rsidP="00FE6B91">
                  <w:r>
                    <w:t>Увеличение прочих остатков денежных средств бюджетов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A5F12" w:rsidRDefault="00BA5F12" w:rsidP="006B2854">
                  <w:pPr>
                    <w:jc w:val="right"/>
                  </w:pPr>
                  <w:r>
                    <w:t>14339,3</w:t>
                  </w:r>
                </w:p>
              </w:tc>
            </w:tr>
            <w:tr w:rsidR="00BA5F12" w:rsidRPr="001B4CC8">
              <w:trPr>
                <w:trHeight w:val="264"/>
              </w:trPr>
              <w:tc>
                <w:tcPr>
                  <w:tcW w:w="2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12" w:rsidRDefault="00BA5F12" w:rsidP="00FE6B91">
                  <w:pPr>
                    <w:jc w:val="center"/>
                  </w:pPr>
                  <w:r>
                    <w:t>951 01 05 02 01 10 0000 510</w:t>
                  </w:r>
                </w:p>
              </w:tc>
              <w:tc>
                <w:tcPr>
                  <w:tcW w:w="6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12" w:rsidRDefault="00BA5F12" w:rsidP="00FE6B91">
                  <w:r>
                    <w:t>Увеличение прочих остатков денежных средств бюджетов поселений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A5F12" w:rsidRDefault="00BA5F12" w:rsidP="006B2854">
                  <w:pPr>
                    <w:jc w:val="right"/>
                  </w:pPr>
                  <w:r>
                    <w:t>14339,3</w:t>
                  </w:r>
                </w:p>
              </w:tc>
            </w:tr>
            <w:tr w:rsidR="00BA5F12">
              <w:trPr>
                <w:trHeight w:val="264"/>
              </w:trPr>
              <w:tc>
                <w:tcPr>
                  <w:tcW w:w="2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12" w:rsidRDefault="00BA5F12" w:rsidP="00FE6B91">
                  <w:pPr>
                    <w:jc w:val="center"/>
                  </w:pPr>
                  <w:r>
                    <w:t>951 01 05 00 00 00 0000 600</w:t>
                  </w:r>
                </w:p>
              </w:tc>
              <w:tc>
                <w:tcPr>
                  <w:tcW w:w="6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12" w:rsidRDefault="00BA5F12" w:rsidP="00FE6B91">
                  <w:r>
                    <w:t>Уменьшение остатков средств бюджетов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A5F12" w:rsidRDefault="00BA5F12" w:rsidP="006B2854">
                  <w:pPr>
                    <w:jc w:val="right"/>
                  </w:pPr>
                  <w:r>
                    <w:t>14316,5</w:t>
                  </w:r>
                </w:p>
              </w:tc>
            </w:tr>
            <w:tr w:rsidR="00BA5F12">
              <w:trPr>
                <w:trHeight w:val="264"/>
              </w:trPr>
              <w:tc>
                <w:tcPr>
                  <w:tcW w:w="2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12" w:rsidRDefault="00BA5F12" w:rsidP="00FE6B91">
                  <w:pPr>
                    <w:jc w:val="center"/>
                  </w:pPr>
                  <w:r>
                    <w:t>951 01 05 02 00 00 0000 600</w:t>
                  </w:r>
                </w:p>
              </w:tc>
              <w:tc>
                <w:tcPr>
                  <w:tcW w:w="6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12" w:rsidRDefault="00BA5F12" w:rsidP="00FE6B91">
                  <w:r>
                    <w:t>Уменьшение прочих остатков средств бюджетов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A5F12" w:rsidRDefault="00BA5F12" w:rsidP="006B2854">
                  <w:pPr>
                    <w:jc w:val="right"/>
                  </w:pPr>
                  <w:r>
                    <w:t>14316,5</w:t>
                  </w:r>
                </w:p>
              </w:tc>
            </w:tr>
            <w:tr w:rsidR="00BA5F12">
              <w:trPr>
                <w:trHeight w:val="264"/>
              </w:trPr>
              <w:tc>
                <w:tcPr>
                  <w:tcW w:w="2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12" w:rsidRDefault="00BA5F12" w:rsidP="00FE6B91">
                  <w:pPr>
                    <w:jc w:val="center"/>
                  </w:pPr>
                  <w:r>
                    <w:t>951 01 05 02 01 00 0000 610</w:t>
                  </w:r>
                </w:p>
              </w:tc>
              <w:tc>
                <w:tcPr>
                  <w:tcW w:w="6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12" w:rsidRDefault="00BA5F12" w:rsidP="00FE6B91">
                  <w:r>
                    <w:t>Уменьшение прочих остатков денежных средств бюджетов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A5F12" w:rsidRDefault="00BA5F12" w:rsidP="006B2854">
                  <w:pPr>
                    <w:jc w:val="right"/>
                  </w:pPr>
                  <w:r>
                    <w:t>14316,5</w:t>
                  </w:r>
                </w:p>
              </w:tc>
            </w:tr>
            <w:tr w:rsidR="00BA5F12">
              <w:trPr>
                <w:trHeight w:val="264"/>
              </w:trPr>
              <w:tc>
                <w:tcPr>
                  <w:tcW w:w="2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12" w:rsidRDefault="00BA5F12" w:rsidP="00FE6B91">
                  <w:pPr>
                    <w:jc w:val="center"/>
                  </w:pPr>
                  <w:r>
                    <w:t>951 01 05 02 01 10 0000 610</w:t>
                  </w:r>
                </w:p>
              </w:tc>
              <w:tc>
                <w:tcPr>
                  <w:tcW w:w="63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12" w:rsidRDefault="00BA5F12" w:rsidP="00FE6B91">
                  <w:r>
                    <w:t>Уменьшение прочих остатков денежных средств бюджетов поселений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A5F12" w:rsidRDefault="00BA5F12" w:rsidP="006B2854">
                  <w:pPr>
                    <w:jc w:val="right"/>
                  </w:pPr>
                  <w:r>
                    <w:t>14316,5</w:t>
                  </w:r>
                </w:p>
              </w:tc>
            </w:tr>
          </w:tbl>
          <w:p w:rsidR="00BA5F12" w:rsidRDefault="00BA5F12" w:rsidP="006622D1">
            <w:pPr>
              <w:jc w:val="right"/>
            </w:pPr>
          </w:p>
        </w:tc>
      </w:tr>
      <w:tr w:rsidR="00BA5F12">
        <w:trPr>
          <w:trHeight w:val="264"/>
        </w:trPr>
        <w:tc>
          <w:tcPr>
            <w:tcW w:w="67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5F12" w:rsidRDefault="00BA5F12" w:rsidP="000E683C"/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BA5F12" w:rsidRDefault="00BA5F12" w:rsidP="000E683C">
            <w:pPr>
              <w:jc w:val="center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BA5F12" w:rsidRDefault="00BA5F12" w:rsidP="000E683C">
            <w:pPr>
              <w:jc w:val="center"/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BA5F12" w:rsidRDefault="00BA5F12" w:rsidP="000E683C">
            <w:pPr>
              <w:jc w:val="center"/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5F12" w:rsidRDefault="00BA5F12" w:rsidP="000E683C">
            <w:pPr>
              <w:jc w:val="center"/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BA5F12" w:rsidRDefault="00BA5F12" w:rsidP="000E683C">
            <w:pPr>
              <w:jc w:val="center"/>
            </w:pPr>
          </w:p>
        </w:tc>
      </w:tr>
    </w:tbl>
    <w:p w:rsidR="00BA5F12" w:rsidRPr="00D54655" w:rsidRDefault="00BA5F12" w:rsidP="003D091A">
      <w:pPr>
        <w:jc w:val="both"/>
        <w:rPr>
          <w:b/>
          <w:bCs/>
        </w:rPr>
      </w:pPr>
      <w:r w:rsidRPr="00D54655">
        <w:rPr>
          <w:b/>
          <w:bCs/>
        </w:rPr>
        <w:t>Статья 2</w:t>
      </w:r>
    </w:p>
    <w:p w:rsidR="00BA5F12" w:rsidRPr="00646377" w:rsidRDefault="00BA5F12" w:rsidP="006C266A">
      <w:pPr>
        <w:jc w:val="both"/>
      </w:pPr>
      <w:r>
        <w:t>Настоящее Решение вступает в силу со дня его официального опубликования.</w:t>
      </w:r>
    </w:p>
    <w:p w:rsidR="00BA5F12" w:rsidRDefault="00BA5F12" w:rsidP="006C266A">
      <w:pPr>
        <w:jc w:val="both"/>
        <w:rPr>
          <w:b/>
          <w:bCs/>
        </w:rPr>
      </w:pPr>
    </w:p>
    <w:p w:rsidR="00BA5F12" w:rsidRDefault="00BA5F12" w:rsidP="006C266A">
      <w:pPr>
        <w:jc w:val="both"/>
        <w:rPr>
          <w:b/>
          <w:bCs/>
        </w:rPr>
      </w:pPr>
    </w:p>
    <w:p w:rsidR="00BA5F12" w:rsidRPr="00CF33F9" w:rsidRDefault="00BA5F12" w:rsidP="006C266A">
      <w:pPr>
        <w:jc w:val="both"/>
        <w:rPr>
          <w:b/>
          <w:bCs/>
        </w:rPr>
      </w:pPr>
      <w:r w:rsidRPr="00CF33F9">
        <w:rPr>
          <w:b/>
          <w:bCs/>
        </w:rPr>
        <w:t>Глава</w:t>
      </w:r>
    </w:p>
    <w:p w:rsidR="00BA5F12" w:rsidRDefault="00BA5F12" w:rsidP="006C266A">
      <w:pPr>
        <w:jc w:val="both"/>
        <w:rPr>
          <w:b/>
          <w:bCs/>
        </w:rPr>
      </w:pPr>
      <w:r>
        <w:rPr>
          <w:b/>
          <w:bCs/>
        </w:rPr>
        <w:t>Троицкого сельского поселения</w:t>
      </w:r>
      <w:r>
        <w:rPr>
          <w:b/>
          <w:bCs/>
        </w:rPr>
        <w:tab/>
      </w:r>
      <w:r>
        <w:rPr>
          <w:b/>
          <w:bCs/>
        </w:rPr>
        <w:tab/>
        <w:t xml:space="preserve">                   А.Н.Дубина</w:t>
      </w:r>
    </w:p>
    <w:p w:rsidR="00BA5F12" w:rsidRDefault="00BA5F12" w:rsidP="006C266A">
      <w:pPr>
        <w:jc w:val="both"/>
      </w:pPr>
    </w:p>
    <w:p w:rsidR="00BA5F12" w:rsidRDefault="00BA5F12" w:rsidP="006C266A">
      <w:pPr>
        <w:jc w:val="both"/>
      </w:pPr>
      <w:r>
        <w:t>село Троицкое</w:t>
      </w:r>
    </w:p>
    <w:p w:rsidR="00BA5F12" w:rsidRDefault="00BA5F12" w:rsidP="006C266A">
      <w:pPr>
        <w:jc w:val="both"/>
      </w:pPr>
      <w:r>
        <w:t>________ 2013 г.</w:t>
      </w:r>
    </w:p>
    <w:p w:rsidR="00BA5F12" w:rsidRPr="005A0776" w:rsidRDefault="00BA5F12" w:rsidP="006C266A">
      <w:pPr>
        <w:jc w:val="both"/>
        <w:rPr>
          <w:lang w:val="en-US"/>
        </w:rPr>
      </w:pPr>
      <w:r>
        <w:t>№</w:t>
      </w:r>
    </w:p>
    <w:sectPr w:rsidR="00BA5F12" w:rsidRPr="005A0776" w:rsidSect="006C266A">
      <w:pgSz w:w="11906" w:h="16838"/>
      <w:pgMar w:top="567" w:right="567" w:bottom="567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F12" w:rsidRDefault="00BA5F12">
      <w:r>
        <w:separator/>
      </w:r>
    </w:p>
  </w:endnote>
  <w:endnote w:type="continuationSeparator" w:id="1">
    <w:p w:rsidR="00BA5F12" w:rsidRDefault="00BA5F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F12" w:rsidRDefault="00BA5F12">
      <w:r>
        <w:separator/>
      </w:r>
    </w:p>
  </w:footnote>
  <w:footnote w:type="continuationSeparator" w:id="1">
    <w:p w:rsidR="00BA5F12" w:rsidRDefault="00BA5F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135D"/>
    <w:multiLevelType w:val="singleLevel"/>
    <w:tmpl w:val="566E2B3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3542283"/>
    <w:multiLevelType w:val="singleLevel"/>
    <w:tmpl w:val="3E48CD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176522BC"/>
    <w:multiLevelType w:val="hybridMultilevel"/>
    <w:tmpl w:val="5810F6CC"/>
    <w:lvl w:ilvl="0" w:tplc="7790488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88274A6"/>
    <w:multiLevelType w:val="multilevel"/>
    <w:tmpl w:val="C5ECA10C"/>
    <w:lvl w:ilvl="0">
      <w:start w:val="1"/>
      <w:numFmt w:val="decimal"/>
      <w:lvlText w:val="Статья %1."/>
      <w:lvlJc w:val="left"/>
      <w:pPr>
        <w:tabs>
          <w:tab w:val="num" w:pos="2148"/>
        </w:tabs>
        <w:ind w:firstLine="708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E133DB"/>
    <w:multiLevelType w:val="hybridMultilevel"/>
    <w:tmpl w:val="380A533C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BC92A02"/>
    <w:multiLevelType w:val="hybridMultilevel"/>
    <w:tmpl w:val="A336E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531F6"/>
    <w:multiLevelType w:val="hybridMultilevel"/>
    <w:tmpl w:val="A7CCC1E6"/>
    <w:lvl w:ilvl="0" w:tplc="A54A7BE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33C7A53"/>
    <w:multiLevelType w:val="hybridMultilevel"/>
    <w:tmpl w:val="D548DC8E"/>
    <w:lvl w:ilvl="0" w:tplc="B3AC702A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7064770"/>
    <w:multiLevelType w:val="hybridMultilevel"/>
    <w:tmpl w:val="6AF49A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832BEA"/>
    <w:multiLevelType w:val="hybridMultilevel"/>
    <w:tmpl w:val="77B85C84"/>
    <w:lvl w:ilvl="0" w:tplc="12BCF5E8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3B724526"/>
    <w:multiLevelType w:val="hybridMultilevel"/>
    <w:tmpl w:val="380A533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D1C09BF"/>
    <w:multiLevelType w:val="hybridMultilevel"/>
    <w:tmpl w:val="335EF3BA"/>
    <w:lvl w:ilvl="0" w:tplc="CC7414F6">
      <w:start w:val="1"/>
      <w:numFmt w:val="decimal"/>
      <w:lvlText w:val="%1)"/>
      <w:lvlJc w:val="left"/>
      <w:pPr>
        <w:ind w:left="1665" w:hanging="94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46A5467"/>
    <w:multiLevelType w:val="multilevel"/>
    <w:tmpl w:val="75A6D9AE"/>
    <w:lvl w:ilvl="0">
      <w:start w:val="1"/>
      <w:numFmt w:val="decimal"/>
      <w:lvlText w:val="Статья %1."/>
      <w:lvlJc w:val="left"/>
      <w:pPr>
        <w:tabs>
          <w:tab w:val="num" w:pos="2858"/>
        </w:tabs>
        <w:ind w:left="709" w:firstLine="709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526544F4"/>
    <w:multiLevelType w:val="hybridMultilevel"/>
    <w:tmpl w:val="A0567854"/>
    <w:lvl w:ilvl="0" w:tplc="B756CCD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56622DA6"/>
    <w:multiLevelType w:val="hybridMultilevel"/>
    <w:tmpl w:val="D1D67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E441A1"/>
    <w:multiLevelType w:val="singleLevel"/>
    <w:tmpl w:val="7AB4ED5C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2"/>
  </w:num>
  <w:num w:numId="5">
    <w:abstractNumId w:val="15"/>
  </w:num>
  <w:num w:numId="6">
    <w:abstractNumId w:val="8"/>
  </w:num>
  <w:num w:numId="7">
    <w:abstractNumId w:val="11"/>
  </w:num>
  <w:num w:numId="8">
    <w:abstractNumId w:val="5"/>
  </w:num>
  <w:num w:numId="9">
    <w:abstractNumId w:val="4"/>
  </w:num>
  <w:num w:numId="10">
    <w:abstractNumId w:val="13"/>
  </w:num>
  <w:num w:numId="11">
    <w:abstractNumId w:val="10"/>
  </w:num>
  <w:num w:numId="12">
    <w:abstractNumId w:val="7"/>
  </w:num>
  <w:num w:numId="13">
    <w:abstractNumId w:val="6"/>
  </w:num>
  <w:num w:numId="14">
    <w:abstractNumId w:val="2"/>
  </w:num>
  <w:num w:numId="15">
    <w:abstractNumId w:val="14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03ED"/>
    <w:rsid w:val="00002C75"/>
    <w:rsid w:val="00004206"/>
    <w:rsid w:val="00005516"/>
    <w:rsid w:val="000060FC"/>
    <w:rsid w:val="000066EB"/>
    <w:rsid w:val="00012630"/>
    <w:rsid w:val="00014DC6"/>
    <w:rsid w:val="00014E67"/>
    <w:rsid w:val="00017A7C"/>
    <w:rsid w:val="000204C2"/>
    <w:rsid w:val="0002652B"/>
    <w:rsid w:val="00030ADB"/>
    <w:rsid w:val="0003113C"/>
    <w:rsid w:val="00035373"/>
    <w:rsid w:val="00035910"/>
    <w:rsid w:val="00037819"/>
    <w:rsid w:val="000401AD"/>
    <w:rsid w:val="0004343A"/>
    <w:rsid w:val="00045032"/>
    <w:rsid w:val="000452A4"/>
    <w:rsid w:val="00047B49"/>
    <w:rsid w:val="00047EE8"/>
    <w:rsid w:val="00062F0F"/>
    <w:rsid w:val="000657F9"/>
    <w:rsid w:val="0007005D"/>
    <w:rsid w:val="00070AD8"/>
    <w:rsid w:val="00083D14"/>
    <w:rsid w:val="00084586"/>
    <w:rsid w:val="00090335"/>
    <w:rsid w:val="00094159"/>
    <w:rsid w:val="00094D14"/>
    <w:rsid w:val="00095356"/>
    <w:rsid w:val="00097137"/>
    <w:rsid w:val="000A12A3"/>
    <w:rsid w:val="000A16D4"/>
    <w:rsid w:val="000A33F0"/>
    <w:rsid w:val="000B6DB1"/>
    <w:rsid w:val="000C2050"/>
    <w:rsid w:val="000C4A13"/>
    <w:rsid w:val="000C4BCB"/>
    <w:rsid w:val="000C7292"/>
    <w:rsid w:val="000E313E"/>
    <w:rsid w:val="000E4ABC"/>
    <w:rsid w:val="000E5DE5"/>
    <w:rsid w:val="000E683C"/>
    <w:rsid w:val="000F0D13"/>
    <w:rsid w:val="000F3613"/>
    <w:rsid w:val="000F3918"/>
    <w:rsid w:val="000F5578"/>
    <w:rsid w:val="00100892"/>
    <w:rsid w:val="0010166E"/>
    <w:rsid w:val="001034A2"/>
    <w:rsid w:val="00104984"/>
    <w:rsid w:val="00105CBF"/>
    <w:rsid w:val="001154FB"/>
    <w:rsid w:val="00117056"/>
    <w:rsid w:val="00120D6D"/>
    <w:rsid w:val="00120E87"/>
    <w:rsid w:val="00121358"/>
    <w:rsid w:val="00122157"/>
    <w:rsid w:val="00122385"/>
    <w:rsid w:val="0012610E"/>
    <w:rsid w:val="00126864"/>
    <w:rsid w:val="001343B9"/>
    <w:rsid w:val="001355F3"/>
    <w:rsid w:val="0013793C"/>
    <w:rsid w:val="0015205E"/>
    <w:rsid w:val="00154E07"/>
    <w:rsid w:val="00154F32"/>
    <w:rsid w:val="00155BA8"/>
    <w:rsid w:val="00156A7A"/>
    <w:rsid w:val="00160634"/>
    <w:rsid w:val="00160F71"/>
    <w:rsid w:val="00161245"/>
    <w:rsid w:val="00164B47"/>
    <w:rsid w:val="00166FCB"/>
    <w:rsid w:val="00174BCA"/>
    <w:rsid w:val="00177220"/>
    <w:rsid w:val="00177BB5"/>
    <w:rsid w:val="00182450"/>
    <w:rsid w:val="00191CD1"/>
    <w:rsid w:val="00193555"/>
    <w:rsid w:val="0019480B"/>
    <w:rsid w:val="00197252"/>
    <w:rsid w:val="001A0D9F"/>
    <w:rsid w:val="001A2C06"/>
    <w:rsid w:val="001B4CC8"/>
    <w:rsid w:val="001C06D3"/>
    <w:rsid w:val="001C2118"/>
    <w:rsid w:val="001C2202"/>
    <w:rsid w:val="001C3634"/>
    <w:rsid w:val="001C4E02"/>
    <w:rsid w:val="001D0114"/>
    <w:rsid w:val="001D2465"/>
    <w:rsid w:val="001D41D7"/>
    <w:rsid w:val="001D46B9"/>
    <w:rsid w:val="001D5F3F"/>
    <w:rsid w:val="001E0135"/>
    <w:rsid w:val="001E0FB3"/>
    <w:rsid w:val="001F15EF"/>
    <w:rsid w:val="001F7E9F"/>
    <w:rsid w:val="00202083"/>
    <w:rsid w:val="00204B99"/>
    <w:rsid w:val="00205419"/>
    <w:rsid w:val="00205C8E"/>
    <w:rsid w:val="00210CDC"/>
    <w:rsid w:val="00211DD9"/>
    <w:rsid w:val="002179AA"/>
    <w:rsid w:val="00220390"/>
    <w:rsid w:val="00220FE2"/>
    <w:rsid w:val="00221BF1"/>
    <w:rsid w:val="00222B66"/>
    <w:rsid w:val="002275FD"/>
    <w:rsid w:val="00232BCE"/>
    <w:rsid w:val="0023635E"/>
    <w:rsid w:val="002419E5"/>
    <w:rsid w:val="00241B90"/>
    <w:rsid w:val="002528EC"/>
    <w:rsid w:val="002540C9"/>
    <w:rsid w:val="00255302"/>
    <w:rsid w:val="00255CF5"/>
    <w:rsid w:val="00266B13"/>
    <w:rsid w:val="00267369"/>
    <w:rsid w:val="00267F95"/>
    <w:rsid w:val="00270EB6"/>
    <w:rsid w:val="002718EB"/>
    <w:rsid w:val="0027726B"/>
    <w:rsid w:val="00282798"/>
    <w:rsid w:val="002910FD"/>
    <w:rsid w:val="0029136B"/>
    <w:rsid w:val="002968F4"/>
    <w:rsid w:val="002A0088"/>
    <w:rsid w:val="002A5EE2"/>
    <w:rsid w:val="002B1450"/>
    <w:rsid w:val="002B17EC"/>
    <w:rsid w:val="002B18EA"/>
    <w:rsid w:val="002B2751"/>
    <w:rsid w:val="002B75AB"/>
    <w:rsid w:val="002C23D9"/>
    <w:rsid w:val="002C5362"/>
    <w:rsid w:val="002C5C83"/>
    <w:rsid w:val="002C746C"/>
    <w:rsid w:val="002E03ED"/>
    <w:rsid w:val="002E5945"/>
    <w:rsid w:val="002E68A8"/>
    <w:rsid w:val="002E7C70"/>
    <w:rsid w:val="00310125"/>
    <w:rsid w:val="00314991"/>
    <w:rsid w:val="003170A0"/>
    <w:rsid w:val="00325628"/>
    <w:rsid w:val="00325838"/>
    <w:rsid w:val="00327532"/>
    <w:rsid w:val="00330896"/>
    <w:rsid w:val="00331BF7"/>
    <w:rsid w:val="003358FD"/>
    <w:rsid w:val="0033690B"/>
    <w:rsid w:val="00336DB7"/>
    <w:rsid w:val="00345522"/>
    <w:rsid w:val="00351E71"/>
    <w:rsid w:val="00353649"/>
    <w:rsid w:val="0035544D"/>
    <w:rsid w:val="0035794C"/>
    <w:rsid w:val="003616A2"/>
    <w:rsid w:val="00365AE8"/>
    <w:rsid w:val="00366D7F"/>
    <w:rsid w:val="00371298"/>
    <w:rsid w:val="00371536"/>
    <w:rsid w:val="00371730"/>
    <w:rsid w:val="0037670A"/>
    <w:rsid w:val="00380AFA"/>
    <w:rsid w:val="00393323"/>
    <w:rsid w:val="003960FE"/>
    <w:rsid w:val="003965E6"/>
    <w:rsid w:val="00397614"/>
    <w:rsid w:val="003A0997"/>
    <w:rsid w:val="003A24D4"/>
    <w:rsid w:val="003B26E1"/>
    <w:rsid w:val="003B4C72"/>
    <w:rsid w:val="003B5058"/>
    <w:rsid w:val="003B62EC"/>
    <w:rsid w:val="003C2666"/>
    <w:rsid w:val="003D091A"/>
    <w:rsid w:val="003D23D8"/>
    <w:rsid w:val="003D2668"/>
    <w:rsid w:val="003E0E6C"/>
    <w:rsid w:val="003E4C6E"/>
    <w:rsid w:val="003F4EF8"/>
    <w:rsid w:val="0040113D"/>
    <w:rsid w:val="004028AD"/>
    <w:rsid w:val="00405A43"/>
    <w:rsid w:val="00406CE7"/>
    <w:rsid w:val="0041589A"/>
    <w:rsid w:val="00417EAC"/>
    <w:rsid w:val="00421DA2"/>
    <w:rsid w:val="00423317"/>
    <w:rsid w:val="00437D1A"/>
    <w:rsid w:val="00444F54"/>
    <w:rsid w:val="004504E8"/>
    <w:rsid w:val="00455A24"/>
    <w:rsid w:val="00461ABC"/>
    <w:rsid w:val="00463EB7"/>
    <w:rsid w:val="004643DE"/>
    <w:rsid w:val="004661CB"/>
    <w:rsid w:val="00470E7E"/>
    <w:rsid w:val="004719B4"/>
    <w:rsid w:val="004729FF"/>
    <w:rsid w:val="00472F19"/>
    <w:rsid w:val="00474918"/>
    <w:rsid w:val="00483937"/>
    <w:rsid w:val="00485B47"/>
    <w:rsid w:val="00490AB1"/>
    <w:rsid w:val="004946C7"/>
    <w:rsid w:val="00497B40"/>
    <w:rsid w:val="004A0FEB"/>
    <w:rsid w:val="004A720F"/>
    <w:rsid w:val="004B0E01"/>
    <w:rsid w:val="004B1769"/>
    <w:rsid w:val="004B230E"/>
    <w:rsid w:val="004B3218"/>
    <w:rsid w:val="004B3C8C"/>
    <w:rsid w:val="004B7758"/>
    <w:rsid w:val="004C1840"/>
    <w:rsid w:val="004C3A7A"/>
    <w:rsid w:val="004C699A"/>
    <w:rsid w:val="004D219D"/>
    <w:rsid w:val="004D7337"/>
    <w:rsid w:val="004F3460"/>
    <w:rsid w:val="004F3EE0"/>
    <w:rsid w:val="004F4F4E"/>
    <w:rsid w:val="00501E1F"/>
    <w:rsid w:val="00507FE6"/>
    <w:rsid w:val="005121EC"/>
    <w:rsid w:val="005124B3"/>
    <w:rsid w:val="00517C5B"/>
    <w:rsid w:val="00526A8F"/>
    <w:rsid w:val="00531890"/>
    <w:rsid w:val="00532919"/>
    <w:rsid w:val="00542A17"/>
    <w:rsid w:val="00552F80"/>
    <w:rsid w:val="005559DF"/>
    <w:rsid w:val="00557133"/>
    <w:rsid w:val="0055743A"/>
    <w:rsid w:val="00562F67"/>
    <w:rsid w:val="005662B0"/>
    <w:rsid w:val="00570B96"/>
    <w:rsid w:val="00571CC9"/>
    <w:rsid w:val="00580EA2"/>
    <w:rsid w:val="00584126"/>
    <w:rsid w:val="00585AF8"/>
    <w:rsid w:val="0059487A"/>
    <w:rsid w:val="00594FE9"/>
    <w:rsid w:val="00595ECB"/>
    <w:rsid w:val="005A0776"/>
    <w:rsid w:val="005A1836"/>
    <w:rsid w:val="005A195C"/>
    <w:rsid w:val="005B2043"/>
    <w:rsid w:val="005B52E9"/>
    <w:rsid w:val="005B5C5B"/>
    <w:rsid w:val="005C12B4"/>
    <w:rsid w:val="005C2884"/>
    <w:rsid w:val="005C427F"/>
    <w:rsid w:val="005C574F"/>
    <w:rsid w:val="005C659D"/>
    <w:rsid w:val="005D5C0E"/>
    <w:rsid w:val="005E32FC"/>
    <w:rsid w:val="005E4672"/>
    <w:rsid w:val="005E5F8C"/>
    <w:rsid w:val="005F21EF"/>
    <w:rsid w:val="005F5574"/>
    <w:rsid w:val="005F6F9E"/>
    <w:rsid w:val="006033FF"/>
    <w:rsid w:val="00606B5F"/>
    <w:rsid w:val="00610B0A"/>
    <w:rsid w:val="00614B03"/>
    <w:rsid w:val="00620774"/>
    <w:rsid w:val="00621DE1"/>
    <w:rsid w:val="00622834"/>
    <w:rsid w:val="00625F4B"/>
    <w:rsid w:val="00634E3B"/>
    <w:rsid w:val="006352DF"/>
    <w:rsid w:val="00644467"/>
    <w:rsid w:val="00644B90"/>
    <w:rsid w:val="006453DC"/>
    <w:rsid w:val="00646377"/>
    <w:rsid w:val="006502E4"/>
    <w:rsid w:val="006511C4"/>
    <w:rsid w:val="00652025"/>
    <w:rsid w:val="00652A60"/>
    <w:rsid w:val="00654F99"/>
    <w:rsid w:val="006556EA"/>
    <w:rsid w:val="00661199"/>
    <w:rsid w:val="006622D1"/>
    <w:rsid w:val="00662BDC"/>
    <w:rsid w:val="00666732"/>
    <w:rsid w:val="0066686A"/>
    <w:rsid w:val="0067680F"/>
    <w:rsid w:val="00680605"/>
    <w:rsid w:val="00681D90"/>
    <w:rsid w:val="00690A9F"/>
    <w:rsid w:val="00692B3B"/>
    <w:rsid w:val="006B111A"/>
    <w:rsid w:val="006B2854"/>
    <w:rsid w:val="006B5A5A"/>
    <w:rsid w:val="006C03C1"/>
    <w:rsid w:val="006C119D"/>
    <w:rsid w:val="006C2476"/>
    <w:rsid w:val="006C266A"/>
    <w:rsid w:val="006C3D17"/>
    <w:rsid w:val="006C42F4"/>
    <w:rsid w:val="006C6005"/>
    <w:rsid w:val="006C6368"/>
    <w:rsid w:val="006D46A5"/>
    <w:rsid w:val="006D7A6C"/>
    <w:rsid w:val="006D7F52"/>
    <w:rsid w:val="006E2A44"/>
    <w:rsid w:val="006E346D"/>
    <w:rsid w:val="006E3DF6"/>
    <w:rsid w:val="006E6DAA"/>
    <w:rsid w:val="006E77D4"/>
    <w:rsid w:val="00704E99"/>
    <w:rsid w:val="007072F3"/>
    <w:rsid w:val="007102E5"/>
    <w:rsid w:val="00710B13"/>
    <w:rsid w:val="00712CFF"/>
    <w:rsid w:val="007133CD"/>
    <w:rsid w:val="00716D11"/>
    <w:rsid w:val="00724D62"/>
    <w:rsid w:val="007256CA"/>
    <w:rsid w:val="00730942"/>
    <w:rsid w:val="007338FC"/>
    <w:rsid w:val="007358D8"/>
    <w:rsid w:val="00737F8B"/>
    <w:rsid w:val="00743BC5"/>
    <w:rsid w:val="00746A1C"/>
    <w:rsid w:val="007471E5"/>
    <w:rsid w:val="00752730"/>
    <w:rsid w:val="0075471F"/>
    <w:rsid w:val="0076726A"/>
    <w:rsid w:val="00771B68"/>
    <w:rsid w:val="00776A6E"/>
    <w:rsid w:val="00780602"/>
    <w:rsid w:val="0078170C"/>
    <w:rsid w:val="007840B3"/>
    <w:rsid w:val="007879AA"/>
    <w:rsid w:val="00790C69"/>
    <w:rsid w:val="00795F7D"/>
    <w:rsid w:val="007973E0"/>
    <w:rsid w:val="007A35A5"/>
    <w:rsid w:val="007A4196"/>
    <w:rsid w:val="007A6909"/>
    <w:rsid w:val="007B0A27"/>
    <w:rsid w:val="007B116F"/>
    <w:rsid w:val="007B23AA"/>
    <w:rsid w:val="007B3840"/>
    <w:rsid w:val="007B48FD"/>
    <w:rsid w:val="007B5719"/>
    <w:rsid w:val="007B6269"/>
    <w:rsid w:val="007C3F81"/>
    <w:rsid w:val="007D3CAC"/>
    <w:rsid w:val="007F1824"/>
    <w:rsid w:val="007F6BAC"/>
    <w:rsid w:val="00801AF8"/>
    <w:rsid w:val="00802A1D"/>
    <w:rsid w:val="00802CC3"/>
    <w:rsid w:val="00806A5C"/>
    <w:rsid w:val="00811B81"/>
    <w:rsid w:val="008130BF"/>
    <w:rsid w:val="0082171A"/>
    <w:rsid w:val="0082302A"/>
    <w:rsid w:val="00830490"/>
    <w:rsid w:val="00830C73"/>
    <w:rsid w:val="00835270"/>
    <w:rsid w:val="00835422"/>
    <w:rsid w:val="0084340C"/>
    <w:rsid w:val="00847CC7"/>
    <w:rsid w:val="00850D44"/>
    <w:rsid w:val="008516E8"/>
    <w:rsid w:val="00861374"/>
    <w:rsid w:val="00867EDC"/>
    <w:rsid w:val="00872C62"/>
    <w:rsid w:val="00873151"/>
    <w:rsid w:val="00873F00"/>
    <w:rsid w:val="00876190"/>
    <w:rsid w:val="008773CA"/>
    <w:rsid w:val="0088690B"/>
    <w:rsid w:val="008876A0"/>
    <w:rsid w:val="00891D74"/>
    <w:rsid w:val="00893ACF"/>
    <w:rsid w:val="008A2C62"/>
    <w:rsid w:val="008A52E8"/>
    <w:rsid w:val="008B3813"/>
    <w:rsid w:val="008B573C"/>
    <w:rsid w:val="008C151C"/>
    <w:rsid w:val="008C3647"/>
    <w:rsid w:val="008C3B51"/>
    <w:rsid w:val="008D0ED7"/>
    <w:rsid w:val="008D136E"/>
    <w:rsid w:val="008D2C88"/>
    <w:rsid w:val="008D2CA2"/>
    <w:rsid w:val="008D45A9"/>
    <w:rsid w:val="008D5CBC"/>
    <w:rsid w:val="008D6177"/>
    <w:rsid w:val="008D6BA9"/>
    <w:rsid w:val="008D7938"/>
    <w:rsid w:val="008D7C39"/>
    <w:rsid w:val="008E1F0B"/>
    <w:rsid w:val="008E3577"/>
    <w:rsid w:val="008E6B00"/>
    <w:rsid w:val="008E6DA6"/>
    <w:rsid w:val="008F17DA"/>
    <w:rsid w:val="008F75E7"/>
    <w:rsid w:val="009012D5"/>
    <w:rsid w:val="00901992"/>
    <w:rsid w:val="00901AC0"/>
    <w:rsid w:val="00904832"/>
    <w:rsid w:val="00905170"/>
    <w:rsid w:val="00910726"/>
    <w:rsid w:val="009119E9"/>
    <w:rsid w:val="00911AC9"/>
    <w:rsid w:val="009174C6"/>
    <w:rsid w:val="00917AB1"/>
    <w:rsid w:val="00920F6E"/>
    <w:rsid w:val="0092207E"/>
    <w:rsid w:val="009237A7"/>
    <w:rsid w:val="009249AD"/>
    <w:rsid w:val="00925BB0"/>
    <w:rsid w:val="009311F4"/>
    <w:rsid w:val="00933DC0"/>
    <w:rsid w:val="0093674E"/>
    <w:rsid w:val="00940A4B"/>
    <w:rsid w:val="0094188F"/>
    <w:rsid w:val="00950BAC"/>
    <w:rsid w:val="00952541"/>
    <w:rsid w:val="009558AB"/>
    <w:rsid w:val="00956DA8"/>
    <w:rsid w:val="0096697F"/>
    <w:rsid w:val="00967AFE"/>
    <w:rsid w:val="00976025"/>
    <w:rsid w:val="00981AF6"/>
    <w:rsid w:val="0098434C"/>
    <w:rsid w:val="00985AF8"/>
    <w:rsid w:val="00985D97"/>
    <w:rsid w:val="00986C8C"/>
    <w:rsid w:val="00987189"/>
    <w:rsid w:val="0099162F"/>
    <w:rsid w:val="00993F57"/>
    <w:rsid w:val="00995582"/>
    <w:rsid w:val="009A11FF"/>
    <w:rsid w:val="009A15B9"/>
    <w:rsid w:val="009A34B7"/>
    <w:rsid w:val="009A6E6B"/>
    <w:rsid w:val="009B03EF"/>
    <w:rsid w:val="009B4C1F"/>
    <w:rsid w:val="009B6779"/>
    <w:rsid w:val="009B70D5"/>
    <w:rsid w:val="009C0988"/>
    <w:rsid w:val="009C15FB"/>
    <w:rsid w:val="009C1A32"/>
    <w:rsid w:val="009C26FC"/>
    <w:rsid w:val="009C3968"/>
    <w:rsid w:val="009C7447"/>
    <w:rsid w:val="009C7CD4"/>
    <w:rsid w:val="009D1F09"/>
    <w:rsid w:val="009D5799"/>
    <w:rsid w:val="009D6FF2"/>
    <w:rsid w:val="009D7499"/>
    <w:rsid w:val="009E0767"/>
    <w:rsid w:val="009E1A18"/>
    <w:rsid w:val="009E62ED"/>
    <w:rsid w:val="009E758A"/>
    <w:rsid w:val="009F1B33"/>
    <w:rsid w:val="009F2E44"/>
    <w:rsid w:val="00A01206"/>
    <w:rsid w:val="00A0331E"/>
    <w:rsid w:val="00A034E5"/>
    <w:rsid w:val="00A051C2"/>
    <w:rsid w:val="00A06456"/>
    <w:rsid w:val="00A07422"/>
    <w:rsid w:val="00A100BE"/>
    <w:rsid w:val="00A125F7"/>
    <w:rsid w:val="00A13A8A"/>
    <w:rsid w:val="00A15BDE"/>
    <w:rsid w:val="00A15CA6"/>
    <w:rsid w:val="00A202B3"/>
    <w:rsid w:val="00A209FB"/>
    <w:rsid w:val="00A22758"/>
    <w:rsid w:val="00A26F10"/>
    <w:rsid w:val="00A33BE6"/>
    <w:rsid w:val="00A33F7C"/>
    <w:rsid w:val="00A34A00"/>
    <w:rsid w:val="00A35DD1"/>
    <w:rsid w:val="00A37845"/>
    <w:rsid w:val="00A40671"/>
    <w:rsid w:val="00A42DF6"/>
    <w:rsid w:val="00A438D1"/>
    <w:rsid w:val="00A43F80"/>
    <w:rsid w:val="00A53715"/>
    <w:rsid w:val="00A54A8E"/>
    <w:rsid w:val="00A62228"/>
    <w:rsid w:val="00A76DC3"/>
    <w:rsid w:val="00A773F1"/>
    <w:rsid w:val="00A853FD"/>
    <w:rsid w:val="00A8615C"/>
    <w:rsid w:val="00A90D6E"/>
    <w:rsid w:val="00A9352C"/>
    <w:rsid w:val="00AA0126"/>
    <w:rsid w:val="00AA1840"/>
    <w:rsid w:val="00AA274B"/>
    <w:rsid w:val="00AA2E69"/>
    <w:rsid w:val="00AA36D0"/>
    <w:rsid w:val="00AA766C"/>
    <w:rsid w:val="00AB176C"/>
    <w:rsid w:val="00AB26BB"/>
    <w:rsid w:val="00AC2F9D"/>
    <w:rsid w:val="00AD1412"/>
    <w:rsid w:val="00AD7650"/>
    <w:rsid w:val="00AE04B5"/>
    <w:rsid w:val="00AE1A7C"/>
    <w:rsid w:val="00AE4FB1"/>
    <w:rsid w:val="00AF63B5"/>
    <w:rsid w:val="00AF6436"/>
    <w:rsid w:val="00AF6701"/>
    <w:rsid w:val="00AF70BE"/>
    <w:rsid w:val="00B04524"/>
    <w:rsid w:val="00B10E08"/>
    <w:rsid w:val="00B13206"/>
    <w:rsid w:val="00B169CA"/>
    <w:rsid w:val="00B20A66"/>
    <w:rsid w:val="00B213F1"/>
    <w:rsid w:val="00B21A04"/>
    <w:rsid w:val="00B27E72"/>
    <w:rsid w:val="00B313FD"/>
    <w:rsid w:val="00B34964"/>
    <w:rsid w:val="00B356E1"/>
    <w:rsid w:val="00B35FA9"/>
    <w:rsid w:val="00B46A03"/>
    <w:rsid w:val="00B5098F"/>
    <w:rsid w:val="00B50DC2"/>
    <w:rsid w:val="00B54FCF"/>
    <w:rsid w:val="00B60232"/>
    <w:rsid w:val="00B60715"/>
    <w:rsid w:val="00B608DB"/>
    <w:rsid w:val="00B6467F"/>
    <w:rsid w:val="00B66818"/>
    <w:rsid w:val="00B67252"/>
    <w:rsid w:val="00B67D12"/>
    <w:rsid w:val="00B757D5"/>
    <w:rsid w:val="00B81A20"/>
    <w:rsid w:val="00B87051"/>
    <w:rsid w:val="00B94F2C"/>
    <w:rsid w:val="00B95F2B"/>
    <w:rsid w:val="00B9671B"/>
    <w:rsid w:val="00B973AB"/>
    <w:rsid w:val="00BA1337"/>
    <w:rsid w:val="00BA1D9C"/>
    <w:rsid w:val="00BA2A4D"/>
    <w:rsid w:val="00BA59B6"/>
    <w:rsid w:val="00BA5F12"/>
    <w:rsid w:val="00BA62C6"/>
    <w:rsid w:val="00BB0D22"/>
    <w:rsid w:val="00BB12F6"/>
    <w:rsid w:val="00BB1BB7"/>
    <w:rsid w:val="00BB3E64"/>
    <w:rsid w:val="00BB4A52"/>
    <w:rsid w:val="00BC50EC"/>
    <w:rsid w:val="00BC6051"/>
    <w:rsid w:val="00BD58F4"/>
    <w:rsid w:val="00BD5971"/>
    <w:rsid w:val="00BD79B5"/>
    <w:rsid w:val="00BE109C"/>
    <w:rsid w:val="00BE2045"/>
    <w:rsid w:val="00BE3264"/>
    <w:rsid w:val="00BE49DE"/>
    <w:rsid w:val="00BE57B5"/>
    <w:rsid w:val="00BE6D55"/>
    <w:rsid w:val="00BE784E"/>
    <w:rsid w:val="00BF28E4"/>
    <w:rsid w:val="00BF2AB2"/>
    <w:rsid w:val="00BF384A"/>
    <w:rsid w:val="00BF485D"/>
    <w:rsid w:val="00C14E24"/>
    <w:rsid w:val="00C15083"/>
    <w:rsid w:val="00C15ABE"/>
    <w:rsid w:val="00C20911"/>
    <w:rsid w:val="00C2203F"/>
    <w:rsid w:val="00C25C5E"/>
    <w:rsid w:val="00C31640"/>
    <w:rsid w:val="00C3421D"/>
    <w:rsid w:val="00C40B69"/>
    <w:rsid w:val="00C4555C"/>
    <w:rsid w:val="00C472B7"/>
    <w:rsid w:val="00C50698"/>
    <w:rsid w:val="00C55322"/>
    <w:rsid w:val="00C561F2"/>
    <w:rsid w:val="00C629C9"/>
    <w:rsid w:val="00C66E70"/>
    <w:rsid w:val="00C66EAF"/>
    <w:rsid w:val="00C67ED5"/>
    <w:rsid w:val="00C7120C"/>
    <w:rsid w:val="00C80D6E"/>
    <w:rsid w:val="00C84620"/>
    <w:rsid w:val="00C873C7"/>
    <w:rsid w:val="00C87DF8"/>
    <w:rsid w:val="00C95877"/>
    <w:rsid w:val="00C96942"/>
    <w:rsid w:val="00CA11FE"/>
    <w:rsid w:val="00CB1A2B"/>
    <w:rsid w:val="00CB1AAC"/>
    <w:rsid w:val="00CB1BCD"/>
    <w:rsid w:val="00CB4C42"/>
    <w:rsid w:val="00CB73AA"/>
    <w:rsid w:val="00CC0463"/>
    <w:rsid w:val="00CC425C"/>
    <w:rsid w:val="00CD133F"/>
    <w:rsid w:val="00CD4352"/>
    <w:rsid w:val="00CD7B59"/>
    <w:rsid w:val="00CE393C"/>
    <w:rsid w:val="00CE4ECE"/>
    <w:rsid w:val="00CE7005"/>
    <w:rsid w:val="00CE7FFB"/>
    <w:rsid w:val="00CF03BF"/>
    <w:rsid w:val="00CF03F8"/>
    <w:rsid w:val="00CF33F9"/>
    <w:rsid w:val="00CF4059"/>
    <w:rsid w:val="00CF5C09"/>
    <w:rsid w:val="00D0213B"/>
    <w:rsid w:val="00D0326F"/>
    <w:rsid w:val="00D10ECA"/>
    <w:rsid w:val="00D12FA6"/>
    <w:rsid w:val="00D144A4"/>
    <w:rsid w:val="00D1759C"/>
    <w:rsid w:val="00D2094E"/>
    <w:rsid w:val="00D226D6"/>
    <w:rsid w:val="00D27A52"/>
    <w:rsid w:val="00D3192D"/>
    <w:rsid w:val="00D42CD1"/>
    <w:rsid w:val="00D44D65"/>
    <w:rsid w:val="00D50668"/>
    <w:rsid w:val="00D51BC7"/>
    <w:rsid w:val="00D52ADF"/>
    <w:rsid w:val="00D54655"/>
    <w:rsid w:val="00D558BF"/>
    <w:rsid w:val="00D613A4"/>
    <w:rsid w:val="00D617FA"/>
    <w:rsid w:val="00D70A36"/>
    <w:rsid w:val="00D70FAF"/>
    <w:rsid w:val="00D76769"/>
    <w:rsid w:val="00D81176"/>
    <w:rsid w:val="00D935E3"/>
    <w:rsid w:val="00D94E21"/>
    <w:rsid w:val="00D96AD3"/>
    <w:rsid w:val="00D9713A"/>
    <w:rsid w:val="00D978C9"/>
    <w:rsid w:val="00DA0F60"/>
    <w:rsid w:val="00DA438A"/>
    <w:rsid w:val="00DB02EC"/>
    <w:rsid w:val="00DD50DB"/>
    <w:rsid w:val="00DE4486"/>
    <w:rsid w:val="00DE6AF7"/>
    <w:rsid w:val="00DE6F11"/>
    <w:rsid w:val="00DE7A4E"/>
    <w:rsid w:val="00DF0EE0"/>
    <w:rsid w:val="00E00763"/>
    <w:rsid w:val="00E00ADF"/>
    <w:rsid w:val="00E05DA2"/>
    <w:rsid w:val="00E150DD"/>
    <w:rsid w:val="00E151EA"/>
    <w:rsid w:val="00E15A50"/>
    <w:rsid w:val="00E161C0"/>
    <w:rsid w:val="00E16DBC"/>
    <w:rsid w:val="00E17752"/>
    <w:rsid w:val="00E208B1"/>
    <w:rsid w:val="00E20B3A"/>
    <w:rsid w:val="00E240DF"/>
    <w:rsid w:val="00E255BE"/>
    <w:rsid w:val="00E2596A"/>
    <w:rsid w:val="00E26F50"/>
    <w:rsid w:val="00E30B9F"/>
    <w:rsid w:val="00E32869"/>
    <w:rsid w:val="00E32C7B"/>
    <w:rsid w:val="00E3726C"/>
    <w:rsid w:val="00E4240E"/>
    <w:rsid w:val="00E43F9A"/>
    <w:rsid w:val="00E44B2F"/>
    <w:rsid w:val="00E44E30"/>
    <w:rsid w:val="00E44FAB"/>
    <w:rsid w:val="00E478A6"/>
    <w:rsid w:val="00E509DB"/>
    <w:rsid w:val="00E52852"/>
    <w:rsid w:val="00E66055"/>
    <w:rsid w:val="00E66447"/>
    <w:rsid w:val="00E760AA"/>
    <w:rsid w:val="00E770A3"/>
    <w:rsid w:val="00E776D9"/>
    <w:rsid w:val="00E8060F"/>
    <w:rsid w:val="00E904B7"/>
    <w:rsid w:val="00E925B4"/>
    <w:rsid w:val="00E9488C"/>
    <w:rsid w:val="00EA1193"/>
    <w:rsid w:val="00EA2760"/>
    <w:rsid w:val="00EA4449"/>
    <w:rsid w:val="00EA4E09"/>
    <w:rsid w:val="00EA7DEA"/>
    <w:rsid w:val="00EB162A"/>
    <w:rsid w:val="00EB5D95"/>
    <w:rsid w:val="00EC79CB"/>
    <w:rsid w:val="00ED0712"/>
    <w:rsid w:val="00ED159B"/>
    <w:rsid w:val="00ED1B6F"/>
    <w:rsid w:val="00ED4744"/>
    <w:rsid w:val="00ED7586"/>
    <w:rsid w:val="00ED770C"/>
    <w:rsid w:val="00EE0C1F"/>
    <w:rsid w:val="00EE0F6C"/>
    <w:rsid w:val="00EE3762"/>
    <w:rsid w:val="00EE5D2B"/>
    <w:rsid w:val="00EF017D"/>
    <w:rsid w:val="00F01D5F"/>
    <w:rsid w:val="00F0296F"/>
    <w:rsid w:val="00F05296"/>
    <w:rsid w:val="00F11814"/>
    <w:rsid w:val="00F14F6A"/>
    <w:rsid w:val="00F16C5D"/>
    <w:rsid w:val="00F1710D"/>
    <w:rsid w:val="00F1751C"/>
    <w:rsid w:val="00F20CCD"/>
    <w:rsid w:val="00F23D88"/>
    <w:rsid w:val="00F24D85"/>
    <w:rsid w:val="00F34861"/>
    <w:rsid w:val="00F408C8"/>
    <w:rsid w:val="00F40FB8"/>
    <w:rsid w:val="00F46439"/>
    <w:rsid w:val="00F4669D"/>
    <w:rsid w:val="00F46BFE"/>
    <w:rsid w:val="00F50278"/>
    <w:rsid w:val="00F50EFA"/>
    <w:rsid w:val="00F519B7"/>
    <w:rsid w:val="00F53B1C"/>
    <w:rsid w:val="00F55B15"/>
    <w:rsid w:val="00F55BF5"/>
    <w:rsid w:val="00F55CD0"/>
    <w:rsid w:val="00F57AE8"/>
    <w:rsid w:val="00F66597"/>
    <w:rsid w:val="00F72310"/>
    <w:rsid w:val="00F724B2"/>
    <w:rsid w:val="00F74427"/>
    <w:rsid w:val="00F803FB"/>
    <w:rsid w:val="00F84985"/>
    <w:rsid w:val="00F84C1F"/>
    <w:rsid w:val="00F8601A"/>
    <w:rsid w:val="00F87CF3"/>
    <w:rsid w:val="00F95B26"/>
    <w:rsid w:val="00F971CC"/>
    <w:rsid w:val="00FA320B"/>
    <w:rsid w:val="00FA49D3"/>
    <w:rsid w:val="00FA691C"/>
    <w:rsid w:val="00FB5565"/>
    <w:rsid w:val="00FB59F8"/>
    <w:rsid w:val="00FB70F1"/>
    <w:rsid w:val="00FC6C67"/>
    <w:rsid w:val="00FD36FC"/>
    <w:rsid w:val="00FD3B51"/>
    <w:rsid w:val="00FD43AD"/>
    <w:rsid w:val="00FE6B91"/>
    <w:rsid w:val="00FF3A37"/>
    <w:rsid w:val="00FF47AB"/>
    <w:rsid w:val="00FF7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13D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0113D"/>
    <w:pPr>
      <w:keepNext/>
      <w:jc w:val="center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0113D"/>
    <w:pPr>
      <w:keepNext/>
      <w:jc w:val="right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0113D"/>
    <w:pPr>
      <w:keepNext/>
      <w:jc w:val="center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0113D"/>
    <w:pPr>
      <w:keepNext/>
      <w:jc w:val="both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0113D"/>
    <w:pPr>
      <w:keepNext/>
      <w:jc w:val="both"/>
      <w:outlineLvl w:val="4"/>
    </w:pPr>
    <w:rPr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0113D"/>
    <w:pPr>
      <w:keepNext/>
      <w:jc w:val="both"/>
      <w:outlineLvl w:val="5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90AB1"/>
    <w:rPr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90AB1"/>
    <w:rPr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90AB1"/>
    <w:rPr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90AB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90AB1"/>
    <w:rPr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90AB1"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40113D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90AB1"/>
    <w:rPr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40113D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90AB1"/>
    <w:rPr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40113D"/>
    <w:pPr>
      <w:ind w:firstLine="720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90AB1"/>
    <w:rPr>
      <w:sz w:val="28"/>
      <w:szCs w:val="28"/>
    </w:rPr>
  </w:style>
  <w:style w:type="paragraph" w:styleId="Header">
    <w:name w:val="header"/>
    <w:basedOn w:val="Normal"/>
    <w:link w:val="HeaderChar"/>
    <w:uiPriority w:val="99"/>
    <w:rsid w:val="0040113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90AB1"/>
  </w:style>
  <w:style w:type="paragraph" w:styleId="Footer">
    <w:name w:val="footer"/>
    <w:basedOn w:val="Normal"/>
    <w:link w:val="FooterChar"/>
    <w:uiPriority w:val="99"/>
    <w:rsid w:val="0040113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90AB1"/>
  </w:style>
  <w:style w:type="paragraph" w:styleId="BodyText2">
    <w:name w:val="Body Text 2"/>
    <w:basedOn w:val="Normal"/>
    <w:link w:val="BodyText2Char"/>
    <w:uiPriority w:val="99"/>
    <w:rsid w:val="0040113D"/>
    <w:pPr>
      <w:jc w:val="both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490AB1"/>
    <w:rPr>
      <w:sz w:val="24"/>
      <w:szCs w:val="24"/>
    </w:rPr>
  </w:style>
  <w:style w:type="paragraph" w:customStyle="1" w:styleId="2">
    <w:name w:val="заголовок 2"/>
    <w:basedOn w:val="Normal"/>
    <w:next w:val="Normal"/>
    <w:uiPriority w:val="99"/>
    <w:rsid w:val="0040113D"/>
    <w:pPr>
      <w:keepNext/>
      <w:jc w:val="center"/>
    </w:pPr>
    <w:rPr>
      <w:sz w:val="28"/>
      <w:szCs w:val="28"/>
    </w:rPr>
  </w:style>
  <w:style w:type="character" w:styleId="PageNumber">
    <w:name w:val="page number"/>
    <w:basedOn w:val="DefaultParagraphFont"/>
    <w:uiPriority w:val="99"/>
    <w:rsid w:val="0040113D"/>
  </w:style>
  <w:style w:type="paragraph" w:styleId="BodyTextIndent2">
    <w:name w:val="Body Text Indent 2"/>
    <w:basedOn w:val="Normal"/>
    <w:link w:val="BodyTextIndent2Char"/>
    <w:uiPriority w:val="99"/>
    <w:rsid w:val="0040113D"/>
    <w:pPr>
      <w:ind w:right="76" w:firstLine="900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490AB1"/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3E0E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0AB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E151E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Normal"/>
    <w:uiPriority w:val="99"/>
    <w:rsid w:val="0092207E"/>
    <w:pPr>
      <w:ind w:left="720"/>
    </w:pPr>
  </w:style>
  <w:style w:type="character" w:styleId="Hyperlink">
    <w:name w:val="Hyperlink"/>
    <w:basedOn w:val="DefaultParagraphFont"/>
    <w:uiPriority w:val="99"/>
    <w:rsid w:val="00490AB1"/>
    <w:rPr>
      <w:color w:val="0000FF"/>
      <w:u w:val="single"/>
    </w:rPr>
  </w:style>
  <w:style w:type="paragraph" w:styleId="NoSpacing">
    <w:name w:val="No Spacing"/>
    <w:uiPriority w:val="99"/>
    <w:qFormat/>
    <w:rsid w:val="00490AB1"/>
    <w:rPr>
      <w:rFonts w:ascii="Calibri" w:hAnsi="Calibri" w:cs="Calibri"/>
    </w:rPr>
  </w:style>
  <w:style w:type="character" w:styleId="Emphasis">
    <w:name w:val="Emphasis"/>
    <w:basedOn w:val="DefaultParagraphFont"/>
    <w:uiPriority w:val="99"/>
    <w:qFormat/>
    <w:locked/>
    <w:rsid w:val="003965E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82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221" TargetMode="External"/><Relationship Id="rId13" Type="http://schemas.openxmlformats.org/officeDocument/2006/relationships/hyperlink" Target="consultantplus://offline/main?base=RLAW186;n=34513;fld=134;dst=100044" TargetMode="External"/><Relationship Id="rId18" Type="http://schemas.openxmlformats.org/officeDocument/2006/relationships/hyperlink" Target="consultantplus://offline/main?base=RLAW186;n=34513;fld=134;dst=100119" TargetMode="External"/><Relationship Id="rId26" Type="http://schemas.openxmlformats.org/officeDocument/2006/relationships/hyperlink" Target="consultantplus://offline/main?base=RLAW186;n=34513;fld=134;dst=100024" TargetMode="External"/><Relationship Id="rId39" Type="http://schemas.openxmlformats.org/officeDocument/2006/relationships/hyperlink" Target="consultantplus://offline/main?base=RLAW186;n=34513;fld=134;dst=100141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main?base=RLAW186;n=34513;fld=134;dst=100215" TargetMode="External"/><Relationship Id="rId34" Type="http://schemas.openxmlformats.org/officeDocument/2006/relationships/hyperlink" Target="consultantplus://offline/main?base=RLAW186;n=34513;fld=134;dst=100114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main?base=RLAW186;n=34513;fld=134;dst=100280" TargetMode="External"/><Relationship Id="rId12" Type="http://schemas.openxmlformats.org/officeDocument/2006/relationships/hyperlink" Target="consultantplus://offline/main?base=RLAW186;n=34513;fld=134;dst=100038" TargetMode="External"/><Relationship Id="rId17" Type="http://schemas.openxmlformats.org/officeDocument/2006/relationships/hyperlink" Target="consultantplus://offline/main?base=RLAW186;n=34513;fld=134;dst=100114" TargetMode="External"/><Relationship Id="rId25" Type="http://schemas.openxmlformats.org/officeDocument/2006/relationships/hyperlink" Target="consultantplus://offline/main?base=RLAW186;n=34513;fld=134;dst=100221" TargetMode="External"/><Relationship Id="rId33" Type="http://schemas.openxmlformats.org/officeDocument/2006/relationships/hyperlink" Target="consultantplus://offline/main?base=RLAW186;n=34513;fld=134;dst=100395" TargetMode="External"/><Relationship Id="rId38" Type="http://schemas.openxmlformats.org/officeDocument/2006/relationships/hyperlink" Target="consultantplus://offline/main?base=RLAW186;n=34513;fld=134;dst=100215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186;n=34513;fld=134;dst=100395" TargetMode="External"/><Relationship Id="rId20" Type="http://schemas.openxmlformats.org/officeDocument/2006/relationships/hyperlink" Target="consultantplus://offline/main?base=RLAW186;n=34513;fld=134;dst=100348" TargetMode="External"/><Relationship Id="rId29" Type="http://schemas.openxmlformats.org/officeDocument/2006/relationships/hyperlink" Target="consultantplus://offline/main?base=RLAW186;n=34513;fld=134;dst=100038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RLAW186;n=34513;fld=134;dst=100033" TargetMode="External"/><Relationship Id="rId24" Type="http://schemas.openxmlformats.org/officeDocument/2006/relationships/hyperlink" Target="consultantplus://offline/main?base=RLAW186;n=34513;fld=134;dst=100280" TargetMode="External"/><Relationship Id="rId32" Type="http://schemas.openxmlformats.org/officeDocument/2006/relationships/hyperlink" Target="consultantplus://offline/main?base=RLAW186;n=34513;fld=134;dst=100101" TargetMode="External"/><Relationship Id="rId37" Type="http://schemas.openxmlformats.org/officeDocument/2006/relationships/hyperlink" Target="consultantplus://offline/main?base=RLAW186;n=34513;fld=134;dst=100348" TargetMode="External"/><Relationship Id="rId40" Type="http://schemas.openxmlformats.org/officeDocument/2006/relationships/hyperlink" Target="consultantplus://offline/main?base=RLAW186;n=34513;fld=134;dst=100230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main?base=RLAW186;n=34513;fld=134;dst=100101" TargetMode="External"/><Relationship Id="rId23" Type="http://schemas.openxmlformats.org/officeDocument/2006/relationships/hyperlink" Target="consultantplus://offline/main?base=RLAW186;n=34513;fld=134;dst=100230" TargetMode="External"/><Relationship Id="rId28" Type="http://schemas.openxmlformats.org/officeDocument/2006/relationships/hyperlink" Target="consultantplus://offline/main?base=RLAW186;n=34513;fld=134;dst=100033" TargetMode="External"/><Relationship Id="rId36" Type="http://schemas.openxmlformats.org/officeDocument/2006/relationships/hyperlink" Target="consultantplus://offline/main?base=RLAW186;n=34513;fld=134;dst=100124" TargetMode="External"/><Relationship Id="rId10" Type="http://schemas.openxmlformats.org/officeDocument/2006/relationships/hyperlink" Target="consultantplus://offline/main?base=RLAW186;n=34513;fld=134;dst=100411" TargetMode="External"/><Relationship Id="rId19" Type="http://schemas.openxmlformats.org/officeDocument/2006/relationships/hyperlink" Target="consultantplus://offline/main?base=RLAW186;n=34513;fld=134;dst=100124" TargetMode="External"/><Relationship Id="rId31" Type="http://schemas.openxmlformats.org/officeDocument/2006/relationships/hyperlink" Target="consultantplus://offline/main?base=RLAW186;n=34513;fld=134;dst=1000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86;n=34513;fld=134;dst=100024" TargetMode="External"/><Relationship Id="rId14" Type="http://schemas.openxmlformats.org/officeDocument/2006/relationships/hyperlink" Target="consultantplus://offline/main?base=RLAW186;n=34513;fld=134;dst=100050" TargetMode="External"/><Relationship Id="rId22" Type="http://schemas.openxmlformats.org/officeDocument/2006/relationships/hyperlink" Target="consultantplus://offline/main?base=RLAW186;n=34513;fld=134;dst=100141" TargetMode="External"/><Relationship Id="rId27" Type="http://schemas.openxmlformats.org/officeDocument/2006/relationships/hyperlink" Target="consultantplus://offline/main?base=RLAW186;n=34513;fld=134;dst=100411" TargetMode="External"/><Relationship Id="rId30" Type="http://schemas.openxmlformats.org/officeDocument/2006/relationships/hyperlink" Target="consultantplus://offline/main?base=RLAW186;n=34513;fld=134;dst=100044" TargetMode="External"/><Relationship Id="rId35" Type="http://schemas.openxmlformats.org/officeDocument/2006/relationships/hyperlink" Target="consultantplus://offline/main?base=RLAW186;n=34513;fld=134;dst=1001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19</Pages>
  <Words>8835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НЕКЛИНОВСКОЕ РАЙОННОЕ СОБРАНИЕ ДЕПУТАТОВ</dc:title>
  <dc:subject/>
  <dc:creator>Неклиновский РАЙФО</dc:creator>
  <cp:keywords/>
  <dc:description/>
  <cp:lastModifiedBy>User</cp:lastModifiedBy>
  <cp:revision>4</cp:revision>
  <cp:lastPrinted>2013-03-25T12:34:00Z</cp:lastPrinted>
  <dcterms:created xsi:type="dcterms:W3CDTF">2013-03-21T11:46:00Z</dcterms:created>
  <dcterms:modified xsi:type="dcterms:W3CDTF">2013-04-23T13:56:00Z</dcterms:modified>
</cp:coreProperties>
</file>